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2"/>
        <w:tblW w:w="0" w:type="auto"/>
        <w:tblLook w:val="01E0" w:firstRow="1" w:lastRow="1" w:firstColumn="1" w:lastColumn="1" w:noHBand="0" w:noVBand="0"/>
      </w:tblPr>
      <w:tblGrid>
        <w:gridCol w:w="1980"/>
        <w:gridCol w:w="2062"/>
        <w:gridCol w:w="3466"/>
        <w:gridCol w:w="2114"/>
      </w:tblGrid>
      <w:tr w:rsidR="00175268" w:rsidRPr="009D02CC" w14:paraId="1F3CFB7D" w14:textId="77777777" w:rsidTr="009C44D6">
        <w:trPr>
          <w:trHeight w:val="687"/>
          <w:tblHeader/>
        </w:trPr>
        <w:tc>
          <w:tcPr>
            <w:tcW w:w="1980" w:type="dxa"/>
          </w:tcPr>
          <w:p w14:paraId="775BCEE6" w14:textId="77777777" w:rsidR="00175268" w:rsidRPr="009D02CC" w:rsidRDefault="00175268" w:rsidP="006D4549">
            <w:pPr>
              <w:pStyle w:val="Tablehead"/>
              <w:rPr>
                <w:szCs w:val="22"/>
              </w:rPr>
            </w:pPr>
            <w:bookmarkStart w:id="0" w:name="_GoBack"/>
            <w:bookmarkEnd w:id="0"/>
            <w:r w:rsidRPr="009D02CC">
              <w:rPr>
                <w:szCs w:val="22"/>
              </w:rPr>
              <w:t>Unit &amp; Learning objectives</w:t>
            </w:r>
          </w:p>
        </w:tc>
        <w:tc>
          <w:tcPr>
            <w:tcW w:w="2062" w:type="dxa"/>
          </w:tcPr>
          <w:p w14:paraId="5074DDC8" w14:textId="77777777" w:rsidR="00175268" w:rsidRPr="00175268" w:rsidRDefault="00175268" w:rsidP="00175268">
            <w:pPr>
              <w:pStyle w:val="Tablehead"/>
              <w:rPr>
                <w:szCs w:val="22"/>
              </w:rPr>
            </w:pPr>
            <w:r w:rsidRPr="00175268">
              <w:rPr>
                <w:szCs w:val="22"/>
              </w:rPr>
              <w:t>Programme of Study coverage (PoS)</w:t>
            </w:r>
          </w:p>
          <w:p w14:paraId="2E6D33B3" w14:textId="77777777" w:rsidR="00175268" w:rsidRPr="00175268" w:rsidRDefault="00175268" w:rsidP="00175268">
            <w:pPr>
              <w:pStyle w:val="Tablehead"/>
              <w:rPr>
                <w:szCs w:val="22"/>
              </w:rPr>
            </w:pPr>
          </w:p>
          <w:p w14:paraId="4EE31B47" w14:textId="2E651F0A" w:rsidR="00175268" w:rsidRPr="009D02CC" w:rsidRDefault="00175268" w:rsidP="00175268">
            <w:pPr>
              <w:pStyle w:val="Tablehead"/>
              <w:rPr>
                <w:szCs w:val="22"/>
              </w:rPr>
            </w:pPr>
            <w:r w:rsidRPr="00175268">
              <w:rPr>
                <w:szCs w:val="22"/>
              </w:rPr>
              <w:t>Pearson Progression Step Coverage (PPS)</w:t>
            </w:r>
          </w:p>
        </w:tc>
        <w:tc>
          <w:tcPr>
            <w:tcW w:w="3466" w:type="dxa"/>
          </w:tcPr>
          <w:p w14:paraId="181D522E" w14:textId="021731EE" w:rsidR="00175268" w:rsidRPr="009D02CC" w:rsidRDefault="00175268" w:rsidP="006D4549">
            <w:pPr>
              <w:pStyle w:val="Tablehead"/>
              <w:rPr>
                <w:szCs w:val="22"/>
              </w:rPr>
            </w:pPr>
            <w:r w:rsidRPr="009D02CC">
              <w:rPr>
                <w:szCs w:val="22"/>
              </w:rPr>
              <w:t>Key language</w:t>
            </w:r>
          </w:p>
        </w:tc>
        <w:tc>
          <w:tcPr>
            <w:tcW w:w="2114" w:type="dxa"/>
          </w:tcPr>
          <w:p w14:paraId="37E675AB" w14:textId="247F91CE" w:rsidR="00175268" w:rsidRPr="009D02CC" w:rsidRDefault="00175268" w:rsidP="00175268">
            <w:pPr>
              <w:pStyle w:val="Tablehead"/>
              <w:rPr>
                <w:szCs w:val="22"/>
              </w:rPr>
            </w:pPr>
            <w:r w:rsidRPr="009D02CC">
              <w:rPr>
                <w:szCs w:val="22"/>
              </w:rPr>
              <w:t xml:space="preserve">Grammar </w:t>
            </w:r>
            <w:r>
              <w:rPr>
                <w:szCs w:val="22"/>
              </w:rPr>
              <w:t xml:space="preserve">(G) </w:t>
            </w:r>
            <w:r w:rsidRPr="009D02CC">
              <w:rPr>
                <w:szCs w:val="22"/>
              </w:rPr>
              <w:t xml:space="preserve">and </w:t>
            </w:r>
            <w:r>
              <w:rPr>
                <w:szCs w:val="22"/>
              </w:rPr>
              <w:t>S</w:t>
            </w:r>
            <w:r w:rsidRPr="009D02CC">
              <w:rPr>
                <w:szCs w:val="22"/>
              </w:rPr>
              <w:t>kills coverage</w:t>
            </w:r>
          </w:p>
        </w:tc>
      </w:tr>
      <w:tr w:rsidR="00175268" w:rsidRPr="009C44D6" w14:paraId="3E96D7EA" w14:textId="77777777" w:rsidTr="009C44D6">
        <w:trPr>
          <w:cantSplit/>
          <w:trHeight w:val="1214"/>
        </w:trPr>
        <w:tc>
          <w:tcPr>
            <w:tcW w:w="1980" w:type="dxa"/>
          </w:tcPr>
          <w:p w14:paraId="5E0EB721" w14:textId="0C828EA2" w:rsidR="00753418" w:rsidRDefault="00753418" w:rsidP="00753418">
            <w:pPr>
              <w:pStyle w:val="Tabletext"/>
              <w:rPr>
                <w:b/>
                <w:szCs w:val="20"/>
              </w:rPr>
            </w:pPr>
            <w:r w:rsidRPr="00753418">
              <w:rPr>
                <w:b/>
                <w:szCs w:val="20"/>
              </w:rPr>
              <w:t xml:space="preserve">Quiz about </w:t>
            </w:r>
            <w:r w:rsidR="00701687" w:rsidRPr="00701687">
              <w:rPr>
                <w:b/>
                <w:szCs w:val="20"/>
              </w:rPr>
              <w:t>the world</w:t>
            </w:r>
            <w:r w:rsidR="002360D3">
              <w:rPr>
                <w:b/>
                <w:szCs w:val="20"/>
              </w:rPr>
              <w:t xml:space="preserve">: </w:t>
            </w:r>
            <w:r w:rsidR="00701687" w:rsidRPr="00701687">
              <w:rPr>
                <w:b/>
                <w:szCs w:val="20"/>
              </w:rPr>
              <w:t xml:space="preserve">continents, </w:t>
            </w:r>
            <w:r w:rsidR="002360D3">
              <w:rPr>
                <w:b/>
                <w:szCs w:val="20"/>
              </w:rPr>
              <w:t xml:space="preserve">(French-speaking) </w:t>
            </w:r>
            <w:r w:rsidR="00701687" w:rsidRPr="00701687">
              <w:rPr>
                <w:b/>
                <w:szCs w:val="20"/>
              </w:rPr>
              <w:t>countries and cities, geographical features in France</w:t>
            </w:r>
            <w:r w:rsidR="00701687">
              <w:rPr>
                <w:b/>
                <w:szCs w:val="20"/>
              </w:rPr>
              <w:t>)</w:t>
            </w:r>
          </w:p>
          <w:p w14:paraId="423C1ABB" w14:textId="18AF9C62" w:rsidR="00FF741B" w:rsidRPr="00753418" w:rsidRDefault="00753418" w:rsidP="00753418">
            <w:pPr>
              <w:pStyle w:val="Tabletextbullets"/>
              <w:numPr>
                <w:ilvl w:val="0"/>
                <w:numId w:val="0"/>
              </w:numPr>
              <w:ind w:left="340" w:hanging="340"/>
              <w:rPr>
                <w:szCs w:val="20"/>
              </w:rPr>
            </w:pPr>
            <w:r w:rsidRPr="00753418">
              <w:rPr>
                <w:szCs w:val="20"/>
              </w:rPr>
              <w:t xml:space="preserve">(pp. </w:t>
            </w:r>
            <w:r w:rsidR="00701687">
              <w:rPr>
                <w:szCs w:val="20"/>
              </w:rPr>
              <w:t>78</w:t>
            </w:r>
            <w:r w:rsidRPr="00753418">
              <w:rPr>
                <w:szCs w:val="20"/>
              </w:rPr>
              <w:t>–7</w:t>
            </w:r>
            <w:r w:rsidR="00701687">
              <w:rPr>
                <w:szCs w:val="20"/>
              </w:rPr>
              <w:t>9</w:t>
            </w:r>
            <w:r w:rsidRPr="00753418">
              <w:rPr>
                <w:szCs w:val="20"/>
              </w:rPr>
              <w:t>)</w:t>
            </w:r>
          </w:p>
        </w:tc>
        <w:tc>
          <w:tcPr>
            <w:tcW w:w="2062" w:type="dxa"/>
          </w:tcPr>
          <w:p w14:paraId="2E78172B" w14:textId="537A0C25" w:rsidR="00175268" w:rsidRPr="009D02CC" w:rsidRDefault="00175268" w:rsidP="00FF741B">
            <w:pPr>
              <w:pStyle w:val="Tabletext"/>
              <w:rPr>
                <w:szCs w:val="20"/>
              </w:rPr>
            </w:pPr>
          </w:p>
        </w:tc>
        <w:tc>
          <w:tcPr>
            <w:tcW w:w="3466" w:type="dxa"/>
          </w:tcPr>
          <w:p w14:paraId="24974412" w14:textId="77777777" w:rsidR="00701687" w:rsidRPr="00701687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  <w:r w:rsidRPr="00701687">
              <w:rPr>
                <w:i/>
                <w:szCs w:val="20"/>
                <w:lang w:val="fr-FR"/>
              </w:rPr>
              <w:t>Les continents:</w:t>
            </w:r>
          </w:p>
          <w:p w14:paraId="5A1B386F" w14:textId="7C7F462F" w:rsidR="00701687" w:rsidRPr="00701687" w:rsidRDefault="005C76EE" w:rsidP="00701687">
            <w:pPr>
              <w:pStyle w:val="Tabletext"/>
              <w:rPr>
                <w:i/>
                <w:szCs w:val="20"/>
                <w:lang w:val="fr-FR"/>
              </w:rPr>
            </w:pPr>
            <w:r>
              <w:rPr>
                <w:i/>
                <w:szCs w:val="20"/>
                <w:lang w:val="fr-FR"/>
              </w:rPr>
              <w:t>l’</w:t>
            </w:r>
            <w:r w:rsidR="00701687" w:rsidRPr="00701687">
              <w:rPr>
                <w:i/>
                <w:szCs w:val="20"/>
                <w:lang w:val="fr-FR"/>
              </w:rPr>
              <w:t>Asie</w:t>
            </w:r>
          </w:p>
          <w:p w14:paraId="6150E89E" w14:textId="58EB8994" w:rsidR="00701687" w:rsidRPr="00701687" w:rsidRDefault="005C76EE" w:rsidP="00701687">
            <w:pPr>
              <w:pStyle w:val="Tabletext"/>
              <w:rPr>
                <w:i/>
                <w:szCs w:val="20"/>
                <w:lang w:val="fr-FR"/>
              </w:rPr>
            </w:pPr>
            <w:r>
              <w:rPr>
                <w:i/>
                <w:szCs w:val="20"/>
                <w:lang w:val="fr-FR"/>
              </w:rPr>
              <w:t>l’</w:t>
            </w:r>
            <w:r w:rsidR="00701687" w:rsidRPr="00701687">
              <w:rPr>
                <w:i/>
                <w:szCs w:val="20"/>
                <w:lang w:val="fr-FR"/>
              </w:rPr>
              <w:t>Europe</w:t>
            </w:r>
          </w:p>
          <w:p w14:paraId="77F8DD9F" w14:textId="5F09CABB" w:rsidR="00701687" w:rsidRPr="00701687" w:rsidRDefault="005C76EE" w:rsidP="00701687">
            <w:pPr>
              <w:pStyle w:val="Tabletext"/>
              <w:rPr>
                <w:i/>
                <w:szCs w:val="20"/>
                <w:lang w:val="fr-FR"/>
              </w:rPr>
            </w:pPr>
            <w:r>
              <w:rPr>
                <w:i/>
                <w:szCs w:val="20"/>
                <w:lang w:val="fr-FR"/>
              </w:rPr>
              <w:t>l’</w:t>
            </w:r>
            <w:r w:rsidR="00701687" w:rsidRPr="00701687">
              <w:rPr>
                <w:i/>
                <w:szCs w:val="20"/>
                <w:lang w:val="fr-FR"/>
              </w:rPr>
              <w:t>Afrique</w:t>
            </w:r>
          </w:p>
          <w:p w14:paraId="215B1001" w14:textId="0D97BD00" w:rsidR="00701687" w:rsidRPr="00701687" w:rsidRDefault="005C76EE" w:rsidP="00701687">
            <w:pPr>
              <w:pStyle w:val="Tabletext"/>
              <w:rPr>
                <w:i/>
                <w:szCs w:val="20"/>
                <w:lang w:val="fr-FR"/>
              </w:rPr>
            </w:pPr>
            <w:r>
              <w:rPr>
                <w:i/>
                <w:szCs w:val="20"/>
                <w:lang w:val="fr-FR"/>
              </w:rPr>
              <w:t>l’</w:t>
            </w:r>
            <w:r w:rsidR="00701687" w:rsidRPr="00701687">
              <w:rPr>
                <w:i/>
                <w:szCs w:val="20"/>
                <w:lang w:val="fr-FR"/>
              </w:rPr>
              <w:t>Amérique</w:t>
            </w:r>
            <w:r w:rsidR="003D4D9C">
              <w:rPr>
                <w:i/>
                <w:szCs w:val="20"/>
                <w:lang w:val="fr-FR"/>
              </w:rPr>
              <w:t xml:space="preserve"> (du Nord </w:t>
            </w:r>
            <w:r w:rsidR="00B3583B">
              <w:rPr>
                <w:i/>
                <w:szCs w:val="20"/>
                <w:lang w:val="fr-FR"/>
              </w:rPr>
              <w:t xml:space="preserve">/ </w:t>
            </w:r>
            <w:r w:rsidR="003D4D9C">
              <w:rPr>
                <w:i/>
                <w:szCs w:val="20"/>
                <w:lang w:val="fr-FR"/>
              </w:rPr>
              <w:t>du Sud)</w:t>
            </w:r>
          </w:p>
          <w:p w14:paraId="3D81B7ED" w14:textId="1A594A4F" w:rsidR="00701687" w:rsidRPr="00701687" w:rsidRDefault="005C76EE" w:rsidP="00701687">
            <w:pPr>
              <w:pStyle w:val="Tabletext"/>
              <w:rPr>
                <w:i/>
                <w:szCs w:val="20"/>
                <w:lang w:val="fr-FR"/>
              </w:rPr>
            </w:pPr>
            <w:r>
              <w:rPr>
                <w:i/>
                <w:szCs w:val="20"/>
                <w:lang w:val="fr-FR"/>
              </w:rPr>
              <w:t>l’</w:t>
            </w:r>
            <w:r w:rsidR="00701687" w:rsidRPr="00701687">
              <w:rPr>
                <w:i/>
                <w:szCs w:val="20"/>
                <w:lang w:val="fr-FR"/>
              </w:rPr>
              <w:t>Océanie</w:t>
            </w:r>
          </w:p>
          <w:p w14:paraId="3479D677" w14:textId="6E847D8E" w:rsidR="00701687" w:rsidRPr="00701687" w:rsidRDefault="005C76EE" w:rsidP="00701687">
            <w:pPr>
              <w:pStyle w:val="Tabletext"/>
              <w:rPr>
                <w:i/>
                <w:szCs w:val="20"/>
                <w:lang w:val="fr-FR"/>
              </w:rPr>
            </w:pPr>
            <w:r>
              <w:rPr>
                <w:i/>
                <w:szCs w:val="20"/>
                <w:lang w:val="fr-FR"/>
              </w:rPr>
              <w:t>l’</w:t>
            </w:r>
            <w:r w:rsidR="00701687" w:rsidRPr="00701687">
              <w:rPr>
                <w:i/>
                <w:szCs w:val="20"/>
                <w:lang w:val="fr-FR"/>
              </w:rPr>
              <w:t>Antarctique</w:t>
            </w:r>
          </w:p>
          <w:p w14:paraId="41256521" w14:textId="77777777" w:rsidR="00701687" w:rsidRPr="00701687" w:rsidRDefault="00701687" w:rsidP="00701687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52A56AEB" w14:textId="77777777" w:rsidR="00701687" w:rsidRPr="00701687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  <w:r w:rsidRPr="00701687">
              <w:rPr>
                <w:i/>
                <w:szCs w:val="20"/>
                <w:lang w:val="fr-FR"/>
              </w:rPr>
              <w:t>Des pays:</w:t>
            </w:r>
          </w:p>
          <w:p w14:paraId="2F03A199" w14:textId="77777777" w:rsidR="00701687" w:rsidRPr="00701687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  <w:r w:rsidRPr="00701687">
              <w:rPr>
                <w:i/>
                <w:szCs w:val="20"/>
                <w:lang w:val="fr-FR"/>
              </w:rPr>
              <w:t>l’Inde</w:t>
            </w:r>
          </w:p>
          <w:p w14:paraId="395B3776" w14:textId="77777777" w:rsidR="00701687" w:rsidRPr="00701687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  <w:r w:rsidRPr="00701687">
              <w:rPr>
                <w:i/>
                <w:szCs w:val="20"/>
                <w:lang w:val="fr-FR"/>
              </w:rPr>
              <w:t>le Mali</w:t>
            </w:r>
          </w:p>
          <w:p w14:paraId="7B6B6B47" w14:textId="77777777" w:rsidR="00701687" w:rsidRPr="00701687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  <w:r w:rsidRPr="00701687">
              <w:rPr>
                <w:i/>
                <w:szCs w:val="20"/>
                <w:lang w:val="fr-FR"/>
              </w:rPr>
              <w:t>la Russie</w:t>
            </w:r>
          </w:p>
          <w:p w14:paraId="62FF7296" w14:textId="77777777" w:rsidR="00701687" w:rsidRPr="00701687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  <w:r w:rsidRPr="00701687">
              <w:rPr>
                <w:i/>
                <w:szCs w:val="20"/>
                <w:lang w:val="fr-FR"/>
              </w:rPr>
              <w:t>l’Australie</w:t>
            </w:r>
          </w:p>
          <w:p w14:paraId="7CDBBEA1" w14:textId="77777777" w:rsidR="00701687" w:rsidRPr="00701687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  <w:r w:rsidRPr="00701687">
              <w:rPr>
                <w:i/>
                <w:szCs w:val="20"/>
                <w:lang w:val="fr-FR"/>
              </w:rPr>
              <w:t>la Suisse</w:t>
            </w:r>
          </w:p>
          <w:p w14:paraId="152D1409" w14:textId="77777777" w:rsidR="00701687" w:rsidRPr="00701687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  <w:r w:rsidRPr="00701687">
              <w:rPr>
                <w:i/>
                <w:szCs w:val="20"/>
                <w:lang w:val="fr-FR"/>
              </w:rPr>
              <w:t>la Nouvelle-Zélande</w:t>
            </w:r>
          </w:p>
          <w:p w14:paraId="7D666652" w14:textId="77777777" w:rsidR="00701687" w:rsidRPr="00701687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  <w:r w:rsidRPr="00701687">
              <w:rPr>
                <w:i/>
                <w:szCs w:val="20"/>
                <w:lang w:val="fr-FR"/>
              </w:rPr>
              <w:t>les États-Unis</w:t>
            </w:r>
          </w:p>
          <w:p w14:paraId="5C705BD0" w14:textId="4FB7A611" w:rsidR="00701687" w:rsidRPr="00701687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  <w:r w:rsidRPr="00701687">
              <w:rPr>
                <w:i/>
                <w:szCs w:val="20"/>
                <w:lang w:val="fr-FR"/>
              </w:rPr>
              <w:t xml:space="preserve">l’Afrique du </w:t>
            </w:r>
            <w:r w:rsidR="005C76EE">
              <w:rPr>
                <w:i/>
                <w:szCs w:val="20"/>
                <w:lang w:val="fr-FR"/>
              </w:rPr>
              <w:t>S</w:t>
            </w:r>
            <w:r w:rsidRPr="00701687">
              <w:rPr>
                <w:i/>
                <w:szCs w:val="20"/>
                <w:lang w:val="fr-FR"/>
              </w:rPr>
              <w:t>ud</w:t>
            </w:r>
          </w:p>
          <w:p w14:paraId="5D7F167F" w14:textId="77777777" w:rsidR="00701687" w:rsidRPr="00701687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  <w:r w:rsidRPr="00701687">
              <w:rPr>
                <w:i/>
                <w:szCs w:val="20"/>
                <w:lang w:val="fr-FR"/>
              </w:rPr>
              <w:t>le Brésil</w:t>
            </w:r>
          </w:p>
          <w:p w14:paraId="6F8F0177" w14:textId="77777777" w:rsidR="00701687" w:rsidRPr="00701687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  <w:r w:rsidRPr="00701687">
              <w:rPr>
                <w:i/>
                <w:szCs w:val="20"/>
                <w:lang w:val="fr-FR"/>
              </w:rPr>
              <w:t>la Chine</w:t>
            </w:r>
          </w:p>
          <w:p w14:paraId="5C3831AF" w14:textId="77777777" w:rsidR="00701687" w:rsidRPr="00701687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  <w:r w:rsidRPr="00701687">
              <w:rPr>
                <w:i/>
                <w:szCs w:val="20"/>
                <w:lang w:val="fr-FR"/>
              </w:rPr>
              <w:t>le Royaume-Uni</w:t>
            </w:r>
          </w:p>
          <w:p w14:paraId="72D6DF5D" w14:textId="77777777" w:rsidR="00701687" w:rsidRPr="00701687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  <w:r w:rsidRPr="00701687">
              <w:rPr>
                <w:i/>
                <w:szCs w:val="20"/>
                <w:lang w:val="fr-FR"/>
              </w:rPr>
              <w:t>la France</w:t>
            </w:r>
          </w:p>
          <w:p w14:paraId="3843D5FE" w14:textId="77777777" w:rsidR="00701687" w:rsidRPr="00701687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  <w:r w:rsidRPr="00701687">
              <w:rPr>
                <w:i/>
                <w:szCs w:val="20"/>
                <w:lang w:val="fr-FR"/>
              </w:rPr>
              <w:t>la Tunisie</w:t>
            </w:r>
          </w:p>
          <w:p w14:paraId="760CF71F" w14:textId="77777777" w:rsidR="00CF7EAD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  <w:r w:rsidRPr="00701687">
              <w:rPr>
                <w:i/>
                <w:szCs w:val="20"/>
                <w:lang w:val="fr-FR"/>
              </w:rPr>
              <w:t>le Canada</w:t>
            </w:r>
          </w:p>
          <w:p w14:paraId="16DA530D" w14:textId="47327706" w:rsidR="008B4F97" w:rsidRPr="00753418" w:rsidRDefault="008B4F97" w:rsidP="00701687">
            <w:pPr>
              <w:pStyle w:val="Tabletext"/>
              <w:rPr>
                <w:szCs w:val="20"/>
                <w:lang w:val="fr-FR"/>
              </w:rPr>
            </w:pPr>
          </w:p>
        </w:tc>
        <w:tc>
          <w:tcPr>
            <w:tcW w:w="2114" w:type="dxa"/>
          </w:tcPr>
          <w:p w14:paraId="2904F77A" w14:textId="4B1B356E" w:rsidR="00175268" w:rsidRPr="0006568A" w:rsidRDefault="00175268" w:rsidP="00753418">
            <w:pPr>
              <w:rPr>
                <w:b/>
                <w:szCs w:val="20"/>
                <w:lang w:val="fr-FR"/>
              </w:rPr>
            </w:pPr>
          </w:p>
        </w:tc>
      </w:tr>
      <w:tr w:rsidR="00753418" w:rsidRPr="00753418" w14:paraId="43F250CE" w14:textId="77777777" w:rsidTr="009C44D6">
        <w:trPr>
          <w:cantSplit/>
          <w:trHeight w:val="1214"/>
        </w:trPr>
        <w:tc>
          <w:tcPr>
            <w:tcW w:w="1980" w:type="dxa"/>
          </w:tcPr>
          <w:p w14:paraId="274C1789" w14:textId="77777777" w:rsidR="00753418" w:rsidRPr="00753418" w:rsidRDefault="00753418" w:rsidP="00753418">
            <w:pPr>
              <w:pStyle w:val="Tabletext"/>
              <w:rPr>
                <w:b/>
                <w:szCs w:val="20"/>
              </w:rPr>
            </w:pPr>
            <w:r w:rsidRPr="00753418">
              <w:rPr>
                <w:b/>
                <w:szCs w:val="20"/>
              </w:rPr>
              <w:lastRenderedPageBreak/>
              <w:t>Point de départ</w:t>
            </w:r>
          </w:p>
          <w:p w14:paraId="2D2FB7F7" w14:textId="0398CED5" w:rsidR="00753418" w:rsidRPr="00753418" w:rsidRDefault="00753418" w:rsidP="00753418">
            <w:pPr>
              <w:pStyle w:val="Tabletext"/>
              <w:rPr>
                <w:szCs w:val="20"/>
              </w:rPr>
            </w:pPr>
            <w:r w:rsidRPr="00753418">
              <w:rPr>
                <w:szCs w:val="20"/>
              </w:rPr>
              <w:t>(pp. 8</w:t>
            </w:r>
            <w:r w:rsidR="00701687">
              <w:rPr>
                <w:szCs w:val="20"/>
              </w:rPr>
              <w:t>0</w:t>
            </w:r>
            <w:r>
              <w:rPr>
                <w:szCs w:val="20"/>
              </w:rPr>
              <w:t>–</w:t>
            </w:r>
            <w:r w:rsidR="00701687">
              <w:rPr>
                <w:szCs w:val="20"/>
              </w:rPr>
              <w:t>81</w:t>
            </w:r>
            <w:r w:rsidRPr="00753418">
              <w:rPr>
                <w:szCs w:val="20"/>
              </w:rPr>
              <w:t>)</w:t>
            </w:r>
          </w:p>
          <w:p w14:paraId="1AB1465D" w14:textId="77777777" w:rsidR="00753418" w:rsidRPr="00753418" w:rsidRDefault="00753418" w:rsidP="00753418">
            <w:pPr>
              <w:pStyle w:val="Tabletext"/>
              <w:rPr>
                <w:szCs w:val="20"/>
              </w:rPr>
            </w:pPr>
          </w:p>
          <w:p w14:paraId="4028C2C1" w14:textId="77777777" w:rsidR="00701687" w:rsidRPr="00701687" w:rsidRDefault="00753418" w:rsidP="00701687">
            <w:pPr>
              <w:pStyle w:val="Tabletext"/>
              <w:rPr>
                <w:szCs w:val="20"/>
              </w:rPr>
            </w:pPr>
            <w:r w:rsidRPr="00753418">
              <w:rPr>
                <w:szCs w:val="20"/>
              </w:rPr>
              <w:t xml:space="preserve">Talking </w:t>
            </w:r>
            <w:r w:rsidR="00701687" w:rsidRPr="00701687">
              <w:rPr>
                <w:szCs w:val="20"/>
              </w:rPr>
              <w:t>about where you live</w:t>
            </w:r>
          </w:p>
          <w:p w14:paraId="76C44844" w14:textId="77777777" w:rsidR="00701687" w:rsidRPr="00701687" w:rsidRDefault="00701687" w:rsidP="00701687">
            <w:pPr>
              <w:pStyle w:val="Tabletext"/>
              <w:rPr>
                <w:szCs w:val="20"/>
              </w:rPr>
            </w:pPr>
          </w:p>
          <w:p w14:paraId="5A17A501" w14:textId="631556F5" w:rsidR="00753418" w:rsidRPr="00FF741B" w:rsidRDefault="00701687" w:rsidP="00701687">
            <w:pPr>
              <w:pStyle w:val="Tabletext"/>
              <w:rPr>
                <w:b/>
                <w:szCs w:val="20"/>
              </w:rPr>
            </w:pPr>
            <w:r w:rsidRPr="00701687">
              <w:rPr>
                <w:szCs w:val="20"/>
              </w:rPr>
              <w:t>Discussing the weather</w:t>
            </w:r>
          </w:p>
        </w:tc>
        <w:tc>
          <w:tcPr>
            <w:tcW w:w="2062" w:type="dxa"/>
          </w:tcPr>
          <w:p w14:paraId="5927B4D6" w14:textId="77777777" w:rsidR="00753418" w:rsidRPr="00753418" w:rsidRDefault="00753418" w:rsidP="00753418">
            <w:pPr>
              <w:pStyle w:val="Tabletext"/>
              <w:rPr>
                <w:b/>
                <w:szCs w:val="20"/>
              </w:rPr>
            </w:pPr>
            <w:r w:rsidRPr="00753418">
              <w:rPr>
                <w:b/>
                <w:szCs w:val="20"/>
              </w:rPr>
              <w:t>PoS</w:t>
            </w:r>
          </w:p>
          <w:p w14:paraId="1031D0C1" w14:textId="77777777" w:rsidR="00701687" w:rsidRPr="00701687" w:rsidRDefault="00701687" w:rsidP="00701687">
            <w:pPr>
              <w:pStyle w:val="Tabletext"/>
              <w:rPr>
                <w:b/>
                <w:szCs w:val="20"/>
              </w:rPr>
            </w:pPr>
            <w:r w:rsidRPr="00701687">
              <w:rPr>
                <w:b/>
                <w:szCs w:val="20"/>
              </w:rPr>
              <w:t xml:space="preserve">GV3 </w:t>
            </w:r>
            <w:r w:rsidRPr="00701687">
              <w:rPr>
                <w:szCs w:val="20"/>
              </w:rPr>
              <w:t>Developing vocabulary / Opinions and discussions</w:t>
            </w:r>
          </w:p>
          <w:p w14:paraId="62224085" w14:textId="77777777" w:rsidR="00701687" w:rsidRPr="00701687" w:rsidRDefault="00701687" w:rsidP="00701687">
            <w:pPr>
              <w:pStyle w:val="Tabletext"/>
              <w:rPr>
                <w:b/>
                <w:szCs w:val="20"/>
              </w:rPr>
            </w:pPr>
          </w:p>
          <w:p w14:paraId="5712284C" w14:textId="77777777" w:rsidR="00701687" w:rsidRPr="00701687" w:rsidRDefault="00701687" w:rsidP="00701687">
            <w:pPr>
              <w:pStyle w:val="Tabletext"/>
              <w:rPr>
                <w:szCs w:val="20"/>
              </w:rPr>
            </w:pPr>
            <w:r w:rsidRPr="00701687">
              <w:rPr>
                <w:b/>
                <w:szCs w:val="20"/>
              </w:rPr>
              <w:t xml:space="preserve">LC4 </w:t>
            </w:r>
            <w:r w:rsidRPr="00701687">
              <w:rPr>
                <w:szCs w:val="20"/>
              </w:rPr>
              <w:t>Expressing ideas (speaking / writing)</w:t>
            </w:r>
          </w:p>
          <w:p w14:paraId="6EA0E0B8" w14:textId="77777777" w:rsidR="00701687" w:rsidRPr="00701687" w:rsidRDefault="00701687" w:rsidP="00701687">
            <w:pPr>
              <w:pStyle w:val="Tabletext"/>
              <w:rPr>
                <w:b/>
                <w:szCs w:val="20"/>
              </w:rPr>
            </w:pPr>
          </w:p>
          <w:p w14:paraId="2CD9EF60" w14:textId="77777777" w:rsidR="00701687" w:rsidRPr="00701687" w:rsidRDefault="00701687" w:rsidP="00701687">
            <w:pPr>
              <w:pStyle w:val="Tabletext"/>
              <w:rPr>
                <w:b/>
                <w:szCs w:val="20"/>
              </w:rPr>
            </w:pPr>
            <w:r w:rsidRPr="00701687">
              <w:rPr>
                <w:b/>
                <w:szCs w:val="20"/>
              </w:rPr>
              <w:t xml:space="preserve">LC5 </w:t>
            </w:r>
            <w:r w:rsidRPr="00701687">
              <w:rPr>
                <w:szCs w:val="20"/>
              </w:rPr>
              <w:t>Accurate pronunciation and intonation</w:t>
            </w:r>
          </w:p>
          <w:p w14:paraId="3FC10B85" w14:textId="77777777" w:rsidR="00701687" w:rsidRPr="00701687" w:rsidRDefault="00701687" w:rsidP="00701687">
            <w:pPr>
              <w:pStyle w:val="Tabletext"/>
              <w:rPr>
                <w:b/>
                <w:szCs w:val="20"/>
              </w:rPr>
            </w:pPr>
          </w:p>
          <w:p w14:paraId="47B43797" w14:textId="6BE3B864" w:rsidR="00753418" w:rsidRPr="00753418" w:rsidRDefault="00701687" w:rsidP="00701687">
            <w:pPr>
              <w:pStyle w:val="Tabletext"/>
              <w:rPr>
                <w:szCs w:val="20"/>
              </w:rPr>
            </w:pPr>
            <w:r w:rsidRPr="00701687">
              <w:rPr>
                <w:b/>
                <w:szCs w:val="20"/>
              </w:rPr>
              <w:t xml:space="preserve">LC6 </w:t>
            </w:r>
            <w:r w:rsidRPr="00701687">
              <w:rPr>
                <w:szCs w:val="20"/>
              </w:rPr>
              <w:t>Reading comprehension</w:t>
            </w:r>
          </w:p>
          <w:p w14:paraId="67C56432" w14:textId="77777777" w:rsidR="00753418" w:rsidRPr="00753418" w:rsidRDefault="00753418" w:rsidP="00753418">
            <w:pPr>
              <w:pStyle w:val="Tabletext"/>
              <w:rPr>
                <w:b/>
                <w:szCs w:val="20"/>
              </w:rPr>
            </w:pPr>
          </w:p>
          <w:p w14:paraId="5821F0E7" w14:textId="72936813" w:rsidR="00753418" w:rsidRPr="00175268" w:rsidRDefault="00753418" w:rsidP="00753418">
            <w:pPr>
              <w:pStyle w:val="Tabletext"/>
              <w:rPr>
                <w:b/>
                <w:szCs w:val="20"/>
              </w:rPr>
            </w:pPr>
            <w:r w:rsidRPr="00753418">
              <w:rPr>
                <w:b/>
                <w:szCs w:val="20"/>
              </w:rPr>
              <w:t>PPS:</w:t>
            </w:r>
            <w:r w:rsidR="00C21B82">
              <w:rPr>
                <w:szCs w:val="20"/>
              </w:rPr>
              <w:t xml:space="preserve"> 2nd–4th Steps</w:t>
            </w:r>
          </w:p>
        </w:tc>
        <w:tc>
          <w:tcPr>
            <w:tcW w:w="3466" w:type="dxa"/>
          </w:tcPr>
          <w:p w14:paraId="2BEB65EF" w14:textId="77777777" w:rsidR="00701687" w:rsidRPr="00701687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  <w:r w:rsidRPr="00701687">
              <w:rPr>
                <w:i/>
                <w:szCs w:val="20"/>
                <w:lang w:val="fr-FR"/>
              </w:rPr>
              <w:t>Où habites-tu?</w:t>
            </w:r>
          </w:p>
          <w:p w14:paraId="00B24471" w14:textId="323F74AF" w:rsidR="00701687" w:rsidRPr="00701687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  <w:r w:rsidRPr="00701687">
              <w:rPr>
                <w:i/>
                <w:szCs w:val="20"/>
                <w:lang w:val="fr-FR"/>
              </w:rPr>
              <w:t xml:space="preserve">J’habite </w:t>
            </w:r>
            <w:r w:rsidR="0027478E">
              <w:rPr>
                <w:i/>
                <w:szCs w:val="20"/>
                <w:lang w:val="fr-FR"/>
              </w:rPr>
              <w:t>…</w:t>
            </w:r>
          </w:p>
          <w:p w14:paraId="51F84285" w14:textId="77777777" w:rsidR="00701687" w:rsidRPr="00701687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</w:p>
          <w:p w14:paraId="3C1CCD3F" w14:textId="6FCB4E93" w:rsidR="00701687" w:rsidRPr="00701687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  <w:r w:rsidRPr="00701687">
              <w:rPr>
                <w:i/>
                <w:szCs w:val="20"/>
                <w:lang w:val="fr-FR"/>
              </w:rPr>
              <w:t xml:space="preserve">dans un village / dans une ville / </w:t>
            </w:r>
            <w:r w:rsidR="00661066">
              <w:rPr>
                <w:i/>
                <w:szCs w:val="20"/>
                <w:lang w:val="fr-FR"/>
              </w:rPr>
              <w:br/>
            </w:r>
            <w:r w:rsidRPr="00701687">
              <w:rPr>
                <w:i/>
                <w:szCs w:val="20"/>
                <w:lang w:val="fr-FR"/>
              </w:rPr>
              <w:t>dans une grande ville</w:t>
            </w:r>
          </w:p>
          <w:p w14:paraId="37FAC287" w14:textId="77777777" w:rsidR="00701687" w:rsidRPr="00701687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</w:p>
          <w:p w14:paraId="2A058A50" w14:textId="39324B19" w:rsidR="00701687" w:rsidRPr="00701687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  <w:r w:rsidRPr="00701687">
              <w:rPr>
                <w:i/>
                <w:szCs w:val="20"/>
                <w:lang w:val="fr-FR"/>
              </w:rPr>
              <w:t xml:space="preserve">à la campagne / à la montagne / </w:t>
            </w:r>
            <w:r w:rsidR="00661066">
              <w:rPr>
                <w:i/>
                <w:szCs w:val="20"/>
                <w:lang w:val="fr-FR"/>
              </w:rPr>
              <w:br/>
            </w:r>
            <w:r w:rsidRPr="00701687">
              <w:rPr>
                <w:i/>
                <w:szCs w:val="20"/>
                <w:lang w:val="fr-FR"/>
              </w:rPr>
              <w:t xml:space="preserve">au bord de la mer / sur une île / </w:t>
            </w:r>
            <w:r w:rsidR="00661066">
              <w:rPr>
                <w:i/>
                <w:szCs w:val="20"/>
                <w:lang w:val="fr-FR"/>
              </w:rPr>
              <w:br/>
            </w:r>
            <w:r w:rsidRPr="00701687">
              <w:rPr>
                <w:i/>
                <w:szCs w:val="20"/>
                <w:lang w:val="fr-FR"/>
              </w:rPr>
              <w:t>dans le désert</w:t>
            </w:r>
          </w:p>
          <w:p w14:paraId="3197EDAA" w14:textId="77777777" w:rsidR="00701687" w:rsidRPr="00701687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</w:p>
          <w:p w14:paraId="2C855AFD" w14:textId="66CB4E24" w:rsidR="00701687" w:rsidRPr="00701687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  <w:r w:rsidRPr="00701687">
              <w:rPr>
                <w:i/>
                <w:szCs w:val="20"/>
                <w:lang w:val="fr-FR"/>
              </w:rPr>
              <w:t>en France / en Suisse</w:t>
            </w:r>
            <w:r w:rsidR="00510A6F">
              <w:rPr>
                <w:i/>
                <w:szCs w:val="20"/>
                <w:lang w:val="fr-FR"/>
              </w:rPr>
              <w:t xml:space="preserve"> </w:t>
            </w:r>
            <w:r w:rsidRPr="00701687">
              <w:rPr>
                <w:i/>
                <w:szCs w:val="20"/>
                <w:lang w:val="fr-FR"/>
              </w:rPr>
              <w:t>/ au Maroc / aux Antilles</w:t>
            </w:r>
          </w:p>
          <w:p w14:paraId="130079A6" w14:textId="77777777" w:rsidR="00701687" w:rsidRPr="00701687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</w:p>
          <w:p w14:paraId="144791B3" w14:textId="77777777" w:rsidR="00701687" w:rsidRPr="00701687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  <w:r w:rsidRPr="00701687">
              <w:rPr>
                <w:i/>
                <w:szCs w:val="20"/>
                <w:lang w:val="fr-FR"/>
              </w:rPr>
              <w:t>Quel temps fait-il?</w:t>
            </w:r>
          </w:p>
          <w:p w14:paraId="18AD42F1" w14:textId="77777777" w:rsidR="00701687" w:rsidRPr="00701687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  <w:r w:rsidRPr="00701687">
              <w:rPr>
                <w:i/>
                <w:szCs w:val="20"/>
                <w:lang w:val="fr-FR"/>
              </w:rPr>
              <w:t>Il fait beau.</w:t>
            </w:r>
          </w:p>
          <w:p w14:paraId="49EDD2E5" w14:textId="77777777" w:rsidR="00701687" w:rsidRPr="00701687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  <w:r w:rsidRPr="00701687">
              <w:rPr>
                <w:i/>
                <w:szCs w:val="20"/>
                <w:lang w:val="fr-FR"/>
              </w:rPr>
              <w:t>Il fait mauvais.</w:t>
            </w:r>
          </w:p>
          <w:p w14:paraId="43C06FA3" w14:textId="77777777" w:rsidR="00701687" w:rsidRPr="00701687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  <w:r w:rsidRPr="00701687">
              <w:rPr>
                <w:i/>
                <w:szCs w:val="20"/>
                <w:lang w:val="fr-FR"/>
              </w:rPr>
              <w:t>Il fait chaud.</w:t>
            </w:r>
          </w:p>
          <w:p w14:paraId="48878EE4" w14:textId="77777777" w:rsidR="00701687" w:rsidRPr="00701687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  <w:r w:rsidRPr="00701687">
              <w:rPr>
                <w:i/>
                <w:szCs w:val="20"/>
                <w:lang w:val="fr-FR"/>
              </w:rPr>
              <w:t>Il fait froid.</w:t>
            </w:r>
          </w:p>
          <w:p w14:paraId="13819008" w14:textId="77777777" w:rsidR="00701687" w:rsidRPr="00701687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  <w:r w:rsidRPr="00701687">
              <w:rPr>
                <w:i/>
                <w:szCs w:val="20"/>
                <w:lang w:val="fr-FR"/>
              </w:rPr>
              <w:t>Il pleut.</w:t>
            </w:r>
          </w:p>
          <w:p w14:paraId="6C7F3628" w14:textId="77777777" w:rsidR="00701687" w:rsidRPr="00701687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  <w:r w:rsidRPr="00701687">
              <w:rPr>
                <w:i/>
                <w:szCs w:val="20"/>
                <w:lang w:val="fr-FR"/>
              </w:rPr>
              <w:t>Il neige.</w:t>
            </w:r>
          </w:p>
          <w:p w14:paraId="674D7FA9" w14:textId="77777777" w:rsidR="00701687" w:rsidRPr="00701687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  <w:r w:rsidRPr="00701687">
              <w:rPr>
                <w:i/>
                <w:szCs w:val="20"/>
                <w:lang w:val="fr-FR"/>
              </w:rPr>
              <w:t>Il y a du soleil.</w:t>
            </w:r>
          </w:p>
          <w:p w14:paraId="23275C39" w14:textId="77777777" w:rsidR="00701687" w:rsidRPr="00701687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  <w:r w:rsidRPr="00701687">
              <w:rPr>
                <w:i/>
                <w:szCs w:val="20"/>
                <w:lang w:val="fr-FR"/>
              </w:rPr>
              <w:t>Il y a du vent.</w:t>
            </w:r>
          </w:p>
          <w:p w14:paraId="3809CAC7" w14:textId="77777777" w:rsidR="00701687" w:rsidRPr="00701687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  <w:r w:rsidRPr="00701687">
              <w:rPr>
                <w:i/>
                <w:szCs w:val="20"/>
                <w:lang w:val="fr-FR"/>
              </w:rPr>
              <w:t>Il y a du brouillard.</w:t>
            </w:r>
          </w:p>
          <w:p w14:paraId="6AB5067D" w14:textId="77777777" w:rsidR="00701687" w:rsidRPr="00701687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  <w:r w:rsidRPr="00701687">
              <w:rPr>
                <w:i/>
                <w:szCs w:val="20"/>
                <w:lang w:val="fr-FR"/>
              </w:rPr>
              <w:t>Il y a des orages.</w:t>
            </w:r>
          </w:p>
          <w:p w14:paraId="3DC6CD37" w14:textId="77777777" w:rsidR="00701687" w:rsidRPr="00701687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</w:p>
          <w:p w14:paraId="0EBB8EBA" w14:textId="77777777" w:rsidR="00701687" w:rsidRPr="00701687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  <w:r w:rsidRPr="00701687">
              <w:rPr>
                <w:i/>
                <w:szCs w:val="20"/>
                <w:lang w:val="fr-FR"/>
              </w:rPr>
              <w:t>C’est quelle sorte de ville? C’est où?</w:t>
            </w:r>
          </w:p>
          <w:p w14:paraId="4C5F1D95" w14:textId="77777777" w:rsidR="00701687" w:rsidRPr="00701687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  <w:r w:rsidRPr="00701687">
              <w:rPr>
                <w:i/>
                <w:szCs w:val="20"/>
                <w:lang w:val="fr-FR"/>
              </w:rPr>
              <w:t>C’est comment en été? Pourquoi?</w:t>
            </w:r>
          </w:p>
          <w:p w14:paraId="77FEB6D1" w14:textId="77777777" w:rsidR="00701687" w:rsidRPr="00701687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  <w:r w:rsidRPr="00701687">
              <w:rPr>
                <w:i/>
                <w:szCs w:val="20"/>
                <w:lang w:val="fr-FR"/>
              </w:rPr>
              <w:t>C’est comment en hiver? Pourquoi?</w:t>
            </w:r>
          </w:p>
          <w:p w14:paraId="01B85A07" w14:textId="77777777" w:rsidR="00701687" w:rsidRPr="00701687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</w:p>
          <w:p w14:paraId="186279D0" w14:textId="77777777" w:rsidR="00701687" w:rsidRPr="00701687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  <w:r w:rsidRPr="00701687">
              <w:rPr>
                <w:i/>
                <w:szCs w:val="20"/>
                <w:lang w:val="fr-FR"/>
              </w:rPr>
              <w:t>Qu’est-ce qu’il y a sur la photo?</w:t>
            </w:r>
          </w:p>
          <w:p w14:paraId="14E7EE0B" w14:textId="5F7E9611" w:rsidR="00701687" w:rsidRPr="00701687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  <w:r w:rsidRPr="00701687">
              <w:rPr>
                <w:i/>
                <w:szCs w:val="20"/>
                <w:lang w:val="fr-FR"/>
              </w:rPr>
              <w:t>Sur la photo il y a …</w:t>
            </w:r>
          </w:p>
          <w:p w14:paraId="20A3DF6F" w14:textId="77777777" w:rsidR="00701687" w:rsidRPr="00701687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  <w:r w:rsidRPr="00701687">
              <w:rPr>
                <w:i/>
                <w:szCs w:val="20"/>
                <w:lang w:val="fr-FR"/>
              </w:rPr>
              <w:t>À ton avis, c’est dans quel pays?</w:t>
            </w:r>
          </w:p>
          <w:p w14:paraId="49BF6B15" w14:textId="16500267" w:rsidR="00701687" w:rsidRPr="00701687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  <w:r w:rsidRPr="00701687">
              <w:rPr>
                <w:i/>
                <w:szCs w:val="20"/>
                <w:lang w:val="fr-FR"/>
              </w:rPr>
              <w:t>À mon avis c’est en …</w:t>
            </w:r>
          </w:p>
          <w:p w14:paraId="4F7BE297" w14:textId="77777777" w:rsidR="00701687" w:rsidRPr="00701687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  <w:r w:rsidRPr="00701687">
              <w:rPr>
                <w:i/>
                <w:szCs w:val="20"/>
                <w:lang w:val="fr-FR"/>
              </w:rPr>
              <w:t>Quel temps fait-il sur la photo?</w:t>
            </w:r>
          </w:p>
          <w:p w14:paraId="5EB08C27" w14:textId="77777777" w:rsidR="00701687" w:rsidRPr="00701687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  <w:r w:rsidRPr="00701687">
              <w:rPr>
                <w:i/>
                <w:szCs w:val="20"/>
                <w:lang w:val="fr-FR"/>
              </w:rPr>
              <w:t>Sur la photo, il …</w:t>
            </w:r>
          </w:p>
          <w:p w14:paraId="35FD9114" w14:textId="77777777" w:rsidR="00701687" w:rsidRPr="00701687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  <w:r w:rsidRPr="00701687">
              <w:rPr>
                <w:i/>
                <w:szCs w:val="20"/>
                <w:lang w:val="fr-FR"/>
              </w:rPr>
              <w:t>Qu’est-ce que tu penses de la ville / du village sur la photo?</w:t>
            </w:r>
          </w:p>
          <w:p w14:paraId="05E22E7C" w14:textId="77777777" w:rsidR="00CF7EAD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  <w:r w:rsidRPr="00701687">
              <w:rPr>
                <w:i/>
                <w:szCs w:val="20"/>
                <w:lang w:val="fr-FR"/>
              </w:rPr>
              <w:t>Je pense que c’est …</w:t>
            </w:r>
          </w:p>
          <w:p w14:paraId="2923AA15" w14:textId="50F5EF17" w:rsidR="00701687" w:rsidRPr="00753418" w:rsidRDefault="00701687" w:rsidP="00701687">
            <w:pPr>
              <w:pStyle w:val="Tabletext"/>
              <w:rPr>
                <w:i/>
                <w:szCs w:val="20"/>
                <w:lang w:val="fr-FR"/>
              </w:rPr>
            </w:pPr>
          </w:p>
        </w:tc>
        <w:tc>
          <w:tcPr>
            <w:tcW w:w="2114" w:type="dxa"/>
          </w:tcPr>
          <w:p w14:paraId="4F82C9C6" w14:textId="77777777" w:rsidR="00701687" w:rsidRPr="00701687" w:rsidRDefault="00701687" w:rsidP="00701687">
            <w:pPr>
              <w:rPr>
                <w:lang w:val="fr-FR"/>
              </w:rPr>
            </w:pPr>
            <w:r w:rsidRPr="00701687">
              <w:rPr>
                <w:lang w:val="fr-FR"/>
              </w:rPr>
              <w:t>Saying ‘in’ (</w:t>
            </w:r>
            <w:r w:rsidRPr="00701687">
              <w:rPr>
                <w:i/>
                <w:lang w:val="fr-FR"/>
              </w:rPr>
              <w:t>dans</w:t>
            </w:r>
            <w:r w:rsidRPr="00701687">
              <w:rPr>
                <w:lang w:val="fr-FR"/>
              </w:rPr>
              <w:t xml:space="preserve">, </w:t>
            </w:r>
            <w:r w:rsidRPr="00701687">
              <w:rPr>
                <w:i/>
                <w:lang w:val="fr-FR"/>
              </w:rPr>
              <w:t>en</w:t>
            </w:r>
            <w:r w:rsidRPr="00701687">
              <w:rPr>
                <w:lang w:val="fr-FR"/>
              </w:rPr>
              <w:t xml:space="preserve">, </w:t>
            </w:r>
            <w:r w:rsidRPr="00701687">
              <w:rPr>
                <w:i/>
                <w:lang w:val="fr-FR"/>
              </w:rPr>
              <w:t>au</w:t>
            </w:r>
            <w:r w:rsidRPr="00701687">
              <w:rPr>
                <w:lang w:val="fr-FR"/>
              </w:rPr>
              <w:t xml:space="preserve">, </w:t>
            </w:r>
            <w:r w:rsidRPr="00701687">
              <w:rPr>
                <w:i/>
                <w:lang w:val="fr-FR"/>
              </w:rPr>
              <w:t>à</w:t>
            </w:r>
            <w:r w:rsidRPr="00701687">
              <w:rPr>
                <w:lang w:val="fr-FR"/>
              </w:rPr>
              <w:t xml:space="preserve"> </w:t>
            </w:r>
            <w:r w:rsidRPr="00701687">
              <w:rPr>
                <w:i/>
                <w:lang w:val="fr-FR"/>
              </w:rPr>
              <w:t>la</w:t>
            </w:r>
            <w:r w:rsidRPr="00701687">
              <w:rPr>
                <w:lang w:val="fr-FR"/>
              </w:rPr>
              <w:t xml:space="preserve">, </w:t>
            </w:r>
            <w:r w:rsidRPr="00701687">
              <w:rPr>
                <w:i/>
                <w:lang w:val="fr-FR"/>
              </w:rPr>
              <w:t>aux</w:t>
            </w:r>
            <w:r w:rsidRPr="00701687">
              <w:rPr>
                <w:lang w:val="fr-FR"/>
              </w:rPr>
              <w:t>)</w:t>
            </w:r>
          </w:p>
          <w:p w14:paraId="678380CD" w14:textId="77777777" w:rsidR="00701687" w:rsidRPr="00701687" w:rsidRDefault="00701687" w:rsidP="00701687">
            <w:pPr>
              <w:rPr>
                <w:lang w:val="fr-FR"/>
              </w:rPr>
            </w:pPr>
          </w:p>
          <w:p w14:paraId="5840AB23" w14:textId="3AF12A70" w:rsidR="00753418" w:rsidRPr="00753418" w:rsidRDefault="00701687" w:rsidP="00701687">
            <w:pPr>
              <w:rPr>
                <w:lang w:val="fr-FR"/>
              </w:rPr>
            </w:pPr>
            <w:r w:rsidRPr="00701687">
              <w:rPr>
                <w:lang w:val="fr-FR"/>
              </w:rPr>
              <w:t>Pronunciation: silent consonants</w:t>
            </w:r>
          </w:p>
        </w:tc>
      </w:tr>
      <w:tr w:rsidR="00175268" w:rsidRPr="006620C3" w14:paraId="6753AAC5" w14:textId="77777777" w:rsidTr="009C44D6">
        <w:trPr>
          <w:cantSplit/>
          <w:trHeight w:val="510"/>
        </w:trPr>
        <w:tc>
          <w:tcPr>
            <w:tcW w:w="1980" w:type="dxa"/>
          </w:tcPr>
          <w:p w14:paraId="08F355B6" w14:textId="32652CE9" w:rsidR="00753418" w:rsidRPr="00753418" w:rsidRDefault="00753418" w:rsidP="00753418">
            <w:pPr>
              <w:pStyle w:val="Tabletext"/>
              <w:rPr>
                <w:b/>
                <w:szCs w:val="20"/>
                <w:lang w:val="fr-FR"/>
              </w:rPr>
            </w:pPr>
            <w:r w:rsidRPr="00753418">
              <w:rPr>
                <w:b/>
                <w:szCs w:val="20"/>
                <w:lang w:val="fr-FR"/>
              </w:rPr>
              <w:lastRenderedPageBreak/>
              <w:t xml:space="preserve">1 </w:t>
            </w:r>
            <w:r w:rsidR="00C63E78" w:rsidRPr="003E2030">
              <w:rPr>
                <w:b/>
                <w:szCs w:val="20"/>
                <w:lang w:val="fr-FR"/>
              </w:rPr>
              <w:t>E</w:t>
            </w:r>
            <w:r w:rsidR="00C63E78" w:rsidRPr="003E2030">
              <w:rPr>
                <w:b/>
                <w:lang w:val="fr-FR"/>
              </w:rPr>
              <w:t>lle</w:t>
            </w:r>
            <w:r w:rsidR="00C63E78">
              <w:rPr>
                <w:lang w:val="fr-FR"/>
              </w:rPr>
              <w:t xml:space="preserve"> </w:t>
            </w:r>
            <w:r w:rsidR="00ED42F2" w:rsidRPr="00ED42F2">
              <w:rPr>
                <w:b/>
                <w:szCs w:val="20"/>
                <w:lang w:val="fr-FR"/>
              </w:rPr>
              <w:t>est comment, ta région</w:t>
            </w:r>
            <w:r w:rsidRPr="00753418">
              <w:rPr>
                <w:b/>
                <w:szCs w:val="20"/>
                <w:lang w:val="fr-FR"/>
              </w:rPr>
              <w:t>?</w:t>
            </w:r>
          </w:p>
          <w:p w14:paraId="7A2BEED2" w14:textId="491DFB4B" w:rsidR="00753418" w:rsidRPr="002058EB" w:rsidRDefault="00753418" w:rsidP="00753418">
            <w:pPr>
              <w:pStyle w:val="Tabletext"/>
              <w:rPr>
                <w:szCs w:val="20"/>
              </w:rPr>
            </w:pPr>
            <w:r w:rsidRPr="002058EB">
              <w:rPr>
                <w:szCs w:val="20"/>
              </w:rPr>
              <w:t xml:space="preserve">(pp. </w:t>
            </w:r>
            <w:r w:rsidR="00ED42F2" w:rsidRPr="002058EB">
              <w:rPr>
                <w:szCs w:val="20"/>
              </w:rPr>
              <w:t>82</w:t>
            </w:r>
            <w:r w:rsidRPr="002058EB">
              <w:rPr>
                <w:szCs w:val="20"/>
              </w:rPr>
              <w:t>–</w:t>
            </w:r>
            <w:r w:rsidR="00ED42F2" w:rsidRPr="002058EB">
              <w:rPr>
                <w:szCs w:val="20"/>
              </w:rPr>
              <w:t>83</w:t>
            </w:r>
            <w:r w:rsidRPr="002058EB">
              <w:rPr>
                <w:szCs w:val="20"/>
              </w:rPr>
              <w:t>)</w:t>
            </w:r>
          </w:p>
          <w:p w14:paraId="0275E7FA" w14:textId="77777777" w:rsidR="00753418" w:rsidRPr="002058EB" w:rsidRDefault="00753418" w:rsidP="00753418">
            <w:pPr>
              <w:pStyle w:val="Tabletext"/>
              <w:rPr>
                <w:szCs w:val="20"/>
              </w:rPr>
            </w:pPr>
          </w:p>
          <w:p w14:paraId="179FC841" w14:textId="77777777" w:rsidR="00ED42F2" w:rsidRPr="00ED42F2" w:rsidRDefault="00ED42F2" w:rsidP="00ED42F2">
            <w:pPr>
              <w:pStyle w:val="Tabletext"/>
              <w:rPr>
                <w:szCs w:val="20"/>
              </w:rPr>
            </w:pPr>
            <w:r w:rsidRPr="00ED42F2">
              <w:rPr>
                <w:szCs w:val="20"/>
              </w:rPr>
              <w:t>Describing where you live</w:t>
            </w:r>
          </w:p>
          <w:p w14:paraId="67D22DB1" w14:textId="77777777" w:rsidR="00ED42F2" w:rsidRPr="00ED42F2" w:rsidRDefault="00ED42F2" w:rsidP="00ED42F2">
            <w:pPr>
              <w:pStyle w:val="Tabletext"/>
              <w:rPr>
                <w:szCs w:val="20"/>
              </w:rPr>
            </w:pPr>
          </w:p>
          <w:p w14:paraId="28B75AA8" w14:textId="052FD577" w:rsidR="00175268" w:rsidRPr="006740F7" w:rsidRDefault="00ED42F2" w:rsidP="00ED42F2">
            <w:pPr>
              <w:pStyle w:val="Tabletext"/>
              <w:spacing w:before="0"/>
              <w:rPr>
                <w:szCs w:val="20"/>
              </w:rPr>
            </w:pPr>
            <w:r w:rsidRPr="00ED42F2">
              <w:rPr>
                <w:szCs w:val="20"/>
              </w:rPr>
              <w:t xml:space="preserve">Using </w:t>
            </w:r>
            <w:r w:rsidRPr="00ED42F2">
              <w:rPr>
                <w:i/>
                <w:szCs w:val="20"/>
              </w:rPr>
              <w:t>pouvoir</w:t>
            </w:r>
            <w:r w:rsidRPr="00ED42F2">
              <w:rPr>
                <w:szCs w:val="20"/>
              </w:rPr>
              <w:t xml:space="preserve"> + infinitive</w:t>
            </w:r>
            <w:r w:rsidR="00753418" w:rsidRPr="00753418">
              <w:rPr>
                <w:b/>
                <w:szCs w:val="20"/>
              </w:rPr>
              <w:t xml:space="preserve"> </w:t>
            </w:r>
          </w:p>
        </w:tc>
        <w:tc>
          <w:tcPr>
            <w:tcW w:w="2062" w:type="dxa"/>
          </w:tcPr>
          <w:p w14:paraId="0371B1B9" w14:textId="77777777" w:rsidR="00753418" w:rsidRPr="00753418" w:rsidRDefault="00753418" w:rsidP="00753418">
            <w:pPr>
              <w:pStyle w:val="Tabletext"/>
              <w:rPr>
                <w:b/>
                <w:szCs w:val="20"/>
              </w:rPr>
            </w:pPr>
            <w:r w:rsidRPr="00753418">
              <w:rPr>
                <w:b/>
                <w:szCs w:val="20"/>
              </w:rPr>
              <w:t>PoS</w:t>
            </w:r>
          </w:p>
          <w:p w14:paraId="51777CAE" w14:textId="77777777" w:rsidR="00ED42F2" w:rsidRPr="00ED42F2" w:rsidRDefault="00ED42F2" w:rsidP="00ED42F2">
            <w:pPr>
              <w:pStyle w:val="Tabletext"/>
              <w:rPr>
                <w:b/>
                <w:szCs w:val="20"/>
              </w:rPr>
            </w:pPr>
            <w:r w:rsidRPr="00ED42F2">
              <w:rPr>
                <w:b/>
                <w:szCs w:val="20"/>
              </w:rPr>
              <w:t xml:space="preserve">LC1 </w:t>
            </w:r>
            <w:r w:rsidRPr="00ED42F2">
              <w:rPr>
                <w:szCs w:val="20"/>
              </w:rPr>
              <w:t>Listening and responding</w:t>
            </w:r>
          </w:p>
          <w:p w14:paraId="6FF6FF7E" w14:textId="77777777" w:rsidR="00ED42F2" w:rsidRPr="00ED42F2" w:rsidRDefault="00ED42F2" w:rsidP="00ED42F2">
            <w:pPr>
              <w:pStyle w:val="Tabletext"/>
              <w:rPr>
                <w:b/>
                <w:szCs w:val="20"/>
              </w:rPr>
            </w:pPr>
          </w:p>
          <w:p w14:paraId="71B46E45" w14:textId="77777777" w:rsidR="00ED42F2" w:rsidRPr="00ED42F2" w:rsidRDefault="00ED42F2" w:rsidP="00ED42F2">
            <w:pPr>
              <w:pStyle w:val="Tabletext"/>
              <w:rPr>
                <w:b/>
                <w:szCs w:val="20"/>
              </w:rPr>
            </w:pPr>
            <w:r w:rsidRPr="00ED42F2">
              <w:rPr>
                <w:b/>
                <w:szCs w:val="20"/>
              </w:rPr>
              <w:t xml:space="preserve">LC4 </w:t>
            </w:r>
            <w:r w:rsidRPr="00ED42F2">
              <w:rPr>
                <w:szCs w:val="20"/>
              </w:rPr>
              <w:t>Expressing ideas (speaking / writing)</w:t>
            </w:r>
          </w:p>
          <w:p w14:paraId="31F743AE" w14:textId="77777777" w:rsidR="00ED42F2" w:rsidRPr="00ED42F2" w:rsidRDefault="00ED42F2" w:rsidP="00ED42F2">
            <w:pPr>
              <w:pStyle w:val="Tabletext"/>
              <w:rPr>
                <w:b/>
                <w:szCs w:val="20"/>
              </w:rPr>
            </w:pPr>
          </w:p>
          <w:p w14:paraId="75EC325D" w14:textId="77777777" w:rsidR="00ED42F2" w:rsidRPr="00ED42F2" w:rsidRDefault="00ED42F2" w:rsidP="00ED42F2">
            <w:pPr>
              <w:pStyle w:val="Tabletext"/>
              <w:rPr>
                <w:b/>
                <w:szCs w:val="20"/>
              </w:rPr>
            </w:pPr>
            <w:r w:rsidRPr="00ED42F2">
              <w:rPr>
                <w:b/>
                <w:szCs w:val="20"/>
              </w:rPr>
              <w:t xml:space="preserve">LC5 </w:t>
            </w:r>
            <w:r w:rsidRPr="00ED42F2">
              <w:rPr>
                <w:szCs w:val="20"/>
              </w:rPr>
              <w:t>Accurate pronunciation and intonation</w:t>
            </w:r>
          </w:p>
          <w:p w14:paraId="015516EB" w14:textId="77777777" w:rsidR="00ED42F2" w:rsidRPr="00ED42F2" w:rsidRDefault="00ED42F2" w:rsidP="00ED42F2">
            <w:pPr>
              <w:pStyle w:val="Tabletext"/>
              <w:rPr>
                <w:b/>
                <w:szCs w:val="20"/>
              </w:rPr>
            </w:pPr>
          </w:p>
          <w:p w14:paraId="16B03260" w14:textId="615787BE" w:rsidR="00753418" w:rsidRDefault="00ED42F2" w:rsidP="00ED42F2">
            <w:pPr>
              <w:pStyle w:val="Tabletext"/>
              <w:rPr>
                <w:b/>
                <w:szCs w:val="20"/>
              </w:rPr>
            </w:pPr>
            <w:r w:rsidRPr="00ED42F2">
              <w:rPr>
                <w:b/>
                <w:szCs w:val="20"/>
              </w:rPr>
              <w:t xml:space="preserve">LC6 </w:t>
            </w:r>
            <w:r w:rsidRPr="00ED42F2">
              <w:rPr>
                <w:szCs w:val="20"/>
              </w:rPr>
              <w:t>Reading comprehension</w:t>
            </w:r>
          </w:p>
          <w:p w14:paraId="75FF6C78" w14:textId="77777777" w:rsidR="00ED42F2" w:rsidRPr="00753418" w:rsidRDefault="00ED42F2" w:rsidP="00ED42F2">
            <w:pPr>
              <w:pStyle w:val="Tabletext"/>
              <w:rPr>
                <w:b/>
                <w:szCs w:val="20"/>
              </w:rPr>
            </w:pPr>
          </w:p>
          <w:p w14:paraId="1934F4D2" w14:textId="0361C8C8" w:rsidR="00175268" w:rsidRPr="00FF741B" w:rsidRDefault="00753418" w:rsidP="00753418">
            <w:pPr>
              <w:pStyle w:val="Tabletext"/>
              <w:rPr>
                <w:szCs w:val="20"/>
              </w:rPr>
            </w:pPr>
            <w:r w:rsidRPr="00753418">
              <w:rPr>
                <w:b/>
                <w:szCs w:val="20"/>
              </w:rPr>
              <w:t xml:space="preserve">PPS: </w:t>
            </w:r>
            <w:r w:rsidR="00C21B82" w:rsidRPr="00C21B82">
              <w:rPr>
                <w:szCs w:val="20"/>
              </w:rPr>
              <w:t>4th–5th Steps</w:t>
            </w:r>
          </w:p>
        </w:tc>
        <w:tc>
          <w:tcPr>
            <w:tcW w:w="3466" w:type="dxa"/>
          </w:tcPr>
          <w:p w14:paraId="1AE9F2CE" w14:textId="77777777" w:rsidR="00ED42F2" w:rsidRDefault="00ED42F2" w:rsidP="00ED42F2">
            <w:pPr>
              <w:pStyle w:val="Tabletext"/>
              <w:rPr>
                <w:i/>
                <w:szCs w:val="20"/>
                <w:lang w:val="fr-FR"/>
              </w:rPr>
            </w:pPr>
            <w:r w:rsidRPr="00ED42F2">
              <w:rPr>
                <w:i/>
                <w:szCs w:val="20"/>
                <w:lang w:val="fr-FR"/>
              </w:rPr>
              <w:t xml:space="preserve">C’est comment, ta région? </w:t>
            </w:r>
          </w:p>
          <w:p w14:paraId="01D2660B" w14:textId="34781C41" w:rsidR="00ED42F2" w:rsidRPr="00ED42F2" w:rsidRDefault="00ED42F2" w:rsidP="00ED42F2">
            <w:pPr>
              <w:pStyle w:val="Tabletext"/>
              <w:rPr>
                <w:i/>
                <w:szCs w:val="20"/>
                <w:lang w:val="fr-FR"/>
              </w:rPr>
            </w:pPr>
            <w:r>
              <w:rPr>
                <w:i/>
                <w:szCs w:val="20"/>
                <w:lang w:val="fr-FR"/>
              </w:rPr>
              <w:t>D</w:t>
            </w:r>
            <w:r w:rsidRPr="00ED42F2">
              <w:rPr>
                <w:i/>
                <w:szCs w:val="20"/>
                <w:lang w:val="fr-FR"/>
              </w:rPr>
              <w:t xml:space="preserve">ans ma région, </w:t>
            </w:r>
            <w:r w:rsidR="004A6F80">
              <w:rPr>
                <w:i/>
                <w:szCs w:val="20"/>
                <w:lang w:val="fr-FR"/>
              </w:rPr>
              <w:t>…</w:t>
            </w:r>
            <w:r w:rsidR="004A6F80" w:rsidRPr="00ED42F2">
              <w:rPr>
                <w:i/>
                <w:szCs w:val="20"/>
                <w:lang w:val="fr-FR"/>
              </w:rPr>
              <w:t xml:space="preserve"> </w:t>
            </w:r>
          </w:p>
          <w:p w14:paraId="6CDD8C35" w14:textId="7EE0B330" w:rsidR="00ED42F2" w:rsidRPr="00ED42F2" w:rsidRDefault="00ED42F2" w:rsidP="00ED42F2">
            <w:pPr>
              <w:pStyle w:val="Tabletext"/>
              <w:rPr>
                <w:i/>
                <w:szCs w:val="20"/>
                <w:lang w:val="fr-FR"/>
              </w:rPr>
            </w:pPr>
            <w:r w:rsidRPr="00ED42F2">
              <w:rPr>
                <w:i/>
                <w:szCs w:val="20"/>
                <w:lang w:val="fr-FR"/>
              </w:rPr>
              <w:t xml:space="preserve">il y a peu / beaucoup / plein / </w:t>
            </w:r>
            <w:r w:rsidR="00661066">
              <w:rPr>
                <w:i/>
                <w:szCs w:val="20"/>
                <w:lang w:val="fr-FR"/>
              </w:rPr>
              <w:br/>
            </w:r>
            <w:r w:rsidRPr="00ED42F2">
              <w:rPr>
                <w:i/>
                <w:szCs w:val="20"/>
                <w:lang w:val="fr-FR"/>
              </w:rPr>
              <w:t xml:space="preserve">trop de </w:t>
            </w:r>
            <w:r w:rsidR="004A6F80">
              <w:rPr>
                <w:i/>
                <w:szCs w:val="20"/>
                <w:lang w:val="fr-FR"/>
              </w:rPr>
              <w:t>…</w:t>
            </w:r>
            <w:r w:rsidR="004A6F80" w:rsidRPr="00ED42F2">
              <w:rPr>
                <w:i/>
                <w:szCs w:val="20"/>
                <w:lang w:val="fr-FR"/>
              </w:rPr>
              <w:t xml:space="preserve"> </w:t>
            </w:r>
          </w:p>
          <w:p w14:paraId="0A58C85D" w14:textId="512352EF" w:rsidR="00ED42F2" w:rsidRPr="00ED42F2" w:rsidRDefault="00ED42F2" w:rsidP="00ED42F2">
            <w:pPr>
              <w:pStyle w:val="Tabletext"/>
              <w:rPr>
                <w:i/>
                <w:szCs w:val="20"/>
                <w:lang w:val="fr-FR"/>
              </w:rPr>
            </w:pPr>
            <w:r w:rsidRPr="00ED42F2">
              <w:rPr>
                <w:i/>
                <w:szCs w:val="20"/>
                <w:lang w:val="fr-FR"/>
              </w:rPr>
              <w:t>bâtiments /</w:t>
            </w:r>
            <w:r w:rsidR="00C03F58">
              <w:rPr>
                <w:i/>
                <w:szCs w:val="20"/>
                <w:lang w:val="fr-FR"/>
              </w:rPr>
              <w:t xml:space="preserve"> voitures /</w:t>
            </w:r>
            <w:r w:rsidRPr="00ED42F2">
              <w:rPr>
                <w:i/>
                <w:szCs w:val="20"/>
                <w:lang w:val="fr-FR"/>
              </w:rPr>
              <w:t xml:space="preserve"> jardins publics / </w:t>
            </w:r>
            <w:r w:rsidR="00661066">
              <w:rPr>
                <w:i/>
                <w:szCs w:val="20"/>
                <w:lang w:val="fr-FR"/>
              </w:rPr>
              <w:br/>
            </w:r>
            <w:r w:rsidRPr="00ED42F2">
              <w:rPr>
                <w:i/>
                <w:szCs w:val="20"/>
                <w:lang w:val="fr-FR"/>
              </w:rPr>
              <w:t>touristes / champs / plages / rivières / forêts / lacs / montagnes / magasins / restaurants.</w:t>
            </w:r>
          </w:p>
          <w:p w14:paraId="4DD6FE0B" w14:textId="546FC7E7" w:rsidR="00ED42F2" w:rsidRPr="00ED42F2" w:rsidRDefault="00ED42F2" w:rsidP="00ED42F2">
            <w:pPr>
              <w:pStyle w:val="Tabletext"/>
              <w:rPr>
                <w:i/>
                <w:szCs w:val="20"/>
                <w:lang w:val="fr-FR"/>
              </w:rPr>
            </w:pPr>
            <w:r w:rsidRPr="00ED42F2">
              <w:rPr>
                <w:i/>
                <w:szCs w:val="20"/>
                <w:lang w:val="fr-FR"/>
              </w:rPr>
              <w:t xml:space="preserve">il y a peu / beaucoup / plein  / </w:t>
            </w:r>
            <w:r w:rsidR="00661066">
              <w:rPr>
                <w:i/>
                <w:szCs w:val="20"/>
                <w:lang w:val="fr-FR"/>
              </w:rPr>
              <w:br/>
            </w:r>
            <w:r w:rsidRPr="00ED42F2">
              <w:rPr>
                <w:i/>
                <w:szCs w:val="20"/>
                <w:lang w:val="fr-FR"/>
              </w:rPr>
              <w:t>trop d’appartements.</w:t>
            </w:r>
          </w:p>
          <w:p w14:paraId="4BDCC2FD" w14:textId="77777777" w:rsidR="00ED42F2" w:rsidRPr="00ED42F2" w:rsidRDefault="00ED42F2" w:rsidP="00ED42F2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2D3A2E53" w14:textId="5F54CCCC" w:rsidR="00661066" w:rsidRDefault="00ED42F2" w:rsidP="00ED42F2">
            <w:pPr>
              <w:pStyle w:val="Tabletext"/>
              <w:rPr>
                <w:i/>
                <w:szCs w:val="20"/>
                <w:lang w:val="fr-FR"/>
              </w:rPr>
            </w:pPr>
            <w:r w:rsidRPr="00ED42F2">
              <w:rPr>
                <w:i/>
                <w:szCs w:val="20"/>
                <w:lang w:val="fr-FR"/>
              </w:rPr>
              <w:t xml:space="preserve">En été / En hiver on peut / on ne peut pas </w:t>
            </w:r>
            <w:r w:rsidR="005817A6">
              <w:rPr>
                <w:i/>
                <w:szCs w:val="20"/>
                <w:lang w:val="fr-FR"/>
              </w:rPr>
              <w:t>…</w:t>
            </w:r>
            <w:r w:rsidR="005817A6" w:rsidRPr="00ED42F2">
              <w:rPr>
                <w:i/>
                <w:szCs w:val="20"/>
                <w:lang w:val="fr-FR"/>
              </w:rPr>
              <w:t xml:space="preserve"> </w:t>
            </w:r>
          </w:p>
          <w:p w14:paraId="6F313953" w14:textId="2C0FEDC9" w:rsidR="00ED42F2" w:rsidRPr="00ED42F2" w:rsidRDefault="00ED42F2" w:rsidP="00ED42F2">
            <w:pPr>
              <w:pStyle w:val="Tabletext"/>
              <w:rPr>
                <w:i/>
                <w:szCs w:val="20"/>
                <w:lang w:val="fr-FR"/>
              </w:rPr>
            </w:pPr>
            <w:r w:rsidRPr="00ED42F2">
              <w:rPr>
                <w:i/>
                <w:szCs w:val="20"/>
                <w:lang w:val="fr-FR"/>
              </w:rPr>
              <w:t>visiter les monuments historiques / des grottes.</w:t>
            </w:r>
          </w:p>
          <w:p w14:paraId="4E71280D" w14:textId="7A22045E" w:rsidR="00ED42F2" w:rsidRPr="00ED42F2" w:rsidRDefault="00ED42F2" w:rsidP="00ED42F2">
            <w:pPr>
              <w:pStyle w:val="Tabletext"/>
              <w:rPr>
                <w:i/>
                <w:szCs w:val="20"/>
                <w:lang w:val="fr-FR"/>
              </w:rPr>
            </w:pPr>
            <w:r w:rsidRPr="00ED42F2">
              <w:rPr>
                <w:i/>
                <w:szCs w:val="20"/>
                <w:lang w:val="fr-FR"/>
              </w:rPr>
              <w:t xml:space="preserve">faire du ski / du canoë-kayak / </w:t>
            </w:r>
            <w:r w:rsidR="00661066">
              <w:rPr>
                <w:i/>
                <w:szCs w:val="20"/>
                <w:lang w:val="fr-FR"/>
              </w:rPr>
              <w:br/>
            </w:r>
            <w:r w:rsidRPr="00ED42F2">
              <w:rPr>
                <w:i/>
                <w:szCs w:val="20"/>
                <w:lang w:val="fr-FR"/>
              </w:rPr>
              <w:t>des randonnées / les magasins.</w:t>
            </w:r>
          </w:p>
          <w:p w14:paraId="661A6126" w14:textId="77777777" w:rsidR="00ED42F2" w:rsidRPr="00ED42F2" w:rsidRDefault="00ED42F2" w:rsidP="00ED42F2">
            <w:pPr>
              <w:pStyle w:val="Tabletext"/>
              <w:rPr>
                <w:i/>
                <w:szCs w:val="20"/>
                <w:lang w:val="fr-FR"/>
              </w:rPr>
            </w:pPr>
            <w:r w:rsidRPr="00ED42F2">
              <w:rPr>
                <w:i/>
                <w:szCs w:val="20"/>
                <w:lang w:val="fr-FR"/>
              </w:rPr>
              <w:t>aller au cinéma / à la plage / en ville.</w:t>
            </w:r>
          </w:p>
          <w:p w14:paraId="1D0DD443" w14:textId="77777777" w:rsidR="00ED42F2" w:rsidRPr="00ED42F2" w:rsidRDefault="00ED42F2" w:rsidP="00ED42F2">
            <w:pPr>
              <w:pStyle w:val="Tabletext"/>
              <w:rPr>
                <w:i/>
                <w:szCs w:val="20"/>
                <w:lang w:val="fr-FR"/>
              </w:rPr>
            </w:pPr>
            <w:r w:rsidRPr="00ED42F2">
              <w:rPr>
                <w:i/>
                <w:szCs w:val="20"/>
                <w:lang w:val="fr-FR"/>
              </w:rPr>
              <w:t>manger des crêpes.</w:t>
            </w:r>
          </w:p>
          <w:p w14:paraId="3694BF92" w14:textId="77777777" w:rsidR="00ED42F2" w:rsidRPr="00ED42F2" w:rsidRDefault="00ED42F2" w:rsidP="00ED42F2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0386047B" w14:textId="77777777" w:rsidR="00ED42F2" w:rsidRPr="00ED42F2" w:rsidRDefault="00ED42F2" w:rsidP="00ED42F2">
            <w:pPr>
              <w:pStyle w:val="Tabletext"/>
              <w:rPr>
                <w:i/>
                <w:szCs w:val="20"/>
                <w:lang w:val="fr-FR"/>
              </w:rPr>
            </w:pPr>
            <w:r w:rsidRPr="00ED42F2">
              <w:rPr>
                <w:i/>
                <w:szCs w:val="20"/>
                <w:lang w:val="fr-FR"/>
              </w:rPr>
              <w:t>Quel temps fait-il pendant la saison sèche?</w:t>
            </w:r>
          </w:p>
          <w:p w14:paraId="47669E40" w14:textId="77777777" w:rsidR="00ED42F2" w:rsidRPr="00ED42F2" w:rsidRDefault="00ED42F2" w:rsidP="00ED42F2">
            <w:pPr>
              <w:pStyle w:val="Tabletext"/>
              <w:rPr>
                <w:i/>
                <w:szCs w:val="20"/>
                <w:lang w:val="fr-FR"/>
              </w:rPr>
            </w:pPr>
            <w:r w:rsidRPr="00ED42F2">
              <w:rPr>
                <w:i/>
                <w:szCs w:val="20"/>
                <w:lang w:val="fr-FR"/>
              </w:rPr>
              <w:t>Est-ce que tu peux aller à l’école pendant la saison sèche?</w:t>
            </w:r>
          </w:p>
          <w:p w14:paraId="46D1E699" w14:textId="77777777" w:rsidR="00ED42F2" w:rsidRPr="00ED42F2" w:rsidRDefault="00ED42F2" w:rsidP="00ED42F2">
            <w:pPr>
              <w:pStyle w:val="Tabletext"/>
              <w:rPr>
                <w:i/>
                <w:szCs w:val="20"/>
                <w:lang w:val="fr-FR"/>
              </w:rPr>
            </w:pPr>
            <w:r w:rsidRPr="00ED42F2">
              <w:rPr>
                <w:i/>
                <w:szCs w:val="20"/>
                <w:lang w:val="fr-FR"/>
              </w:rPr>
              <w:t>Qu’est-ce que tu peux faire pendant la saison des pluies?</w:t>
            </w:r>
          </w:p>
          <w:p w14:paraId="5A492C59" w14:textId="77777777" w:rsidR="00CF7EAD" w:rsidRDefault="00ED42F2" w:rsidP="00ED42F2">
            <w:pPr>
              <w:pStyle w:val="Tabletext"/>
              <w:rPr>
                <w:i/>
                <w:szCs w:val="20"/>
                <w:lang w:val="fr-FR"/>
              </w:rPr>
            </w:pPr>
            <w:r w:rsidRPr="00ED42F2">
              <w:rPr>
                <w:i/>
                <w:szCs w:val="20"/>
                <w:lang w:val="fr-FR"/>
              </w:rPr>
              <w:t>Est-ce que tu peux aller à l’école pendant la saison des pluies?</w:t>
            </w:r>
          </w:p>
          <w:p w14:paraId="1D1DB0C8" w14:textId="137A6A35" w:rsidR="00ED42F2" w:rsidRPr="00753418" w:rsidRDefault="00ED42F2" w:rsidP="00ED42F2">
            <w:pPr>
              <w:pStyle w:val="Tabletext"/>
              <w:rPr>
                <w:szCs w:val="20"/>
                <w:lang w:val="fr-FR"/>
              </w:rPr>
            </w:pPr>
          </w:p>
        </w:tc>
        <w:tc>
          <w:tcPr>
            <w:tcW w:w="2114" w:type="dxa"/>
          </w:tcPr>
          <w:p w14:paraId="6E845FFA" w14:textId="77777777" w:rsidR="00ED42F2" w:rsidRPr="00ED42F2" w:rsidRDefault="00ED42F2" w:rsidP="00ED42F2">
            <w:pPr>
              <w:pStyle w:val="Tabletext"/>
            </w:pPr>
            <w:r w:rsidRPr="00ED42F2">
              <w:t xml:space="preserve">Expressions of quantity (with </w:t>
            </w:r>
            <w:r w:rsidRPr="00ED42F2">
              <w:rPr>
                <w:i/>
              </w:rPr>
              <w:t>de</w:t>
            </w:r>
            <w:r w:rsidRPr="00ED42F2">
              <w:t>)</w:t>
            </w:r>
          </w:p>
          <w:p w14:paraId="6762FDEB" w14:textId="77777777" w:rsidR="00ED42F2" w:rsidRPr="00ED42F2" w:rsidRDefault="00ED42F2" w:rsidP="00ED42F2">
            <w:pPr>
              <w:pStyle w:val="Tabletext"/>
            </w:pPr>
          </w:p>
          <w:p w14:paraId="5BB40333" w14:textId="255D9DC6" w:rsidR="00ED42F2" w:rsidRPr="00ED42F2" w:rsidRDefault="00ED42F2" w:rsidP="00ED42F2">
            <w:pPr>
              <w:pStyle w:val="Tabletext"/>
            </w:pPr>
            <w:r w:rsidRPr="00ED42F2">
              <w:rPr>
                <w:b/>
              </w:rPr>
              <w:t>G:</w:t>
            </w:r>
            <w:r w:rsidRPr="00ED42F2">
              <w:t xml:space="preserve"> Using the verb </w:t>
            </w:r>
            <w:r w:rsidRPr="00ED42F2">
              <w:rPr>
                <w:i/>
              </w:rPr>
              <w:t>pouvoir</w:t>
            </w:r>
          </w:p>
          <w:p w14:paraId="23EBABC6" w14:textId="77777777" w:rsidR="00ED42F2" w:rsidRPr="00ED42F2" w:rsidRDefault="00ED42F2" w:rsidP="00ED42F2">
            <w:pPr>
              <w:pStyle w:val="Tabletext"/>
            </w:pPr>
          </w:p>
          <w:p w14:paraId="1713A2A7" w14:textId="23298227" w:rsidR="00753418" w:rsidRPr="00ED42F2" w:rsidRDefault="00ED42F2" w:rsidP="00ED42F2">
            <w:pPr>
              <w:pStyle w:val="Tabletext"/>
              <w:rPr>
                <w:lang w:val="fr-FR"/>
              </w:rPr>
            </w:pPr>
            <w:r w:rsidRPr="00ED42F2">
              <w:rPr>
                <w:lang w:val="fr-FR"/>
              </w:rPr>
              <w:t xml:space="preserve">Pronunciation: </w:t>
            </w:r>
            <w:r w:rsidRPr="00ED42F2">
              <w:rPr>
                <w:i/>
                <w:lang w:val="fr-FR"/>
              </w:rPr>
              <w:t>eu</w:t>
            </w:r>
            <w:r w:rsidRPr="00ED42F2">
              <w:rPr>
                <w:lang w:val="fr-FR"/>
              </w:rPr>
              <w:t xml:space="preserve"> and </w:t>
            </w:r>
            <w:r w:rsidRPr="00ED42F2">
              <w:rPr>
                <w:i/>
                <w:lang w:val="fr-FR"/>
              </w:rPr>
              <w:t>ou</w:t>
            </w:r>
            <w:r w:rsidRPr="00ED42F2">
              <w:rPr>
                <w:lang w:val="fr-FR"/>
              </w:rPr>
              <w:t xml:space="preserve">; silent letters: </w:t>
            </w:r>
            <w:r w:rsidRPr="00ED42F2">
              <w:rPr>
                <w:i/>
                <w:lang w:val="fr-FR"/>
              </w:rPr>
              <w:t>x</w:t>
            </w:r>
            <w:r w:rsidRPr="00ED42F2">
              <w:rPr>
                <w:lang w:val="fr-FR"/>
              </w:rPr>
              <w:t xml:space="preserve">, </w:t>
            </w:r>
            <w:r w:rsidRPr="00ED42F2">
              <w:rPr>
                <w:i/>
                <w:lang w:val="fr-FR"/>
              </w:rPr>
              <w:t>t</w:t>
            </w:r>
            <w:r w:rsidRPr="00ED42F2">
              <w:rPr>
                <w:lang w:val="fr-FR"/>
              </w:rPr>
              <w:t xml:space="preserve">, </w:t>
            </w:r>
            <w:r w:rsidRPr="00ED42F2">
              <w:rPr>
                <w:i/>
                <w:lang w:val="fr-FR"/>
              </w:rPr>
              <w:t>s</w:t>
            </w:r>
            <w:r w:rsidRPr="00ED42F2">
              <w:rPr>
                <w:lang w:val="fr-FR"/>
              </w:rPr>
              <w:t xml:space="preserve">, </w:t>
            </w:r>
            <w:r w:rsidRPr="00ED42F2">
              <w:rPr>
                <w:i/>
                <w:lang w:val="fr-FR"/>
              </w:rPr>
              <w:t>ent</w:t>
            </w:r>
          </w:p>
        </w:tc>
      </w:tr>
      <w:tr w:rsidR="00753418" w:rsidRPr="00FF741B" w14:paraId="00ABF8CA" w14:textId="77777777" w:rsidTr="009C44D6">
        <w:trPr>
          <w:cantSplit/>
          <w:trHeight w:val="1214"/>
        </w:trPr>
        <w:tc>
          <w:tcPr>
            <w:tcW w:w="1980" w:type="dxa"/>
          </w:tcPr>
          <w:p w14:paraId="6B26C0F3" w14:textId="6866AE7E" w:rsidR="00F11B95" w:rsidRDefault="00F11B95" w:rsidP="00F11B95">
            <w:pPr>
              <w:pStyle w:val="Tabletext"/>
              <w:rPr>
                <w:szCs w:val="20"/>
                <w:lang w:val="fr-FR"/>
              </w:rPr>
            </w:pPr>
            <w:bookmarkStart w:id="1" w:name="_Hlk533847186"/>
            <w:r w:rsidRPr="00F11B95">
              <w:rPr>
                <w:b/>
                <w:szCs w:val="20"/>
                <w:lang w:val="fr-FR"/>
              </w:rPr>
              <w:lastRenderedPageBreak/>
              <w:t xml:space="preserve">2 </w:t>
            </w:r>
            <w:r w:rsidR="00ED42F2" w:rsidRPr="00ED42F2">
              <w:rPr>
                <w:b/>
                <w:szCs w:val="20"/>
                <w:lang w:val="fr-FR"/>
              </w:rPr>
              <w:t>Qu’est-ce qu’on doit faire pour aider à la maison</w:t>
            </w:r>
            <w:r w:rsidRPr="00F11B95">
              <w:rPr>
                <w:b/>
                <w:szCs w:val="20"/>
                <w:lang w:val="fr-FR"/>
              </w:rPr>
              <w:t>?</w:t>
            </w:r>
          </w:p>
          <w:p w14:paraId="4640FBA7" w14:textId="6EB883B2" w:rsidR="00ED42F2" w:rsidRPr="00ED42F2" w:rsidRDefault="00ED42F2" w:rsidP="00F11B95">
            <w:pPr>
              <w:pStyle w:val="Tabletext"/>
              <w:rPr>
                <w:szCs w:val="20"/>
                <w:u w:val="single"/>
              </w:rPr>
            </w:pPr>
            <w:r w:rsidRPr="00ED42F2">
              <w:rPr>
                <w:szCs w:val="20"/>
                <w:u w:val="single"/>
              </w:rPr>
              <w:t>Listening and Reading S</w:t>
            </w:r>
            <w:r>
              <w:rPr>
                <w:szCs w:val="20"/>
                <w:u w:val="single"/>
              </w:rPr>
              <w:t>kills</w:t>
            </w:r>
            <w:bookmarkEnd w:id="1"/>
          </w:p>
          <w:p w14:paraId="48C5149A" w14:textId="1C55753E" w:rsidR="00F11B95" w:rsidRPr="00F11B95" w:rsidRDefault="00F11B95" w:rsidP="00F11B95">
            <w:pPr>
              <w:pStyle w:val="Tabletext"/>
              <w:rPr>
                <w:szCs w:val="20"/>
              </w:rPr>
            </w:pPr>
            <w:r w:rsidRPr="00F11B95">
              <w:rPr>
                <w:szCs w:val="20"/>
              </w:rPr>
              <w:t xml:space="preserve">(pp. </w:t>
            </w:r>
            <w:r w:rsidR="00ED42F2">
              <w:rPr>
                <w:szCs w:val="20"/>
              </w:rPr>
              <w:t>84</w:t>
            </w:r>
            <w:r w:rsidRPr="00F11B95">
              <w:rPr>
                <w:szCs w:val="20"/>
              </w:rPr>
              <w:t>–</w:t>
            </w:r>
            <w:r w:rsidR="00ED42F2">
              <w:rPr>
                <w:szCs w:val="20"/>
              </w:rPr>
              <w:t>85</w:t>
            </w:r>
            <w:r w:rsidRPr="00F11B95">
              <w:rPr>
                <w:szCs w:val="20"/>
              </w:rPr>
              <w:t>)</w:t>
            </w:r>
          </w:p>
          <w:p w14:paraId="4BB42831" w14:textId="77777777" w:rsidR="00F11B95" w:rsidRPr="00F11B95" w:rsidRDefault="00F11B95" w:rsidP="00F11B95">
            <w:pPr>
              <w:pStyle w:val="Tabletext"/>
              <w:rPr>
                <w:szCs w:val="20"/>
              </w:rPr>
            </w:pPr>
          </w:p>
          <w:p w14:paraId="1F635DE6" w14:textId="77777777" w:rsidR="00ED42F2" w:rsidRPr="00ED42F2" w:rsidRDefault="00ED42F2" w:rsidP="00ED42F2">
            <w:pPr>
              <w:pStyle w:val="Tabletext"/>
              <w:rPr>
                <w:szCs w:val="20"/>
              </w:rPr>
            </w:pPr>
            <w:r w:rsidRPr="00ED42F2">
              <w:rPr>
                <w:szCs w:val="20"/>
              </w:rPr>
              <w:t>Listening for different persons of the verb</w:t>
            </w:r>
          </w:p>
          <w:p w14:paraId="4215F887" w14:textId="77777777" w:rsidR="00ED42F2" w:rsidRPr="00ED42F2" w:rsidRDefault="00ED42F2" w:rsidP="00ED42F2">
            <w:pPr>
              <w:pStyle w:val="Tabletext"/>
              <w:rPr>
                <w:szCs w:val="20"/>
              </w:rPr>
            </w:pPr>
          </w:p>
          <w:p w14:paraId="159AD6DA" w14:textId="5FEC20D1" w:rsidR="00753418" w:rsidRPr="00FF741B" w:rsidRDefault="00ED42F2" w:rsidP="00ED42F2">
            <w:pPr>
              <w:pStyle w:val="Tabletext"/>
              <w:rPr>
                <w:b/>
                <w:szCs w:val="20"/>
              </w:rPr>
            </w:pPr>
            <w:r w:rsidRPr="00ED42F2">
              <w:rPr>
                <w:szCs w:val="20"/>
              </w:rPr>
              <w:t>Using different strategies to decode words while reading</w:t>
            </w:r>
          </w:p>
        </w:tc>
        <w:tc>
          <w:tcPr>
            <w:tcW w:w="2062" w:type="dxa"/>
          </w:tcPr>
          <w:p w14:paraId="6E368B3B" w14:textId="77777777" w:rsidR="00F11B95" w:rsidRPr="00F11B95" w:rsidRDefault="00F11B95" w:rsidP="00F11B95">
            <w:pPr>
              <w:pStyle w:val="Tabletext"/>
              <w:rPr>
                <w:b/>
                <w:szCs w:val="20"/>
              </w:rPr>
            </w:pPr>
            <w:r w:rsidRPr="00F11B95">
              <w:rPr>
                <w:b/>
                <w:szCs w:val="20"/>
              </w:rPr>
              <w:t>PoS</w:t>
            </w:r>
          </w:p>
          <w:p w14:paraId="4C40988A" w14:textId="77777777" w:rsidR="00ED42F2" w:rsidRPr="00ED42F2" w:rsidRDefault="00ED42F2" w:rsidP="00ED42F2">
            <w:pPr>
              <w:pStyle w:val="Tabletext"/>
              <w:rPr>
                <w:b/>
                <w:szCs w:val="20"/>
              </w:rPr>
            </w:pPr>
            <w:r w:rsidRPr="00ED42F2">
              <w:rPr>
                <w:b/>
                <w:szCs w:val="20"/>
              </w:rPr>
              <w:t xml:space="preserve">GV2 </w:t>
            </w:r>
            <w:r w:rsidRPr="00ED42F2">
              <w:rPr>
                <w:szCs w:val="20"/>
              </w:rPr>
              <w:t>Grammatical structures</w:t>
            </w:r>
          </w:p>
          <w:p w14:paraId="6528C49E" w14:textId="77777777" w:rsidR="00ED42F2" w:rsidRPr="00ED42F2" w:rsidRDefault="00ED42F2" w:rsidP="00ED42F2">
            <w:pPr>
              <w:pStyle w:val="Tabletext"/>
              <w:rPr>
                <w:b/>
                <w:szCs w:val="20"/>
              </w:rPr>
            </w:pPr>
          </w:p>
          <w:p w14:paraId="680BBD1C" w14:textId="77777777" w:rsidR="00ED42F2" w:rsidRPr="00ED42F2" w:rsidRDefault="00ED42F2" w:rsidP="00ED42F2">
            <w:pPr>
              <w:pStyle w:val="Tabletext"/>
              <w:rPr>
                <w:b/>
                <w:szCs w:val="20"/>
              </w:rPr>
            </w:pPr>
            <w:r w:rsidRPr="00ED42F2">
              <w:rPr>
                <w:b/>
                <w:szCs w:val="20"/>
              </w:rPr>
              <w:t xml:space="preserve">LC1 </w:t>
            </w:r>
            <w:r w:rsidRPr="00ED42F2">
              <w:rPr>
                <w:szCs w:val="20"/>
              </w:rPr>
              <w:t>Listening and responding</w:t>
            </w:r>
          </w:p>
          <w:p w14:paraId="2562C19A" w14:textId="77777777" w:rsidR="00ED42F2" w:rsidRPr="00ED42F2" w:rsidRDefault="00ED42F2" w:rsidP="00ED42F2">
            <w:pPr>
              <w:pStyle w:val="Tabletext"/>
              <w:rPr>
                <w:b/>
                <w:szCs w:val="20"/>
              </w:rPr>
            </w:pPr>
          </w:p>
          <w:p w14:paraId="58A9F009" w14:textId="77777777" w:rsidR="00ED42F2" w:rsidRPr="00ED42F2" w:rsidRDefault="00ED42F2" w:rsidP="00ED42F2">
            <w:pPr>
              <w:pStyle w:val="Tabletext"/>
              <w:rPr>
                <w:b/>
                <w:szCs w:val="20"/>
              </w:rPr>
            </w:pPr>
            <w:r w:rsidRPr="00ED42F2">
              <w:rPr>
                <w:b/>
                <w:szCs w:val="20"/>
              </w:rPr>
              <w:t xml:space="preserve">LC2 </w:t>
            </w:r>
            <w:r w:rsidRPr="00ED42F2">
              <w:rPr>
                <w:szCs w:val="20"/>
              </w:rPr>
              <w:t>Transcription</w:t>
            </w:r>
          </w:p>
          <w:p w14:paraId="0A6A60DD" w14:textId="77777777" w:rsidR="00ED42F2" w:rsidRPr="00ED42F2" w:rsidRDefault="00ED42F2" w:rsidP="00ED42F2">
            <w:pPr>
              <w:pStyle w:val="Tabletext"/>
              <w:rPr>
                <w:b/>
                <w:szCs w:val="20"/>
              </w:rPr>
            </w:pPr>
          </w:p>
          <w:p w14:paraId="2E12BEBA" w14:textId="77777777" w:rsidR="00ED42F2" w:rsidRPr="00ED42F2" w:rsidRDefault="00ED42F2" w:rsidP="00ED42F2">
            <w:pPr>
              <w:pStyle w:val="Tabletext"/>
              <w:rPr>
                <w:b/>
                <w:szCs w:val="20"/>
              </w:rPr>
            </w:pPr>
            <w:r w:rsidRPr="00ED42F2">
              <w:rPr>
                <w:b/>
                <w:szCs w:val="20"/>
              </w:rPr>
              <w:t xml:space="preserve">LC6 </w:t>
            </w:r>
            <w:r w:rsidRPr="00ED42F2">
              <w:rPr>
                <w:szCs w:val="20"/>
              </w:rPr>
              <w:t>Reading comprehension / Translation into English</w:t>
            </w:r>
          </w:p>
          <w:p w14:paraId="202BA124" w14:textId="77777777" w:rsidR="00ED42F2" w:rsidRPr="00ED42F2" w:rsidRDefault="00ED42F2" w:rsidP="00ED42F2">
            <w:pPr>
              <w:pStyle w:val="Tabletext"/>
              <w:rPr>
                <w:b/>
                <w:szCs w:val="20"/>
              </w:rPr>
            </w:pPr>
          </w:p>
          <w:p w14:paraId="2391DA55" w14:textId="39B63F7D" w:rsidR="00F11B95" w:rsidRDefault="00ED42F2" w:rsidP="00ED42F2">
            <w:pPr>
              <w:pStyle w:val="Tabletext"/>
              <w:rPr>
                <w:b/>
                <w:szCs w:val="20"/>
              </w:rPr>
            </w:pPr>
            <w:r w:rsidRPr="00ED42F2">
              <w:rPr>
                <w:b/>
                <w:szCs w:val="20"/>
              </w:rPr>
              <w:t xml:space="preserve">LC8 </w:t>
            </w:r>
            <w:r w:rsidRPr="00ED42F2">
              <w:rPr>
                <w:szCs w:val="20"/>
              </w:rPr>
              <w:t>Translation into French</w:t>
            </w:r>
          </w:p>
          <w:p w14:paraId="1FAE6EBC" w14:textId="77777777" w:rsidR="00ED42F2" w:rsidRPr="00F11B95" w:rsidRDefault="00ED42F2" w:rsidP="00ED42F2">
            <w:pPr>
              <w:pStyle w:val="Tabletext"/>
              <w:rPr>
                <w:b/>
                <w:szCs w:val="20"/>
              </w:rPr>
            </w:pPr>
          </w:p>
          <w:p w14:paraId="70312D9A" w14:textId="472C13EE" w:rsidR="00753418" w:rsidRPr="00175268" w:rsidRDefault="00F11B95" w:rsidP="00F11B95">
            <w:pPr>
              <w:pStyle w:val="Tabletext"/>
              <w:rPr>
                <w:b/>
                <w:szCs w:val="20"/>
              </w:rPr>
            </w:pPr>
            <w:r w:rsidRPr="00F11B95">
              <w:rPr>
                <w:b/>
                <w:szCs w:val="20"/>
              </w:rPr>
              <w:t>PPS:</w:t>
            </w:r>
            <w:r w:rsidRPr="00677869">
              <w:rPr>
                <w:szCs w:val="20"/>
              </w:rPr>
              <w:t xml:space="preserve"> </w:t>
            </w:r>
            <w:r w:rsidR="00677869" w:rsidRPr="00677869">
              <w:rPr>
                <w:szCs w:val="20"/>
              </w:rPr>
              <w:t>3rd–6th Steps</w:t>
            </w:r>
          </w:p>
        </w:tc>
        <w:tc>
          <w:tcPr>
            <w:tcW w:w="3466" w:type="dxa"/>
          </w:tcPr>
          <w:p w14:paraId="24362ECF" w14:textId="110DF4BB" w:rsidR="00F81B72" w:rsidRPr="00F81B72" w:rsidRDefault="00F81B72" w:rsidP="00F81B72">
            <w:pPr>
              <w:pStyle w:val="Tabletext"/>
              <w:rPr>
                <w:i/>
                <w:szCs w:val="20"/>
                <w:lang w:val="fr-FR"/>
              </w:rPr>
            </w:pPr>
            <w:r w:rsidRPr="00F81B72">
              <w:rPr>
                <w:i/>
                <w:szCs w:val="20"/>
                <w:lang w:val="fr-FR"/>
              </w:rPr>
              <w:t>Je dois … / Ma sœur doit …</w:t>
            </w:r>
            <w:r w:rsidR="00E8723E">
              <w:rPr>
                <w:i/>
                <w:szCs w:val="20"/>
                <w:lang w:val="fr-FR"/>
              </w:rPr>
              <w:t xml:space="preserve"> </w:t>
            </w:r>
            <w:r w:rsidRPr="00F81B72">
              <w:rPr>
                <w:i/>
                <w:szCs w:val="20"/>
                <w:lang w:val="fr-FR"/>
              </w:rPr>
              <w:t xml:space="preserve">/  </w:t>
            </w:r>
            <w:r w:rsidR="00661066">
              <w:rPr>
                <w:i/>
                <w:szCs w:val="20"/>
                <w:lang w:val="fr-FR"/>
              </w:rPr>
              <w:br/>
            </w:r>
            <w:r w:rsidRPr="00F81B72">
              <w:rPr>
                <w:i/>
                <w:szCs w:val="20"/>
                <w:lang w:val="fr-FR"/>
              </w:rPr>
              <w:t>Mon frère doit …</w:t>
            </w:r>
          </w:p>
          <w:p w14:paraId="4DAE74AB" w14:textId="77777777" w:rsidR="00F81B72" w:rsidRPr="00F81B72" w:rsidRDefault="00F81B72" w:rsidP="00F81B72">
            <w:pPr>
              <w:pStyle w:val="Tabletext"/>
              <w:rPr>
                <w:i/>
                <w:szCs w:val="20"/>
                <w:lang w:val="fr-FR"/>
              </w:rPr>
            </w:pPr>
          </w:p>
          <w:p w14:paraId="059342F6" w14:textId="77658A70" w:rsidR="00F81B72" w:rsidRPr="00F81B72" w:rsidRDefault="00F81B72" w:rsidP="00F81B72">
            <w:pPr>
              <w:pStyle w:val="Tabletext"/>
              <w:rPr>
                <w:i/>
                <w:szCs w:val="20"/>
                <w:lang w:val="fr-FR"/>
              </w:rPr>
            </w:pPr>
            <w:r w:rsidRPr="00F81B72">
              <w:rPr>
                <w:i/>
                <w:szCs w:val="20"/>
                <w:lang w:val="fr-FR"/>
              </w:rPr>
              <w:t>garder ma petite</w:t>
            </w:r>
            <w:r w:rsidR="00523D4C">
              <w:rPr>
                <w:i/>
                <w:szCs w:val="20"/>
                <w:lang w:val="fr-FR"/>
              </w:rPr>
              <w:t xml:space="preserve"> </w:t>
            </w:r>
            <w:r w:rsidRPr="00F81B72">
              <w:rPr>
                <w:i/>
                <w:szCs w:val="20"/>
                <w:lang w:val="fr-FR"/>
              </w:rPr>
              <w:t xml:space="preserve">sœur / mon frère / </w:t>
            </w:r>
            <w:r w:rsidR="00661066">
              <w:rPr>
                <w:i/>
                <w:szCs w:val="20"/>
                <w:lang w:val="fr-FR"/>
              </w:rPr>
              <w:br/>
            </w:r>
            <w:r w:rsidRPr="00F81B72">
              <w:rPr>
                <w:i/>
                <w:szCs w:val="20"/>
                <w:lang w:val="fr-FR"/>
              </w:rPr>
              <w:t>le bébé.</w:t>
            </w:r>
          </w:p>
          <w:p w14:paraId="7D7C9D32" w14:textId="77777777" w:rsidR="00F81B72" w:rsidRPr="00F81B72" w:rsidRDefault="00F81B72" w:rsidP="00F81B72">
            <w:pPr>
              <w:pStyle w:val="Tabletext"/>
              <w:rPr>
                <w:i/>
                <w:szCs w:val="20"/>
                <w:lang w:val="fr-FR"/>
              </w:rPr>
            </w:pPr>
            <w:r w:rsidRPr="00F81B72">
              <w:rPr>
                <w:i/>
                <w:szCs w:val="20"/>
                <w:lang w:val="fr-FR"/>
              </w:rPr>
              <w:t>ranger ma / sa chambre.</w:t>
            </w:r>
          </w:p>
          <w:p w14:paraId="30A79275" w14:textId="77777777" w:rsidR="00F81B72" w:rsidRPr="00F81B72" w:rsidRDefault="00F81B72" w:rsidP="00F81B72">
            <w:pPr>
              <w:pStyle w:val="Tabletext"/>
              <w:rPr>
                <w:i/>
                <w:szCs w:val="20"/>
                <w:lang w:val="fr-FR"/>
              </w:rPr>
            </w:pPr>
            <w:r w:rsidRPr="00F81B72">
              <w:rPr>
                <w:i/>
                <w:szCs w:val="20"/>
                <w:lang w:val="fr-FR"/>
              </w:rPr>
              <w:t>rapporter l’eau.</w:t>
            </w:r>
          </w:p>
          <w:p w14:paraId="27AA5FC2" w14:textId="77777777" w:rsidR="00F81B72" w:rsidRPr="00F81B72" w:rsidRDefault="00F81B72" w:rsidP="00F81B72">
            <w:pPr>
              <w:pStyle w:val="Tabletext"/>
              <w:rPr>
                <w:i/>
                <w:szCs w:val="20"/>
                <w:lang w:val="fr-FR"/>
              </w:rPr>
            </w:pPr>
            <w:r w:rsidRPr="00F81B72">
              <w:rPr>
                <w:i/>
                <w:szCs w:val="20"/>
                <w:lang w:val="fr-FR"/>
              </w:rPr>
              <w:t>laver la voiture.</w:t>
            </w:r>
          </w:p>
          <w:p w14:paraId="4E28535E" w14:textId="381F3B39" w:rsidR="00F81B72" w:rsidRPr="00F81B72" w:rsidRDefault="00F81B72" w:rsidP="00F81B72">
            <w:pPr>
              <w:pStyle w:val="Tabletext"/>
              <w:rPr>
                <w:i/>
                <w:szCs w:val="20"/>
                <w:lang w:val="fr-FR"/>
              </w:rPr>
            </w:pPr>
            <w:r w:rsidRPr="00F81B72">
              <w:rPr>
                <w:i/>
                <w:szCs w:val="20"/>
                <w:lang w:val="fr-FR"/>
              </w:rPr>
              <w:t xml:space="preserve">nourrir le chien / le chat / </w:t>
            </w:r>
            <w:r w:rsidR="00661066">
              <w:rPr>
                <w:i/>
                <w:szCs w:val="20"/>
                <w:lang w:val="fr-FR"/>
              </w:rPr>
              <w:br/>
            </w:r>
            <w:r w:rsidRPr="00F81B72">
              <w:rPr>
                <w:i/>
                <w:szCs w:val="20"/>
                <w:lang w:val="fr-FR"/>
              </w:rPr>
              <w:t>les animaux.</w:t>
            </w:r>
          </w:p>
          <w:p w14:paraId="7C131855" w14:textId="212FC72F" w:rsidR="00F81B72" w:rsidRPr="00F81B72" w:rsidRDefault="00F81B72" w:rsidP="00F81B72">
            <w:pPr>
              <w:pStyle w:val="Tabletext"/>
              <w:rPr>
                <w:i/>
                <w:szCs w:val="20"/>
                <w:lang w:val="fr-FR"/>
              </w:rPr>
            </w:pPr>
            <w:r w:rsidRPr="00F81B72">
              <w:rPr>
                <w:i/>
                <w:szCs w:val="20"/>
                <w:lang w:val="fr-FR"/>
              </w:rPr>
              <w:t xml:space="preserve">faire la cuisine / la vaisselle / </w:t>
            </w:r>
            <w:r w:rsidR="00661066">
              <w:rPr>
                <w:i/>
                <w:szCs w:val="20"/>
                <w:lang w:val="fr-FR"/>
              </w:rPr>
              <w:br/>
            </w:r>
            <w:r w:rsidRPr="00F81B72">
              <w:rPr>
                <w:i/>
                <w:szCs w:val="20"/>
                <w:lang w:val="fr-FR"/>
              </w:rPr>
              <w:t>la lessive.</w:t>
            </w:r>
          </w:p>
          <w:p w14:paraId="03997742" w14:textId="77777777" w:rsidR="00F81B72" w:rsidRPr="00F81B72" w:rsidRDefault="00F81B72" w:rsidP="00F81B72">
            <w:pPr>
              <w:pStyle w:val="Tabletext"/>
              <w:rPr>
                <w:i/>
                <w:szCs w:val="20"/>
                <w:lang w:val="fr-FR"/>
              </w:rPr>
            </w:pPr>
          </w:p>
          <w:p w14:paraId="3666FA31" w14:textId="681C6E0D" w:rsidR="00F81B72" w:rsidRPr="00F81B72" w:rsidRDefault="00F81B72" w:rsidP="00F81B72">
            <w:pPr>
              <w:pStyle w:val="Tabletext"/>
              <w:rPr>
                <w:i/>
                <w:szCs w:val="20"/>
                <w:lang w:val="fr-FR"/>
              </w:rPr>
            </w:pPr>
            <w:r w:rsidRPr="00F81B72">
              <w:rPr>
                <w:i/>
                <w:szCs w:val="20"/>
                <w:lang w:val="fr-FR"/>
              </w:rPr>
              <w:t>Je ne fais rien pour aider à</w:t>
            </w:r>
            <w:r w:rsidR="00661066">
              <w:rPr>
                <w:i/>
                <w:szCs w:val="20"/>
                <w:lang w:val="fr-FR"/>
              </w:rPr>
              <w:t xml:space="preserve"> </w:t>
            </w:r>
            <w:r w:rsidRPr="00F81B72">
              <w:rPr>
                <w:i/>
                <w:szCs w:val="20"/>
                <w:lang w:val="fr-FR"/>
              </w:rPr>
              <w:t>la maison!</w:t>
            </w:r>
          </w:p>
          <w:p w14:paraId="279902E4" w14:textId="77777777" w:rsidR="00F81B72" w:rsidRPr="00F81B72" w:rsidRDefault="00F81B72" w:rsidP="00F81B72">
            <w:pPr>
              <w:pStyle w:val="Tabletext"/>
              <w:rPr>
                <w:i/>
                <w:szCs w:val="20"/>
                <w:lang w:val="fr-FR"/>
              </w:rPr>
            </w:pPr>
            <w:r w:rsidRPr="00F81B72">
              <w:rPr>
                <w:i/>
                <w:szCs w:val="20"/>
                <w:lang w:val="fr-FR"/>
              </w:rPr>
              <w:t>Mon frère / Ma sœur ne fait rien pour aider à la maison.</w:t>
            </w:r>
          </w:p>
          <w:p w14:paraId="3410BD8B" w14:textId="77777777" w:rsidR="00F81B72" w:rsidRPr="00F81B72" w:rsidRDefault="00F81B72" w:rsidP="00F81B72">
            <w:pPr>
              <w:pStyle w:val="Tabletext"/>
              <w:rPr>
                <w:i/>
                <w:szCs w:val="20"/>
                <w:lang w:val="fr-FR"/>
              </w:rPr>
            </w:pPr>
          </w:p>
          <w:p w14:paraId="45F96AA6" w14:textId="77777777" w:rsidR="00DA5E9F" w:rsidRDefault="00F81B72" w:rsidP="00F81B72">
            <w:pPr>
              <w:pStyle w:val="Tabletext"/>
              <w:rPr>
                <w:i/>
                <w:szCs w:val="20"/>
                <w:lang w:val="fr-FR"/>
              </w:rPr>
            </w:pPr>
            <w:r w:rsidRPr="00F81B72">
              <w:rPr>
                <w:i/>
                <w:szCs w:val="20"/>
                <w:lang w:val="fr-FR"/>
              </w:rPr>
              <w:t xml:space="preserve">Je pense que / Pour moi / À mon </w:t>
            </w:r>
            <w:r w:rsidR="00661066">
              <w:rPr>
                <w:i/>
                <w:szCs w:val="20"/>
                <w:lang w:val="fr-FR"/>
              </w:rPr>
              <w:br/>
            </w:r>
            <w:r w:rsidRPr="00F81B72">
              <w:rPr>
                <w:i/>
                <w:szCs w:val="20"/>
                <w:lang w:val="fr-FR"/>
              </w:rPr>
              <w:t>avis …</w:t>
            </w:r>
            <w:r w:rsidR="00523D4C">
              <w:rPr>
                <w:i/>
                <w:szCs w:val="20"/>
                <w:lang w:val="fr-FR"/>
              </w:rPr>
              <w:t xml:space="preserve"> </w:t>
            </w:r>
          </w:p>
          <w:p w14:paraId="06DE444D" w14:textId="0C7D3CAC" w:rsidR="00CF7EAD" w:rsidRDefault="00F81B72" w:rsidP="00F81B72">
            <w:pPr>
              <w:pStyle w:val="Tabletext"/>
              <w:rPr>
                <w:i/>
                <w:szCs w:val="20"/>
                <w:lang w:val="fr-FR"/>
              </w:rPr>
            </w:pPr>
            <w:r w:rsidRPr="00F81B72">
              <w:rPr>
                <w:i/>
                <w:szCs w:val="20"/>
                <w:lang w:val="fr-FR"/>
              </w:rPr>
              <w:t>c’est juste / ce n’est pas juste.</w:t>
            </w:r>
          </w:p>
          <w:p w14:paraId="29AF66EE" w14:textId="4F623D80" w:rsidR="00523D4C" w:rsidRPr="00F11B95" w:rsidRDefault="00523D4C" w:rsidP="00F81B72">
            <w:pPr>
              <w:pStyle w:val="Tabletext"/>
              <w:rPr>
                <w:i/>
                <w:szCs w:val="20"/>
                <w:lang w:val="fr-FR"/>
              </w:rPr>
            </w:pPr>
          </w:p>
        </w:tc>
        <w:tc>
          <w:tcPr>
            <w:tcW w:w="2114" w:type="dxa"/>
          </w:tcPr>
          <w:p w14:paraId="2AF6B435" w14:textId="58EA8573" w:rsidR="00523D4C" w:rsidRDefault="00523D4C" w:rsidP="00523D4C">
            <w:r w:rsidRPr="00523D4C">
              <w:rPr>
                <w:b/>
              </w:rPr>
              <w:t>G:</w:t>
            </w:r>
            <w:r>
              <w:t xml:space="preserve"> Using </w:t>
            </w:r>
            <w:r w:rsidRPr="00523D4C">
              <w:rPr>
                <w:i/>
              </w:rPr>
              <w:t>devoir</w:t>
            </w:r>
          </w:p>
          <w:p w14:paraId="556C2739" w14:textId="77777777" w:rsidR="00523D4C" w:rsidRDefault="00523D4C" w:rsidP="00523D4C"/>
          <w:p w14:paraId="3129AAF9" w14:textId="77777777" w:rsidR="00523D4C" w:rsidRDefault="00523D4C" w:rsidP="00523D4C">
            <w:r>
              <w:t>Listening to spot and transcribe infinitives and nouns</w:t>
            </w:r>
          </w:p>
          <w:p w14:paraId="2690D033" w14:textId="77777777" w:rsidR="00523D4C" w:rsidRDefault="00523D4C" w:rsidP="00523D4C"/>
          <w:p w14:paraId="1C9001C8" w14:textId="77777777" w:rsidR="00523D4C" w:rsidRDefault="00523D4C" w:rsidP="00523D4C">
            <w:r>
              <w:t>Using grammatical knowledge while reading</w:t>
            </w:r>
          </w:p>
          <w:p w14:paraId="4D77BD0C" w14:textId="77777777" w:rsidR="00523D4C" w:rsidRDefault="00523D4C" w:rsidP="00523D4C"/>
          <w:p w14:paraId="490C8736" w14:textId="059C5160" w:rsidR="00753418" w:rsidRPr="00753418" w:rsidRDefault="00523D4C" w:rsidP="00523D4C">
            <w:r>
              <w:t>Using a variety of reading strategies to decode words while reading</w:t>
            </w:r>
          </w:p>
        </w:tc>
      </w:tr>
      <w:tr w:rsidR="00753418" w:rsidRPr="00DD3FE4" w14:paraId="249D4269" w14:textId="77777777" w:rsidTr="009C44D6">
        <w:trPr>
          <w:cantSplit/>
          <w:trHeight w:val="510"/>
        </w:trPr>
        <w:tc>
          <w:tcPr>
            <w:tcW w:w="1980" w:type="dxa"/>
          </w:tcPr>
          <w:p w14:paraId="383A381F" w14:textId="4613CD0F" w:rsidR="00853F30" w:rsidRPr="00142F20" w:rsidRDefault="00853F30" w:rsidP="00853F30">
            <w:pPr>
              <w:pStyle w:val="Tabletext"/>
              <w:rPr>
                <w:b/>
                <w:szCs w:val="20"/>
                <w:lang w:val="fr-FR"/>
              </w:rPr>
            </w:pPr>
            <w:bookmarkStart w:id="2" w:name="_Hlk532375864"/>
            <w:r w:rsidRPr="00142F20">
              <w:rPr>
                <w:b/>
                <w:szCs w:val="20"/>
                <w:lang w:val="fr-FR"/>
              </w:rPr>
              <w:t xml:space="preserve">3 </w:t>
            </w:r>
            <w:r w:rsidR="00523D4C" w:rsidRPr="00142F20">
              <w:rPr>
                <w:b/>
                <w:szCs w:val="20"/>
                <w:lang w:val="fr-FR"/>
              </w:rPr>
              <w:t>Ma routine, ta routine</w:t>
            </w:r>
            <w:bookmarkEnd w:id="2"/>
          </w:p>
          <w:p w14:paraId="2C87C69E" w14:textId="29A2C5A5" w:rsidR="00853F30" w:rsidRPr="00142F20" w:rsidRDefault="00853F30" w:rsidP="00853F30">
            <w:pPr>
              <w:pStyle w:val="Tabletext"/>
              <w:rPr>
                <w:szCs w:val="20"/>
                <w:lang w:val="fr-FR"/>
              </w:rPr>
            </w:pPr>
            <w:r w:rsidRPr="00142F20">
              <w:rPr>
                <w:szCs w:val="20"/>
                <w:lang w:val="fr-FR"/>
              </w:rPr>
              <w:t xml:space="preserve">(pp. </w:t>
            </w:r>
            <w:r w:rsidR="00523D4C" w:rsidRPr="00142F20">
              <w:rPr>
                <w:szCs w:val="20"/>
                <w:lang w:val="fr-FR"/>
              </w:rPr>
              <w:t>86</w:t>
            </w:r>
            <w:r w:rsidRPr="00142F20">
              <w:rPr>
                <w:szCs w:val="20"/>
                <w:lang w:val="fr-FR"/>
              </w:rPr>
              <w:t>–</w:t>
            </w:r>
            <w:r w:rsidR="00523D4C" w:rsidRPr="00142F20">
              <w:rPr>
                <w:szCs w:val="20"/>
                <w:lang w:val="fr-FR"/>
              </w:rPr>
              <w:t>87</w:t>
            </w:r>
            <w:r w:rsidRPr="00142F20">
              <w:rPr>
                <w:szCs w:val="20"/>
                <w:lang w:val="fr-FR"/>
              </w:rPr>
              <w:t>)</w:t>
            </w:r>
          </w:p>
          <w:p w14:paraId="6FDB6E91" w14:textId="77777777" w:rsidR="00853F30" w:rsidRPr="00142F20" w:rsidRDefault="00853F30" w:rsidP="00853F30">
            <w:pPr>
              <w:pStyle w:val="Tabletext"/>
              <w:rPr>
                <w:szCs w:val="20"/>
                <w:lang w:val="fr-FR"/>
              </w:rPr>
            </w:pPr>
          </w:p>
          <w:p w14:paraId="4A446192" w14:textId="77777777" w:rsidR="00523D4C" w:rsidRPr="00523D4C" w:rsidRDefault="00523D4C" w:rsidP="00523D4C">
            <w:pPr>
              <w:pStyle w:val="Tabletext"/>
              <w:rPr>
                <w:szCs w:val="20"/>
              </w:rPr>
            </w:pPr>
            <w:r w:rsidRPr="00523D4C">
              <w:rPr>
                <w:szCs w:val="20"/>
              </w:rPr>
              <w:t>Talking about daily routine</w:t>
            </w:r>
          </w:p>
          <w:p w14:paraId="3C5FFA47" w14:textId="77777777" w:rsidR="00523D4C" w:rsidRPr="00523D4C" w:rsidRDefault="00523D4C" w:rsidP="00523D4C">
            <w:pPr>
              <w:pStyle w:val="Tabletext"/>
              <w:rPr>
                <w:szCs w:val="20"/>
              </w:rPr>
            </w:pPr>
          </w:p>
          <w:p w14:paraId="2899609D" w14:textId="49114045" w:rsidR="00753418" w:rsidRDefault="00523D4C" w:rsidP="00523D4C">
            <w:pPr>
              <w:pStyle w:val="Tabletext"/>
              <w:rPr>
                <w:b/>
                <w:szCs w:val="20"/>
              </w:rPr>
            </w:pPr>
            <w:r w:rsidRPr="00523D4C">
              <w:rPr>
                <w:szCs w:val="20"/>
              </w:rPr>
              <w:t>Using reflexive verbs</w:t>
            </w:r>
          </w:p>
        </w:tc>
        <w:tc>
          <w:tcPr>
            <w:tcW w:w="2062" w:type="dxa"/>
          </w:tcPr>
          <w:p w14:paraId="6BC06CEC" w14:textId="77777777" w:rsidR="00DD3FE4" w:rsidRPr="00DD3FE4" w:rsidRDefault="00DD3FE4" w:rsidP="00DD3FE4">
            <w:pPr>
              <w:pStyle w:val="Tabletext"/>
              <w:rPr>
                <w:b/>
                <w:szCs w:val="20"/>
              </w:rPr>
            </w:pPr>
            <w:r w:rsidRPr="00DD3FE4">
              <w:rPr>
                <w:b/>
                <w:szCs w:val="20"/>
              </w:rPr>
              <w:t>PoS</w:t>
            </w:r>
          </w:p>
          <w:p w14:paraId="6D609991" w14:textId="77777777" w:rsidR="00523D4C" w:rsidRPr="00523D4C" w:rsidRDefault="00523D4C" w:rsidP="00523D4C">
            <w:pPr>
              <w:pStyle w:val="Tabletext"/>
              <w:rPr>
                <w:b/>
                <w:szCs w:val="20"/>
              </w:rPr>
            </w:pPr>
            <w:r w:rsidRPr="00523D4C">
              <w:rPr>
                <w:b/>
                <w:szCs w:val="20"/>
              </w:rPr>
              <w:t xml:space="preserve">GV3 </w:t>
            </w:r>
            <w:r w:rsidRPr="00523D4C">
              <w:rPr>
                <w:szCs w:val="20"/>
              </w:rPr>
              <w:t>Developing vocabulary</w:t>
            </w:r>
          </w:p>
          <w:p w14:paraId="2DF051C1" w14:textId="77777777" w:rsidR="00523D4C" w:rsidRPr="00523D4C" w:rsidRDefault="00523D4C" w:rsidP="00523D4C">
            <w:pPr>
              <w:pStyle w:val="Tabletext"/>
              <w:rPr>
                <w:b/>
                <w:szCs w:val="20"/>
              </w:rPr>
            </w:pPr>
          </w:p>
          <w:p w14:paraId="777D192D" w14:textId="77777777" w:rsidR="00523D4C" w:rsidRPr="00523D4C" w:rsidRDefault="00523D4C" w:rsidP="00523D4C">
            <w:pPr>
              <w:pStyle w:val="Tabletext"/>
              <w:rPr>
                <w:b/>
                <w:szCs w:val="20"/>
              </w:rPr>
            </w:pPr>
            <w:r w:rsidRPr="00523D4C">
              <w:rPr>
                <w:b/>
                <w:szCs w:val="20"/>
              </w:rPr>
              <w:t xml:space="preserve">LC1 </w:t>
            </w:r>
            <w:r w:rsidRPr="00523D4C">
              <w:rPr>
                <w:szCs w:val="20"/>
              </w:rPr>
              <w:t>Listening and responding</w:t>
            </w:r>
          </w:p>
          <w:p w14:paraId="153BB8CE" w14:textId="77777777" w:rsidR="00523D4C" w:rsidRPr="00523D4C" w:rsidRDefault="00523D4C" w:rsidP="00523D4C">
            <w:pPr>
              <w:pStyle w:val="Tabletext"/>
              <w:rPr>
                <w:b/>
                <w:szCs w:val="20"/>
              </w:rPr>
            </w:pPr>
          </w:p>
          <w:p w14:paraId="2F2D6837" w14:textId="77777777" w:rsidR="00523D4C" w:rsidRPr="00523D4C" w:rsidRDefault="00523D4C" w:rsidP="00523D4C">
            <w:pPr>
              <w:pStyle w:val="Tabletext"/>
              <w:rPr>
                <w:b/>
                <w:szCs w:val="20"/>
              </w:rPr>
            </w:pPr>
            <w:r w:rsidRPr="00523D4C">
              <w:rPr>
                <w:b/>
                <w:szCs w:val="20"/>
              </w:rPr>
              <w:t xml:space="preserve">LC4 </w:t>
            </w:r>
            <w:r w:rsidRPr="00523D4C">
              <w:rPr>
                <w:szCs w:val="20"/>
              </w:rPr>
              <w:t>Expressing ideas (writing)</w:t>
            </w:r>
          </w:p>
          <w:p w14:paraId="7C03D45A" w14:textId="77777777" w:rsidR="00523D4C" w:rsidRPr="00523D4C" w:rsidRDefault="00523D4C" w:rsidP="00523D4C">
            <w:pPr>
              <w:pStyle w:val="Tabletext"/>
              <w:rPr>
                <w:b/>
                <w:szCs w:val="20"/>
              </w:rPr>
            </w:pPr>
          </w:p>
          <w:p w14:paraId="4B8A7314" w14:textId="40B6098F" w:rsidR="00DD3FE4" w:rsidRDefault="00523D4C" w:rsidP="00523D4C">
            <w:pPr>
              <w:pStyle w:val="Tabletext"/>
              <w:rPr>
                <w:szCs w:val="20"/>
              </w:rPr>
            </w:pPr>
            <w:r w:rsidRPr="00523D4C">
              <w:rPr>
                <w:b/>
                <w:szCs w:val="20"/>
              </w:rPr>
              <w:t xml:space="preserve">LC6 </w:t>
            </w:r>
            <w:r w:rsidRPr="00523D4C">
              <w:rPr>
                <w:szCs w:val="20"/>
              </w:rPr>
              <w:t>Reading comprehension / Translation into English</w:t>
            </w:r>
          </w:p>
          <w:p w14:paraId="22999B8D" w14:textId="77777777" w:rsidR="00523D4C" w:rsidRPr="00DD3FE4" w:rsidRDefault="00523D4C" w:rsidP="00523D4C">
            <w:pPr>
              <w:pStyle w:val="Tabletext"/>
              <w:rPr>
                <w:b/>
                <w:szCs w:val="20"/>
              </w:rPr>
            </w:pPr>
          </w:p>
          <w:p w14:paraId="1F1C41C7" w14:textId="405D39EF" w:rsidR="00753418" w:rsidRPr="00175268" w:rsidRDefault="00DD3FE4" w:rsidP="00DD3FE4">
            <w:pPr>
              <w:pStyle w:val="Tabletext"/>
              <w:rPr>
                <w:b/>
                <w:szCs w:val="20"/>
              </w:rPr>
            </w:pPr>
            <w:r w:rsidRPr="00DD3FE4">
              <w:rPr>
                <w:b/>
                <w:szCs w:val="20"/>
              </w:rPr>
              <w:t xml:space="preserve">PPS: </w:t>
            </w:r>
            <w:r w:rsidR="008A117E">
              <w:rPr>
                <w:szCs w:val="20"/>
              </w:rPr>
              <w:t>2nd–6th Steps</w:t>
            </w:r>
          </w:p>
        </w:tc>
        <w:tc>
          <w:tcPr>
            <w:tcW w:w="3466" w:type="dxa"/>
          </w:tcPr>
          <w:p w14:paraId="19F0D07E" w14:textId="77777777" w:rsidR="00523D4C" w:rsidRPr="00523D4C" w:rsidRDefault="00523D4C" w:rsidP="00523D4C">
            <w:pPr>
              <w:pStyle w:val="Tabletext"/>
              <w:rPr>
                <w:i/>
                <w:szCs w:val="20"/>
                <w:lang w:val="fr-FR"/>
              </w:rPr>
            </w:pPr>
            <w:r w:rsidRPr="00523D4C">
              <w:rPr>
                <w:i/>
                <w:szCs w:val="20"/>
                <w:lang w:val="fr-FR"/>
              </w:rPr>
              <w:t>Je me lève.</w:t>
            </w:r>
          </w:p>
          <w:p w14:paraId="467B2A92" w14:textId="77777777" w:rsidR="00523D4C" w:rsidRPr="00523D4C" w:rsidRDefault="00523D4C" w:rsidP="00523D4C">
            <w:pPr>
              <w:pStyle w:val="Tabletext"/>
              <w:rPr>
                <w:i/>
                <w:szCs w:val="20"/>
                <w:lang w:val="fr-FR"/>
              </w:rPr>
            </w:pPr>
            <w:r w:rsidRPr="00523D4C">
              <w:rPr>
                <w:i/>
                <w:szCs w:val="20"/>
                <w:lang w:val="fr-FR"/>
              </w:rPr>
              <w:t>Je me douche.</w:t>
            </w:r>
          </w:p>
          <w:p w14:paraId="7E1CF0BC" w14:textId="77777777" w:rsidR="00523D4C" w:rsidRPr="00523D4C" w:rsidRDefault="00523D4C" w:rsidP="00523D4C">
            <w:pPr>
              <w:pStyle w:val="Tabletext"/>
              <w:rPr>
                <w:i/>
                <w:szCs w:val="20"/>
                <w:lang w:val="fr-FR"/>
              </w:rPr>
            </w:pPr>
            <w:r w:rsidRPr="00523D4C">
              <w:rPr>
                <w:i/>
                <w:szCs w:val="20"/>
                <w:lang w:val="fr-FR"/>
              </w:rPr>
              <w:t>Je me lave.</w:t>
            </w:r>
          </w:p>
          <w:p w14:paraId="374C6A5D" w14:textId="77777777" w:rsidR="00523D4C" w:rsidRPr="00523D4C" w:rsidRDefault="00523D4C" w:rsidP="00523D4C">
            <w:pPr>
              <w:pStyle w:val="Tabletext"/>
              <w:rPr>
                <w:i/>
                <w:szCs w:val="20"/>
                <w:lang w:val="fr-FR"/>
              </w:rPr>
            </w:pPr>
            <w:r w:rsidRPr="00523D4C">
              <w:rPr>
                <w:i/>
                <w:szCs w:val="20"/>
                <w:lang w:val="fr-FR"/>
              </w:rPr>
              <w:t>Je m’habille.</w:t>
            </w:r>
          </w:p>
          <w:p w14:paraId="09993440" w14:textId="25B6DE96" w:rsidR="00523D4C" w:rsidRPr="00523D4C" w:rsidRDefault="00523D4C" w:rsidP="00523D4C">
            <w:pPr>
              <w:pStyle w:val="Tabletext"/>
              <w:rPr>
                <w:i/>
                <w:szCs w:val="20"/>
                <w:lang w:val="fr-FR"/>
              </w:rPr>
            </w:pPr>
            <w:r w:rsidRPr="00523D4C">
              <w:rPr>
                <w:i/>
                <w:szCs w:val="20"/>
                <w:lang w:val="fr-FR"/>
              </w:rPr>
              <w:t>Je prends le petit</w:t>
            </w:r>
            <w:r w:rsidR="005C76EE">
              <w:rPr>
                <w:i/>
                <w:szCs w:val="20"/>
                <w:lang w:val="fr-FR"/>
              </w:rPr>
              <w:t xml:space="preserve"> </w:t>
            </w:r>
            <w:r w:rsidRPr="00523D4C">
              <w:rPr>
                <w:i/>
                <w:szCs w:val="20"/>
                <w:lang w:val="fr-FR"/>
              </w:rPr>
              <w:t>déjeuner.</w:t>
            </w:r>
          </w:p>
          <w:p w14:paraId="55763325" w14:textId="77777777" w:rsidR="00523D4C" w:rsidRPr="00523D4C" w:rsidRDefault="00523D4C" w:rsidP="00523D4C">
            <w:pPr>
              <w:pStyle w:val="Tabletext"/>
              <w:rPr>
                <w:i/>
                <w:szCs w:val="20"/>
                <w:lang w:val="fr-FR"/>
              </w:rPr>
            </w:pPr>
            <w:r w:rsidRPr="00523D4C">
              <w:rPr>
                <w:i/>
                <w:szCs w:val="20"/>
                <w:lang w:val="fr-FR"/>
              </w:rPr>
              <w:t>Je me coiffe.</w:t>
            </w:r>
          </w:p>
          <w:p w14:paraId="3294FF9D" w14:textId="77777777" w:rsidR="00523D4C" w:rsidRPr="00523D4C" w:rsidRDefault="00523D4C" w:rsidP="00523D4C">
            <w:pPr>
              <w:pStyle w:val="Tabletext"/>
              <w:rPr>
                <w:i/>
                <w:szCs w:val="20"/>
                <w:lang w:val="fr-FR"/>
              </w:rPr>
            </w:pPr>
            <w:r w:rsidRPr="00523D4C">
              <w:rPr>
                <w:i/>
                <w:szCs w:val="20"/>
                <w:lang w:val="fr-FR"/>
              </w:rPr>
              <w:t>Je me lave les dents.</w:t>
            </w:r>
          </w:p>
          <w:p w14:paraId="191EF677" w14:textId="77777777" w:rsidR="00523D4C" w:rsidRPr="00523D4C" w:rsidRDefault="00523D4C" w:rsidP="00523D4C">
            <w:pPr>
              <w:pStyle w:val="Tabletext"/>
              <w:rPr>
                <w:i/>
                <w:szCs w:val="20"/>
                <w:lang w:val="fr-FR"/>
              </w:rPr>
            </w:pPr>
            <w:r w:rsidRPr="00523D4C">
              <w:rPr>
                <w:i/>
                <w:szCs w:val="20"/>
                <w:lang w:val="fr-FR"/>
              </w:rPr>
              <w:t>Je quitte la maison.</w:t>
            </w:r>
          </w:p>
          <w:p w14:paraId="53E1F132" w14:textId="77777777" w:rsidR="00523D4C" w:rsidRPr="00523D4C" w:rsidRDefault="00523D4C" w:rsidP="00523D4C">
            <w:pPr>
              <w:pStyle w:val="Tabletext"/>
              <w:rPr>
                <w:i/>
                <w:szCs w:val="20"/>
                <w:lang w:val="fr-FR"/>
              </w:rPr>
            </w:pPr>
            <w:r w:rsidRPr="00523D4C">
              <w:rPr>
                <w:i/>
                <w:szCs w:val="20"/>
                <w:lang w:val="fr-FR"/>
              </w:rPr>
              <w:t>Je me couche.</w:t>
            </w:r>
          </w:p>
          <w:p w14:paraId="1DEEED53" w14:textId="77777777" w:rsidR="00523D4C" w:rsidRPr="00523D4C" w:rsidRDefault="00523D4C" w:rsidP="00523D4C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72133AAD" w14:textId="77777777" w:rsidR="00523D4C" w:rsidRPr="00523D4C" w:rsidRDefault="00523D4C" w:rsidP="00523D4C">
            <w:pPr>
              <w:pStyle w:val="Tabletext"/>
              <w:rPr>
                <w:i/>
                <w:szCs w:val="20"/>
                <w:lang w:val="fr-FR"/>
              </w:rPr>
            </w:pPr>
            <w:r w:rsidRPr="00523D4C">
              <w:rPr>
                <w:i/>
                <w:szCs w:val="20"/>
                <w:lang w:val="fr-FR"/>
              </w:rPr>
              <w:t>parce que / quand / ou</w:t>
            </w:r>
          </w:p>
          <w:p w14:paraId="66BF0185" w14:textId="77777777" w:rsidR="00523D4C" w:rsidRPr="00523D4C" w:rsidRDefault="00523D4C" w:rsidP="00523D4C">
            <w:pPr>
              <w:pStyle w:val="Tabletext"/>
              <w:rPr>
                <w:i/>
                <w:szCs w:val="20"/>
                <w:lang w:val="fr-FR"/>
              </w:rPr>
            </w:pPr>
            <w:r w:rsidRPr="00523D4C">
              <w:rPr>
                <w:i/>
                <w:szCs w:val="20"/>
                <w:lang w:val="fr-FR"/>
              </w:rPr>
              <w:t>puis / ensuite / après</w:t>
            </w:r>
          </w:p>
          <w:p w14:paraId="48AA4320" w14:textId="77777777" w:rsidR="00523D4C" w:rsidRPr="00523D4C" w:rsidRDefault="00523D4C" w:rsidP="00523D4C">
            <w:pPr>
              <w:pStyle w:val="Tabletext"/>
              <w:rPr>
                <w:i/>
                <w:szCs w:val="20"/>
                <w:lang w:val="fr-FR"/>
              </w:rPr>
            </w:pPr>
            <w:r w:rsidRPr="00523D4C">
              <w:rPr>
                <w:i/>
                <w:szCs w:val="20"/>
                <w:lang w:val="fr-FR"/>
              </w:rPr>
              <w:t>d’habitude / parfois</w:t>
            </w:r>
          </w:p>
          <w:p w14:paraId="46DE0D79" w14:textId="7385EF9D" w:rsidR="00523D4C" w:rsidRPr="00523D4C" w:rsidRDefault="00523D4C" w:rsidP="00523D4C">
            <w:pPr>
              <w:pStyle w:val="Tabletext"/>
              <w:rPr>
                <w:i/>
                <w:szCs w:val="20"/>
                <w:lang w:val="fr-FR"/>
              </w:rPr>
            </w:pPr>
            <w:r w:rsidRPr="00523D4C">
              <w:rPr>
                <w:i/>
                <w:szCs w:val="20"/>
                <w:lang w:val="fr-FR"/>
              </w:rPr>
              <w:t>en semaine / le weekend / le matin / pendant la journée / le soir</w:t>
            </w:r>
          </w:p>
          <w:p w14:paraId="4FB7B58B" w14:textId="77777777" w:rsidR="00523D4C" w:rsidRPr="00523D4C" w:rsidRDefault="00523D4C" w:rsidP="00523D4C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55BC867D" w14:textId="2B8AF7DF" w:rsidR="00523D4C" w:rsidRPr="00523D4C" w:rsidRDefault="00523D4C" w:rsidP="00523D4C">
            <w:pPr>
              <w:pStyle w:val="Tabletext"/>
              <w:rPr>
                <w:i/>
                <w:szCs w:val="20"/>
                <w:lang w:val="fr-FR"/>
              </w:rPr>
            </w:pPr>
            <w:r w:rsidRPr="00523D4C">
              <w:rPr>
                <w:i/>
                <w:szCs w:val="20"/>
                <w:lang w:val="fr-FR"/>
              </w:rPr>
              <w:t xml:space="preserve">D’habitude en semaine, je me lève </w:t>
            </w:r>
            <w:r w:rsidR="0053206B">
              <w:rPr>
                <w:i/>
                <w:szCs w:val="20"/>
                <w:lang w:val="fr-FR"/>
              </w:rPr>
              <w:br/>
            </w:r>
            <w:r w:rsidRPr="00523D4C">
              <w:rPr>
                <w:i/>
                <w:szCs w:val="20"/>
                <w:lang w:val="fr-FR"/>
              </w:rPr>
              <w:t>à sept heures et quart. Ensuite, je …</w:t>
            </w:r>
          </w:p>
          <w:p w14:paraId="00D566F0" w14:textId="77777777" w:rsidR="00902559" w:rsidRDefault="00523D4C" w:rsidP="00523D4C">
            <w:pPr>
              <w:pStyle w:val="Tabletext"/>
              <w:rPr>
                <w:i/>
                <w:szCs w:val="20"/>
                <w:lang w:val="fr-FR"/>
              </w:rPr>
            </w:pPr>
            <w:r w:rsidRPr="00523D4C">
              <w:rPr>
                <w:i/>
                <w:szCs w:val="20"/>
                <w:lang w:val="fr-FR"/>
              </w:rPr>
              <w:t xml:space="preserve">Mais le weekend, je … </w:t>
            </w:r>
          </w:p>
          <w:p w14:paraId="1A14217F" w14:textId="1F22459D" w:rsidR="00523D4C" w:rsidRPr="00DD3FE4" w:rsidRDefault="00523D4C" w:rsidP="00523D4C">
            <w:pPr>
              <w:pStyle w:val="Tabletext"/>
              <w:rPr>
                <w:i/>
                <w:szCs w:val="20"/>
                <w:lang w:val="fr-FR"/>
              </w:rPr>
            </w:pPr>
          </w:p>
        </w:tc>
        <w:tc>
          <w:tcPr>
            <w:tcW w:w="2114" w:type="dxa"/>
          </w:tcPr>
          <w:p w14:paraId="29671C99" w14:textId="5BE1AD3E" w:rsidR="00523D4C" w:rsidRDefault="00523D4C" w:rsidP="00523D4C">
            <w:r w:rsidRPr="00523D4C">
              <w:rPr>
                <w:b/>
              </w:rPr>
              <w:t>G:</w:t>
            </w:r>
            <w:r>
              <w:t xml:space="preserve"> Reflexive verbs</w:t>
            </w:r>
          </w:p>
          <w:p w14:paraId="73C0D8E5" w14:textId="77777777" w:rsidR="00523D4C" w:rsidRDefault="00523D4C" w:rsidP="00523D4C"/>
          <w:p w14:paraId="484DB5B0" w14:textId="77777777" w:rsidR="00523D4C" w:rsidRDefault="00523D4C" w:rsidP="00523D4C">
            <w:r>
              <w:t>Taking notes while listening and listening for key information</w:t>
            </w:r>
          </w:p>
          <w:p w14:paraId="683FFB60" w14:textId="77777777" w:rsidR="00523D4C" w:rsidRDefault="00523D4C" w:rsidP="00523D4C"/>
          <w:p w14:paraId="1155D371" w14:textId="799B74ED" w:rsidR="00753418" w:rsidRPr="00523D4C" w:rsidRDefault="00523D4C" w:rsidP="00523D4C">
            <w:r>
              <w:t>Writing in detail (connectives, sequencers, frequency expressions, time phrases)</w:t>
            </w:r>
          </w:p>
        </w:tc>
      </w:tr>
      <w:tr w:rsidR="00753418" w:rsidRPr="00DD3FE4" w14:paraId="045BD2B6" w14:textId="77777777" w:rsidTr="009C44D6">
        <w:trPr>
          <w:cantSplit/>
          <w:trHeight w:val="1214"/>
        </w:trPr>
        <w:tc>
          <w:tcPr>
            <w:tcW w:w="1980" w:type="dxa"/>
          </w:tcPr>
          <w:p w14:paraId="1FF823E3" w14:textId="2F1AADE7" w:rsidR="00DD3FE4" w:rsidRPr="00523D4C" w:rsidRDefault="00DD3FE4" w:rsidP="00DD3FE4">
            <w:pPr>
              <w:pStyle w:val="Tabletext"/>
              <w:rPr>
                <w:b/>
                <w:szCs w:val="20"/>
              </w:rPr>
            </w:pPr>
            <w:r w:rsidRPr="00523D4C">
              <w:rPr>
                <w:b/>
                <w:szCs w:val="20"/>
              </w:rPr>
              <w:lastRenderedPageBreak/>
              <w:t xml:space="preserve">4 </w:t>
            </w:r>
            <w:r w:rsidR="00523D4C">
              <w:rPr>
                <w:b/>
                <w:szCs w:val="20"/>
              </w:rPr>
              <w:t>J’ai déménagé</w:t>
            </w:r>
            <w:r w:rsidRPr="00523D4C">
              <w:rPr>
                <w:b/>
                <w:szCs w:val="20"/>
              </w:rPr>
              <w:t>!</w:t>
            </w:r>
          </w:p>
          <w:p w14:paraId="538ABEE3" w14:textId="2A6F5D73" w:rsidR="00DD3FE4" w:rsidRPr="00923CF4" w:rsidRDefault="00DD3FE4" w:rsidP="00DD3FE4">
            <w:pPr>
              <w:pStyle w:val="Tabletext"/>
              <w:rPr>
                <w:szCs w:val="20"/>
              </w:rPr>
            </w:pPr>
            <w:r w:rsidRPr="00923CF4">
              <w:rPr>
                <w:szCs w:val="20"/>
              </w:rPr>
              <w:t xml:space="preserve">(pp. </w:t>
            </w:r>
            <w:r w:rsidR="00087491">
              <w:rPr>
                <w:szCs w:val="20"/>
              </w:rPr>
              <w:t>88</w:t>
            </w:r>
            <w:r w:rsidRPr="00923CF4">
              <w:rPr>
                <w:szCs w:val="20"/>
              </w:rPr>
              <w:t>–</w:t>
            </w:r>
            <w:r w:rsidR="00087491">
              <w:rPr>
                <w:szCs w:val="20"/>
              </w:rPr>
              <w:t>89</w:t>
            </w:r>
            <w:r w:rsidRPr="00923CF4">
              <w:rPr>
                <w:szCs w:val="20"/>
              </w:rPr>
              <w:t>)</w:t>
            </w:r>
          </w:p>
          <w:p w14:paraId="0CC9D9BE" w14:textId="77777777" w:rsidR="00DD3FE4" w:rsidRPr="00923CF4" w:rsidRDefault="00DD3FE4" w:rsidP="00DD3FE4">
            <w:pPr>
              <w:pStyle w:val="Tabletext"/>
              <w:rPr>
                <w:szCs w:val="20"/>
              </w:rPr>
            </w:pPr>
          </w:p>
          <w:p w14:paraId="5E7D55E6" w14:textId="77777777" w:rsidR="00523D4C" w:rsidRPr="00523D4C" w:rsidRDefault="00523D4C" w:rsidP="00523D4C">
            <w:pPr>
              <w:pStyle w:val="Tabletext"/>
              <w:rPr>
                <w:szCs w:val="20"/>
              </w:rPr>
            </w:pPr>
            <w:r w:rsidRPr="00523D4C">
              <w:rPr>
                <w:szCs w:val="20"/>
              </w:rPr>
              <w:t>Talking about moving house</w:t>
            </w:r>
          </w:p>
          <w:p w14:paraId="09554ECC" w14:textId="77777777" w:rsidR="00523D4C" w:rsidRPr="00523D4C" w:rsidRDefault="00523D4C" w:rsidP="00523D4C">
            <w:pPr>
              <w:pStyle w:val="Tabletext"/>
              <w:rPr>
                <w:szCs w:val="20"/>
              </w:rPr>
            </w:pPr>
          </w:p>
          <w:p w14:paraId="27C756E0" w14:textId="28BC8D5A" w:rsidR="00753418" w:rsidRPr="00923CF4" w:rsidRDefault="00523D4C" w:rsidP="00523D4C">
            <w:pPr>
              <w:pStyle w:val="Tabletext"/>
              <w:rPr>
                <w:szCs w:val="20"/>
              </w:rPr>
            </w:pPr>
            <w:r w:rsidRPr="00523D4C">
              <w:rPr>
                <w:szCs w:val="20"/>
              </w:rPr>
              <w:t>Using irregular adjectives (</w:t>
            </w:r>
            <w:r w:rsidRPr="00523D4C">
              <w:rPr>
                <w:i/>
                <w:szCs w:val="20"/>
              </w:rPr>
              <w:t>beau</w:t>
            </w:r>
            <w:r w:rsidRPr="00523D4C">
              <w:rPr>
                <w:szCs w:val="20"/>
              </w:rPr>
              <w:t xml:space="preserve">, </w:t>
            </w:r>
            <w:r w:rsidRPr="00523D4C">
              <w:rPr>
                <w:i/>
                <w:szCs w:val="20"/>
              </w:rPr>
              <w:t>nouveau</w:t>
            </w:r>
            <w:r w:rsidRPr="00523D4C">
              <w:rPr>
                <w:szCs w:val="20"/>
              </w:rPr>
              <w:t xml:space="preserve"> and </w:t>
            </w:r>
            <w:r w:rsidRPr="00523D4C">
              <w:rPr>
                <w:i/>
                <w:szCs w:val="20"/>
              </w:rPr>
              <w:t>vieux</w:t>
            </w:r>
            <w:r w:rsidRPr="00523D4C">
              <w:rPr>
                <w:szCs w:val="20"/>
              </w:rPr>
              <w:t>)</w:t>
            </w:r>
          </w:p>
        </w:tc>
        <w:tc>
          <w:tcPr>
            <w:tcW w:w="2062" w:type="dxa"/>
          </w:tcPr>
          <w:p w14:paraId="6DFA9D2D" w14:textId="77777777" w:rsidR="00DD3FE4" w:rsidRPr="00DD3FE4" w:rsidRDefault="00DD3FE4" w:rsidP="00DD3FE4">
            <w:pPr>
              <w:pStyle w:val="Tabletext"/>
              <w:rPr>
                <w:b/>
                <w:szCs w:val="20"/>
              </w:rPr>
            </w:pPr>
            <w:r w:rsidRPr="00DD3FE4">
              <w:rPr>
                <w:b/>
                <w:szCs w:val="20"/>
              </w:rPr>
              <w:t>PoS</w:t>
            </w:r>
          </w:p>
          <w:p w14:paraId="0D624B22" w14:textId="77777777" w:rsidR="00523D4C" w:rsidRPr="00523D4C" w:rsidRDefault="00523D4C" w:rsidP="00523D4C">
            <w:pPr>
              <w:pStyle w:val="Tabletext"/>
              <w:rPr>
                <w:b/>
                <w:szCs w:val="20"/>
              </w:rPr>
            </w:pPr>
            <w:r w:rsidRPr="00523D4C">
              <w:rPr>
                <w:b/>
                <w:szCs w:val="20"/>
              </w:rPr>
              <w:t xml:space="preserve">GV2 </w:t>
            </w:r>
            <w:r w:rsidRPr="00523D4C">
              <w:rPr>
                <w:szCs w:val="20"/>
              </w:rPr>
              <w:t>Grammatical structures</w:t>
            </w:r>
          </w:p>
          <w:p w14:paraId="0EE9031D" w14:textId="77777777" w:rsidR="00523D4C" w:rsidRPr="00523D4C" w:rsidRDefault="00523D4C" w:rsidP="00523D4C">
            <w:pPr>
              <w:pStyle w:val="Tabletext"/>
              <w:rPr>
                <w:b/>
                <w:szCs w:val="20"/>
              </w:rPr>
            </w:pPr>
          </w:p>
          <w:p w14:paraId="1C292603" w14:textId="77777777" w:rsidR="00523D4C" w:rsidRPr="00523D4C" w:rsidRDefault="00523D4C" w:rsidP="00523D4C">
            <w:pPr>
              <w:pStyle w:val="Tabletext"/>
              <w:rPr>
                <w:b/>
                <w:szCs w:val="20"/>
              </w:rPr>
            </w:pPr>
            <w:r w:rsidRPr="00523D4C">
              <w:rPr>
                <w:b/>
                <w:szCs w:val="20"/>
              </w:rPr>
              <w:t xml:space="preserve">LC3 </w:t>
            </w:r>
            <w:r w:rsidRPr="00523D4C">
              <w:rPr>
                <w:szCs w:val="20"/>
              </w:rPr>
              <w:t>Conversation</w:t>
            </w:r>
          </w:p>
          <w:p w14:paraId="71A3F696" w14:textId="77777777" w:rsidR="00523D4C" w:rsidRPr="00523D4C" w:rsidRDefault="00523D4C" w:rsidP="00523D4C">
            <w:pPr>
              <w:pStyle w:val="Tabletext"/>
              <w:rPr>
                <w:b/>
                <w:szCs w:val="20"/>
              </w:rPr>
            </w:pPr>
          </w:p>
          <w:p w14:paraId="3A37CCDB" w14:textId="77777777" w:rsidR="00523D4C" w:rsidRPr="00523D4C" w:rsidRDefault="00523D4C" w:rsidP="00523D4C">
            <w:pPr>
              <w:pStyle w:val="Tabletext"/>
              <w:rPr>
                <w:b/>
                <w:szCs w:val="20"/>
              </w:rPr>
            </w:pPr>
            <w:r w:rsidRPr="00523D4C">
              <w:rPr>
                <w:b/>
                <w:szCs w:val="20"/>
              </w:rPr>
              <w:t xml:space="preserve">LC5 </w:t>
            </w:r>
            <w:r w:rsidRPr="00523D4C">
              <w:rPr>
                <w:szCs w:val="20"/>
              </w:rPr>
              <w:t>Accurate pronunciation and intonation</w:t>
            </w:r>
          </w:p>
          <w:p w14:paraId="09BACAD9" w14:textId="77777777" w:rsidR="00523D4C" w:rsidRPr="00523D4C" w:rsidRDefault="00523D4C" w:rsidP="00523D4C">
            <w:pPr>
              <w:pStyle w:val="Tabletext"/>
              <w:rPr>
                <w:b/>
                <w:szCs w:val="20"/>
              </w:rPr>
            </w:pPr>
          </w:p>
          <w:p w14:paraId="773E9ED8" w14:textId="5E049FC7" w:rsidR="00DD3FE4" w:rsidRPr="00DD3FE4" w:rsidRDefault="00523D4C" w:rsidP="00523D4C">
            <w:pPr>
              <w:pStyle w:val="Tabletext"/>
              <w:rPr>
                <w:b/>
                <w:szCs w:val="20"/>
              </w:rPr>
            </w:pPr>
            <w:r w:rsidRPr="00523D4C">
              <w:rPr>
                <w:b/>
                <w:szCs w:val="20"/>
              </w:rPr>
              <w:t xml:space="preserve">LC8 </w:t>
            </w:r>
            <w:r w:rsidRPr="00523D4C">
              <w:rPr>
                <w:szCs w:val="20"/>
              </w:rPr>
              <w:t>Translation into French</w:t>
            </w:r>
          </w:p>
          <w:p w14:paraId="3860C173" w14:textId="77777777" w:rsidR="00DD3FE4" w:rsidRPr="00DD3FE4" w:rsidRDefault="00DD3FE4" w:rsidP="00DD3FE4">
            <w:pPr>
              <w:pStyle w:val="Tabletext"/>
              <w:rPr>
                <w:b/>
                <w:szCs w:val="20"/>
              </w:rPr>
            </w:pPr>
          </w:p>
          <w:p w14:paraId="255C97D5" w14:textId="0C0C1C3C" w:rsidR="00753418" w:rsidRPr="00DD3FE4" w:rsidRDefault="00DD3FE4" w:rsidP="00DD3FE4">
            <w:pPr>
              <w:pStyle w:val="Tabletext"/>
              <w:rPr>
                <w:b/>
                <w:szCs w:val="20"/>
              </w:rPr>
            </w:pPr>
            <w:r w:rsidRPr="00DD3FE4">
              <w:rPr>
                <w:b/>
                <w:szCs w:val="20"/>
              </w:rPr>
              <w:t xml:space="preserve">PPS: </w:t>
            </w:r>
            <w:r w:rsidR="00CC37BF">
              <w:rPr>
                <w:szCs w:val="20"/>
              </w:rPr>
              <w:t>3rd–6th Steps</w:t>
            </w:r>
          </w:p>
        </w:tc>
        <w:tc>
          <w:tcPr>
            <w:tcW w:w="3466" w:type="dxa"/>
          </w:tcPr>
          <w:p w14:paraId="1BCCFFB2" w14:textId="77777777" w:rsidR="00523D4C" w:rsidRPr="00523D4C" w:rsidRDefault="00523D4C" w:rsidP="00523D4C">
            <w:pPr>
              <w:pStyle w:val="Tabletext"/>
              <w:rPr>
                <w:i/>
                <w:szCs w:val="20"/>
                <w:lang w:val="fr-FR"/>
              </w:rPr>
            </w:pPr>
            <w:r w:rsidRPr="00523D4C">
              <w:rPr>
                <w:i/>
                <w:szCs w:val="20"/>
                <w:lang w:val="fr-FR"/>
              </w:rPr>
              <w:t>J’ai déménagé à la campagne.</w:t>
            </w:r>
          </w:p>
          <w:p w14:paraId="227A1ECA" w14:textId="77777777" w:rsidR="00523D4C" w:rsidRPr="00523D4C" w:rsidRDefault="00523D4C" w:rsidP="00523D4C">
            <w:pPr>
              <w:pStyle w:val="Tabletext"/>
              <w:rPr>
                <w:i/>
                <w:szCs w:val="20"/>
                <w:lang w:val="fr-FR"/>
              </w:rPr>
            </w:pPr>
            <w:r w:rsidRPr="00523D4C">
              <w:rPr>
                <w:i/>
                <w:szCs w:val="20"/>
                <w:lang w:val="fr-FR"/>
              </w:rPr>
              <w:t>Voici la nouvelle maison.</w:t>
            </w:r>
          </w:p>
          <w:p w14:paraId="41FBFE07" w14:textId="77777777" w:rsidR="00523D4C" w:rsidRPr="00523D4C" w:rsidRDefault="00523D4C" w:rsidP="00523D4C">
            <w:pPr>
              <w:pStyle w:val="Tabletext"/>
              <w:rPr>
                <w:i/>
                <w:szCs w:val="20"/>
                <w:lang w:val="fr-FR"/>
              </w:rPr>
            </w:pPr>
            <w:r w:rsidRPr="00523D4C">
              <w:rPr>
                <w:i/>
                <w:szCs w:val="20"/>
                <w:lang w:val="fr-FR"/>
              </w:rPr>
              <w:t>Il y a un beau jardin.</w:t>
            </w:r>
          </w:p>
          <w:p w14:paraId="7B4D39CA" w14:textId="77777777" w:rsidR="00523D4C" w:rsidRPr="00523D4C" w:rsidRDefault="00523D4C" w:rsidP="00523D4C">
            <w:pPr>
              <w:pStyle w:val="Tabletext"/>
              <w:rPr>
                <w:i/>
                <w:szCs w:val="20"/>
                <w:lang w:val="fr-FR"/>
              </w:rPr>
            </w:pPr>
            <w:r w:rsidRPr="00523D4C">
              <w:rPr>
                <w:i/>
                <w:szCs w:val="20"/>
                <w:lang w:val="fr-FR"/>
              </w:rPr>
              <w:t>Il y a aussi une belle cuisine.</w:t>
            </w:r>
          </w:p>
          <w:p w14:paraId="5CAF061F" w14:textId="77777777" w:rsidR="00523D4C" w:rsidRPr="00523D4C" w:rsidRDefault="00523D4C" w:rsidP="00523D4C">
            <w:pPr>
              <w:pStyle w:val="Tabletext"/>
              <w:rPr>
                <w:i/>
                <w:szCs w:val="20"/>
                <w:lang w:val="fr-FR"/>
              </w:rPr>
            </w:pPr>
            <w:r w:rsidRPr="00523D4C">
              <w:rPr>
                <w:i/>
                <w:szCs w:val="20"/>
                <w:lang w:val="fr-FR"/>
              </w:rPr>
              <w:t>Le village est très vieux.</w:t>
            </w:r>
          </w:p>
          <w:p w14:paraId="418ACA53" w14:textId="77777777" w:rsidR="00523D4C" w:rsidRPr="00523D4C" w:rsidRDefault="00523D4C" w:rsidP="00523D4C">
            <w:pPr>
              <w:pStyle w:val="Tabletext"/>
              <w:rPr>
                <w:i/>
                <w:szCs w:val="20"/>
                <w:lang w:val="fr-FR"/>
              </w:rPr>
            </w:pPr>
            <w:r w:rsidRPr="00523D4C">
              <w:rPr>
                <w:i/>
                <w:szCs w:val="20"/>
                <w:lang w:val="fr-FR"/>
              </w:rPr>
              <w:t>Dans le village, il y a de vieilles maisons.</w:t>
            </w:r>
          </w:p>
          <w:p w14:paraId="04809DAF" w14:textId="77777777" w:rsidR="00523D4C" w:rsidRPr="00523D4C" w:rsidRDefault="00523D4C" w:rsidP="00523D4C">
            <w:pPr>
              <w:pStyle w:val="Tabletext"/>
              <w:rPr>
                <w:i/>
                <w:szCs w:val="20"/>
                <w:lang w:val="fr-FR"/>
              </w:rPr>
            </w:pPr>
            <w:r w:rsidRPr="00523D4C">
              <w:rPr>
                <w:i/>
                <w:szCs w:val="20"/>
                <w:lang w:val="fr-FR"/>
              </w:rPr>
              <w:t>Voici mon nouveau collège.</w:t>
            </w:r>
          </w:p>
          <w:p w14:paraId="552DF9A5" w14:textId="77777777" w:rsidR="00523D4C" w:rsidRPr="00523D4C" w:rsidRDefault="00523D4C" w:rsidP="00523D4C">
            <w:pPr>
              <w:pStyle w:val="Tabletext"/>
              <w:rPr>
                <w:i/>
                <w:szCs w:val="20"/>
                <w:lang w:val="fr-FR"/>
              </w:rPr>
            </w:pPr>
            <w:r w:rsidRPr="00523D4C">
              <w:rPr>
                <w:i/>
                <w:szCs w:val="20"/>
                <w:lang w:val="fr-FR"/>
              </w:rPr>
              <w:t>Et mes nouveaux copains!</w:t>
            </w:r>
          </w:p>
          <w:p w14:paraId="5FCF1C2F" w14:textId="77777777" w:rsidR="00523D4C" w:rsidRPr="00523D4C" w:rsidRDefault="00523D4C" w:rsidP="00523D4C">
            <w:pPr>
              <w:pStyle w:val="Tabletext"/>
              <w:rPr>
                <w:i/>
                <w:szCs w:val="20"/>
                <w:lang w:val="fr-FR"/>
              </w:rPr>
            </w:pPr>
          </w:p>
          <w:p w14:paraId="277930D6" w14:textId="77777777" w:rsidR="00523D4C" w:rsidRPr="00523D4C" w:rsidRDefault="00523D4C" w:rsidP="00523D4C">
            <w:pPr>
              <w:pStyle w:val="Tabletext"/>
              <w:rPr>
                <w:i/>
                <w:szCs w:val="20"/>
                <w:lang w:val="fr-FR"/>
              </w:rPr>
            </w:pPr>
            <w:r w:rsidRPr="00523D4C">
              <w:rPr>
                <w:i/>
                <w:szCs w:val="20"/>
                <w:lang w:val="fr-FR"/>
              </w:rPr>
              <w:t>Quand est-ce que tu as déménagé?</w:t>
            </w:r>
          </w:p>
          <w:p w14:paraId="6F533B96" w14:textId="77777777" w:rsidR="00523D4C" w:rsidRPr="00523D4C" w:rsidRDefault="00523D4C" w:rsidP="00523D4C">
            <w:pPr>
              <w:pStyle w:val="Tabletext"/>
              <w:rPr>
                <w:i/>
                <w:szCs w:val="20"/>
                <w:lang w:val="fr-FR"/>
              </w:rPr>
            </w:pPr>
            <w:r w:rsidRPr="00523D4C">
              <w:rPr>
                <w:i/>
                <w:szCs w:val="20"/>
                <w:lang w:val="fr-FR"/>
              </w:rPr>
              <w:t>C’est comment, ta nouvelle maison?</w:t>
            </w:r>
          </w:p>
          <w:p w14:paraId="6721CC05" w14:textId="77777777" w:rsidR="00523D4C" w:rsidRPr="00523D4C" w:rsidRDefault="00523D4C" w:rsidP="00523D4C">
            <w:pPr>
              <w:pStyle w:val="Tabletext"/>
              <w:rPr>
                <w:i/>
                <w:szCs w:val="20"/>
                <w:lang w:val="fr-FR"/>
              </w:rPr>
            </w:pPr>
            <w:r w:rsidRPr="00523D4C">
              <w:rPr>
                <w:i/>
                <w:szCs w:val="20"/>
                <w:lang w:val="fr-FR"/>
              </w:rPr>
              <w:t>Qu’est-ce qu’on peut faire là où tu habites?</w:t>
            </w:r>
          </w:p>
          <w:p w14:paraId="225A35AD" w14:textId="77777777" w:rsidR="00CF7EAD" w:rsidRDefault="00523D4C" w:rsidP="00523D4C">
            <w:pPr>
              <w:pStyle w:val="Tabletext"/>
              <w:rPr>
                <w:i/>
                <w:szCs w:val="20"/>
                <w:lang w:val="fr-FR"/>
              </w:rPr>
            </w:pPr>
            <w:r w:rsidRPr="00523D4C">
              <w:rPr>
                <w:i/>
                <w:szCs w:val="20"/>
                <w:lang w:val="fr-FR"/>
              </w:rPr>
              <w:t xml:space="preserve">Qu’est-ce que tu as fait samedi dernier? </w:t>
            </w:r>
          </w:p>
          <w:p w14:paraId="6C3992A7" w14:textId="19E286CD" w:rsidR="00523D4C" w:rsidRPr="00DD3FE4" w:rsidRDefault="00523D4C" w:rsidP="00523D4C">
            <w:pPr>
              <w:pStyle w:val="Tabletext"/>
              <w:rPr>
                <w:i/>
                <w:szCs w:val="20"/>
                <w:lang w:val="fr-FR"/>
              </w:rPr>
            </w:pPr>
          </w:p>
        </w:tc>
        <w:tc>
          <w:tcPr>
            <w:tcW w:w="2114" w:type="dxa"/>
          </w:tcPr>
          <w:p w14:paraId="3C9DCE21" w14:textId="4FCDFC97" w:rsidR="00523D4C" w:rsidRPr="00523D4C" w:rsidRDefault="00523D4C" w:rsidP="00523D4C">
            <w:pPr>
              <w:rPr>
                <w:lang w:val="fr-FR"/>
              </w:rPr>
            </w:pPr>
            <w:r w:rsidRPr="00523D4C">
              <w:rPr>
                <w:b/>
                <w:lang w:val="fr-FR"/>
              </w:rPr>
              <w:t>G:</w:t>
            </w:r>
            <w:r w:rsidRPr="00523D4C">
              <w:rPr>
                <w:lang w:val="fr-FR"/>
              </w:rPr>
              <w:t xml:space="preserve"> Irregular adjectives: </w:t>
            </w:r>
            <w:r w:rsidRPr="00523D4C">
              <w:rPr>
                <w:i/>
                <w:lang w:val="fr-FR"/>
              </w:rPr>
              <w:t>beau</w:t>
            </w:r>
            <w:r w:rsidRPr="00523D4C">
              <w:rPr>
                <w:lang w:val="fr-FR"/>
              </w:rPr>
              <w:t xml:space="preserve">, </w:t>
            </w:r>
            <w:r w:rsidRPr="00523D4C">
              <w:rPr>
                <w:i/>
                <w:lang w:val="fr-FR"/>
              </w:rPr>
              <w:t>nouveau</w:t>
            </w:r>
            <w:r w:rsidRPr="00523D4C">
              <w:rPr>
                <w:lang w:val="fr-FR"/>
              </w:rPr>
              <w:t xml:space="preserve"> and </w:t>
            </w:r>
            <w:r w:rsidRPr="00523D4C">
              <w:rPr>
                <w:i/>
                <w:lang w:val="fr-FR"/>
              </w:rPr>
              <w:t>vieux</w:t>
            </w:r>
          </w:p>
          <w:p w14:paraId="0CF989A1" w14:textId="77777777" w:rsidR="00523D4C" w:rsidRPr="00523D4C" w:rsidRDefault="00523D4C" w:rsidP="00523D4C">
            <w:pPr>
              <w:rPr>
                <w:lang w:val="fr-FR"/>
              </w:rPr>
            </w:pPr>
          </w:p>
          <w:p w14:paraId="5C219D75" w14:textId="77777777" w:rsidR="00523D4C" w:rsidRDefault="00523D4C" w:rsidP="00523D4C">
            <w:r>
              <w:t xml:space="preserve">Pronunciation: silent </w:t>
            </w:r>
            <w:r w:rsidRPr="00523D4C">
              <w:rPr>
                <w:i/>
              </w:rPr>
              <w:t>x</w:t>
            </w:r>
            <w:r>
              <w:t xml:space="preserve"> and </w:t>
            </w:r>
            <w:r w:rsidRPr="00523D4C">
              <w:rPr>
                <w:i/>
              </w:rPr>
              <w:t>s</w:t>
            </w:r>
            <w:r>
              <w:t xml:space="preserve">; </w:t>
            </w:r>
            <w:r w:rsidRPr="00523D4C">
              <w:rPr>
                <w:i/>
              </w:rPr>
              <w:t>ll</w:t>
            </w:r>
          </w:p>
          <w:p w14:paraId="10A285A5" w14:textId="77777777" w:rsidR="00523D4C" w:rsidRDefault="00523D4C" w:rsidP="00523D4C"/>
          <w:p w14:paraId="77BC0D6C" w14:textId="45EDD33F" w:rsidR="00753418" w:rsidRPr="00DD3FE4" w:rsidRDefault="00523D4C" w:rsidP="00523D4C">
            <w:r>
              <w:t>Combining present and past tenses</w:t>
            </w:r>
          </w:p>
        </w:tc>
      </w:tr>
      <w:tr w:rsidR="00753418" w:rsidRPr="00DD3FE4" w14:paraId="1E7CE77F" w14:textId="77777777" w:rsidTr="009C44D6">
        <w:trPr>
          <w:cantSplit/>
          <w:trHeight w:val="1214"/>
        </w:trPr>
        <w:tc>
          <w:tcPr>
            <w:tcW w:w="1980" w:type="dxa"/>
          </w:tcPr>
          <w:p w14:paraId="5731ADD8" w14:textId="15105FE5" w:rsidR="006308D5" w:rsidRPr="00523D4C" w:rsidRDefault="006308D5" w:rsidP="006308D5">
            <w:pPr>
              <w:pStyle w:val="Tabletext"/>
              <w:rPr>
                <w:b/>
                <w:szCs w:val="20"/>
                <w:lang w:val="fr-FR"/>
              </w:rPr>
            </w:pPr>
            <w:r w:rsidRPr="00523D4C">
              <w:rPr>
                <w:b/>
                <w:szCs w:val="20"/>
                <w:lang w:val="fr-FR"/>
              </w:rPr>
              <w:t xml:space="preserve">5 </w:t>
            </w:r>
            <w:bookmarkStart w:id="3" w:name="_Hlk533847731"/>
            <w:r w:rsidR="00523D4C" w:rsidRPr="00523D4C">
              <w:rPr>
                <w:b/>
                <w:szCs w:val="20"/>
                <w:lang w:val="fr-FR"/>
              </w:rPr>
              <w:t>À la découverte d’une nouvelle région</w:t>
            </w:r>
            <w:bookmarkEnd w:id="3"/>
          </w:p>
          <w:p w14:paraId="27E70EB0" w14:textId="692BFB99" w:rsidR="006308D5" w:rsidRPr="006308D5" w:rsidRDefault="00523D4C" w:rsidP="006308D5">
            <w:pPr>
              <w:pStyle w:val="Tabletext"/>
              <w:rPr>
                <w:szCs w:val="20"/>
                <w:u w:val="single"/>
              </w:rPr>
            </w:pPr>
            <w:r>
              <w:rPr>
                <w:szCs w:val="20"/>
                <w:u w:val="single"/>
              </w:rPr>
              <w:t>Writing</w:t>
            </w:r>
            <w:r w:rsidR="006308D5" w:rsidRPr="006308D5">
              <w:rPr>
                <w:szCs w:val="20"/>
                <w:u w:val="single"/>
              </w:rPr>
              <w:t xml:space="preserve"> </w:t>
            </w:r>
            <w:r w:rsidR="000A06AE">
              <w:rPr>
                <w:szCs w:val="20"/>
                <w:u w:val="single"/>
              </w:rPr>
              <w:t>S</w:t>
            </w:r>
            <w:r w:rsidR="006308D5" w:rsidRPr="006308D5">
              <w:rPr>
                <w:szCs w:val="20"/>
                <w:u w:val="single"/>
              </w:rPr>
              <w:t>kills</w:t>
            </w:r>
          </w:p>
          <w:p w14:paraId="662B39E5" w14:textId="0A4F8A9E" w:rsidR="006308D5" w:rsidRPr="006308D5" w:rsidRDefault="006308D5" w:rsidP="006308D5">
            <w:pPr>
              <w:pStyle w:val="Tabletext"/>
              <w:rPr>
                <w:szCs w:val="20"/>
              </w:rPr>
            </w:pPr>
            <w:r w:rsidRPr="006308D5">
              <w:rPr>
                <w:szCs w:val="20"/>
              </w:rPr>
              <w:t xml:space="preserve">(pp. </w:t>
            </w:r>
            <w:r w:rsidR="00523D4C">
              <w:rPr>
                <w:szCs w:val="20"/>
              </w:rPr>
              <w:t>90</w:t>
            </w:r>
            <w:r w:rsidRPr="006308D5">
              <w:rPr>
                <w:szCs w:val="20"/>
              </w:rPr>
              <w:t>–</w:t>
            </w:r>
            <w:r w:rsidR="00523D4C">
              <w:rPr>
                <w:szCs w:val="20"/>
              </w:rPr>
              <w:t>91</w:t>
            </w:r>
            <w:r w:rsidRPr="006308D5">
              <w:rPr>
                <w:szCs w:val="20"/>
              </w:rPr>
              <w:t>)</w:t>
            </w:r>
          </w:p>
          <w:p w14:paraId="2358FCBB" w14:textId="77777777" w:rsidR="006308D5" w:rsidRPr="006308D5" w:rsidRDefault="006308D5" w:rsidP="006308D5">
            <w:pPr>
              <w:pStyle w:val="Tabletext"/>
              <w:rPr>
                <w:szCs w:val="20"/>
              </w:rPr>
            </w:pPr>
          </w:p>
          <w:p w14:paraId="28A55A6B" w14:textId="77777777" w:rsidR="00523D4C" w:rsidRPr="00523D4C" w:rsidRDefault="00523D4C" w:rsidP="00523D4C">
            <w:pPr>
              <w:pStyle w:val="Tabletext"/>
              <w:rPr>
                <w:szCs w:val="20"/>
              </w:rPr>
            </w:pPr>
            <w:r w:rsidRPr="00523D4C">
              <w:rPr>
                <w:szCs w:val="20"/>
              </w:rPr>
              <w:t>Using three tenses in writing</w:t>
            </w:r>
          </w:p>
          <w:p w14:paraId="6A8A92AF" w14:textId="77777777" w:rsidR="00523D4C" w:rsidRPr="00523D4C" w:rsidRDefault="00523D4C" w:rsidP="00523D4C">
            <w:pPr>
              <w:pStyle w:val="Tabletext"/>
              <w:rPr>
                <w:szCs w:val="20"/>
              </w:rPr>
            </w:pPr>
          </w:p>
          <w:p w14:paraId="540D7131" w14:textId="612A3F47" w:rsidR="00753418" w:rsidRPr="00DD3FE4" w:rsidRDefault="00523D4C" w:rsidP="00523D4C">
            <w:pPr>
              <w:pStyle w:val="Tabletext"/>
              <w:rPr>
                <w:b/>
                <w:szCs w:val="20"/>
              </w:rPr>
            </w:pPr>
            <w:r w:rsidRPr="00523D4C">
              <w:rPr>
                <w:szCs w:val="20"/>
              </w:rPr>
              <w:t>Using resources to find and translate nouns into French</w:t>
            </w:r>
          </w:p>
        </w:tc>
        <w:tc>
          <w:tcPr>
            <w:tcW w:w="2062" w:type="dxa"/>
          </w:tcPr>
          <w:p w14:paraId="16A8F336" w14:textId="77777777" w:rsidR="006308D5" w:rsidRPr="006308D5" w:rsidRDefault="006308D5" w:rsidP="006308D5">
            <w:pPr>
              <w:pStyle w:val="Tabletext"/>
              <w:rPr>
                <w:b/>
                <w:szCs w:val="20"/>
              </w:rPr>
            </w:pPr>
            <w:r w:rsidRPr="006308D5">
              <w:rPr>
                <w:b/>
                <w:szCs w:val="20"/>
              </w:rPr>
              <w:t>PoS</w:t>
            </w:r>
          </w:p>
          <w:p w14:paraId="6A871670" w14:textId="77777777" w:rsidR="006308D5" w:rsidRPr="006308D5" w:rsidRDefault="006308D5" w:rsidP="006308D5">
            <w:pPr>
              <w:pStyle w:val="Tabletext"/>
              <w:rPr>
                <w:b/>
                <w:szCs w:val="20"/>
              </w:rPr>
            </w:pPr>
            <w:r w:rsidRPr="006308D5">
              <w:rPr>
                <w:b/>
                <w:szCs w:val="20"/>
              </w:rPr>
              <w:t xml:space="preserve">GV1 </w:t>
            </w:r>
            <w:r w:rsidRPr="006308D5">
              <w:rPr>
                <w:szCs w:val="20"/>
              </w:rPr>
              <w:t>Tenses</w:t>
            </w:r>
          </w:p>
          <w:p w14:paraId="5B74ACE3" w14:textId="77777777" w:rsidR="006308D5" w:rsidRPr="006308D5" w:rsidRDefault="006308D5" w:rsidP="006308D5">
            <w:pPr>
              <w:pStyle w:val="Tabletext"/>
              <w:rPr>
                <w:b/>
                <w:szCs w:val="20"/>
              </w:rPr>
            </w:pPr>
          </w:p>
          <w:p w14:paraId="26197761" w14:textId="77777777" w:rsidR="006308D5" w:rsidRPr="006308D5" w:rsidRDefault="006308D5" w:rsidP="006308D5">
            <w:pPr>
              <w:pStyle w:val="Tabletext"/>
              <w:rPr>
                <w:b/>
                <w:szCs w:val="20"/>
              </w:rPr>
            </w:pPr>
            <w:r w:rsidRPr="006308D5">
              <w:rPr>
                <w:b/>
                <w:szCs w:val="20"/>
              </w:rPr>
              <w:t xml:space="preserve">LC1 </w:t>
            </w:r>
            <w:r w:rsidRPr="006308D5">
              <w:rPr>
                <w:szCs w:val="20"/>
              </w:rPr>
              <w:t>Listening and responding</w:t>
            </w:r>
          </w:p>
          <w:p w14:paraId="3A0581D4" w14:textId="77777777" w:rsidR="006308D5" w:rsidRPr="006308D5" w:rsidRDefault="006308D5" w:rsidP="006308D5">
            <w:pPr>
              <w:pStyle w:val="Tabletext"/>
              <w:rPr>
                <w:b/>
                <w:szCs w:val="20"/>
              </w:rPr>
            </w:pPr>
          </w:p>
          <w:p w14:paraId="14928A25" w14:textId="77777777" w:rsidR="00523D4C" w:rsidRPr="00523D4C" w:rsidRDefault="00523D4C" w:rsidP="00523D4C">
            <w:pPr>
              <w:pStyle w:val="Tabletext"/>
              <w:rPr>
                <w:b/>
                <w:szCs w:val="20"/>
              </w:rPr>
            </w:pPr>
            <w:r w:rsidRPr="00523D4C">
              <w:rPr>
                <w:b/>
                <w:szCs w:val="20"/>
              </w:rPr>
              <w:t xml:space="preserve">LC6 </w:t>
            </w:r>
            <w:r w:rsidRPr="00523D4C">
              <w:rPr>
                <w:szCs w:val="20"/>
              </w:rPr>
              <w:t>Reading comprehension</w:t>
            </w:r>
          </w:p>
          <w:p w14:paraId="54CA7945" w14:textId="77777777" w:rsidR="00523D4C" w:rsidRPr="00523D4C" w:rsidRDefault="00523D4C" w:rsidP="00523D4C">
            <w:pPr>
              <w:pStyle w:val="Tabletext"/>
              <w:rPr>
                <w:b/>
                <w:szCs w:val="20"/>
              </w:rPr>
            </w:pPr>
          </w:p>
          <w:p w14:paraId="3AE2D58D" w14:textId="769B1F02" w:rsidR="006308D5" w:rsidRPr="006308D5" w:rsidRDefault="00523D4C" w:rsidP="00523D4C">
            <w:pPr>
              <w:pStyle w:val="Tabletext"/>
              <w:rPr>
                <w:b/>
                <w:szCs w:val="20"/>
              </w:rPr>
            </w:pPr>
            <w:r w:rsidRPr="00523D4C">
              <w:rPr>
                <w:b/>
                <w:szCs w:val="20"/>
              </w:rPr>
              <w:t xml:space="preserve">LC8 </w:t>
            </w:r>
            <w:r w:rsidRPr="00523D4C">
              <w:rPr>
                <w:szCs w:val="20"/>
              </w:rPr>
              <w:t>Writing creatively / Translation into French</w:t>
            </w:r>
          </w:p>
          <w:p w14:paraId="2B274D61" w14:textId="77777777" w:rsidR="006308D5" w:rsidRPr="006308D5" w:rsidRDefault="006308D5" w:rsidP="006308D5">
            <w:pPr>
              <w:pStyle w:val="Tabletext"/>
              <w:rPr>
                <w:b/>
                <w:szCs w:val="20"/>
              </w:rPr>
            </w:pPr>
          </w:p>
          <w:p w14:paraId="22BC5160" w14:textId="2F72E99A" w:rsidR="00753418" w:rsidRPr="00DD3FE4" w:rsidRDefault="006308D5" w:rsidP="006308D5">
            <w:pPr>
              <w:pStyle w:val="Tabletext"/>
              <w:rPr>
                <w:b/>
                <w:szCs w:val="20"/>
              </w:rPr>
            </w:pPr>
            <w:r w:rsidRPr="006308D5">
              <w:rPr>
                <w:b/>
                <w:szCs w:val="20"/>
              </w:rPr>
              <w:t xml:space="preserve">PPS: </w:t>
            </w:r>
            <w:r w:rsidR="008D4EA5">
              <w:rPr>
                <w:szCs w:val="20"/>
              </w:rPr>
              <w:t>7th Step</w:t>
            </w:r>
          </w:p>
        </w:tc>
        <w:tc>
          <w:tcPr>
            <w:tcW w:w="3466" w:type="dxa"/>
          </w:tcPr>
          <w:p w14:paraId="54FC20A1" w14:textId="77777777" w:rsidR="00523D4C" w:rsidRPr="00523D4C" w:rsidRDefault="00523D4C" w:rsidP="00523D4C">
            <w:pPr>
              <w:pStyle w:val="Tabletext"/>
              <w:rPr>
                <w:i/>
                <w:szCs w:val="20"/>
                <w:lang w:val="fr-FR"/>
              </w:rPr>
            </w:pPr>
            <w:r w:rsidRPr="00523D4C">
              <w:rPr>
                <w:i/>
                <w:szCs w:val="20"/>
                <w:lang w:val="fr-FR"/>
              </w:rPr>
              <w:t>Où est-ce que tu es en vacances?</w:t>
            </w:r>
          </w:p>
          <w:p w14:paraId="677C9C80" w14:textId="3CAF5091" w:rsidR="00523D4C" w:rsidRPr="00523D4C" w:rsidRDefault="00523D4C" w:rsidP="00523D4C">
            <w:pPr>
              <w:pStyle w:val="Tabletext"/>
              <w:rPr>
                <w:i/>
                <w:szCs w:val="20"/>
                <w:lang w:val="fr-FR"/>
              </w:rPr>
            </w:pPr>
            <w:r w:rsidRPr="00523D4C">
              <w:rPr>
                <w:i/>
                <w:szCs w:val="20"/>
                <w:lang w:val="fr-FR"/>
              </w:rPr>
              <w:t xml:space="preserve">La région, </w:t>
            </w:r>
            <w:r w:rsidR="006A11E2">
              <w:rPr>
                <w:i/>
                <w:szCs w:val="20"/>
                <w:lang w:val="fr-FR"/>
              </w:rPr>
              <w:t xml:space="preserve">elle </w:t>
            </w:r>
            <w:r w:rsidRPr="00523D4C">
              <w:rPr>
                <w:i/>
                <w:szCs w:val="20"/>
                <w:lang w:val="fr-FR"/>
              </w:rPr>
              <w:t>est comment?</w:t>
            </w:r>
          </w:p>
          <w:p w14:paraId="328CB670" w14:textId="77777777" w:rsidR="00523D4C" w:rsidRPr="00523D4C" w:rsidRDefault="00523D4C" w:rsidP="00523D4C">
            <w:pPr>
              <w:pStyle w:val="Tabletext"/>
              <w:rPr>
                <w:i/>
                <w:szCs w:val="20"/>
                <w:lang w:val="fr-FR"/>
              </w:rPr>
            </w:pPr>
            <w:r w:rsidRPr="00523D4C">
              <w:rPr>
                <w:i/>
                <w:szCs w:val="20"/>
                <w:lang w:val="fr-FR"/>
              </w:rPr>
              <w:t>Qu’est-ce qu’on peut faire ici?</w:t>
            </w:r>
          </w:p>
          <w:p w14:paraId="5B3FBBA8" w14:textId="2CB2936F" w:rsidR="00523D4C" w:rsidRPr="00523D4C" w:rsidRDefault="00523D4C" w:rsidP="00523D4C">
            <w:pPr>
              <w:pStyle w:val="Tabletext"/>
              <w:rPr>
                <w:i/>
                <w:szCs w:val="20"/>
                <w:lang w:val="fr-FR"/>
              </w:rPr>
            </w:pPr>
            <w:r w:rsidRPr="00523D4C">
              <w:rPr>
                <w:i/>
                <w:szCs w:val="20"/>
                <w:lang w:val="fr-FR"/>
              </w:rPr>
              <w:t>Qu’est-ce qu’</w:t>
            </w:r>
            <w:r w:rsidR="005B7B0E">
              <w:rPr>
                <w:i/>
                <w:szCs w:val="20"/>
                <w:lang w:val="fr-FR"/>
              </w:rPr>
              <w:t>on doit</w:t>
            </w:r>
            <w:r w:rsidRPr="00523D4C">
              <w:rPr>
                <w:i/>
                <w:szCs w:val="20"/>
                <w:lang w:val="fr-FR"/>
              </w:rPr>
              <w:t xml:space="preserve"> faire l’après-midi?</w:t>
            </w:r>
          </w:p>
          <w:p w14:paraId="370EF51F" w14:textId="77777777" w:rsidR="00523D4C" w:rsidRPr="00523D4C" w:rsidRDefault="00523D4C" w:rsidP="00523D4C">
            <w:pPr>
              <w:pStyle w:val="Tabletext"/>
              <w:rPr>
                <w:i/>
                <w:szCs w:val="20"/>
                <w:lang w:val="fr-FR"/>
              </w:rPr>
            </w:pPr>
            <w:r w:rsidRPr="00523D4C">
              <w:rPr>
                <w:i/>
                <w:szCs w:val="20"/>
                <w:lang w:val="fr-FR"/>
              </w:rPr>
              <w:t>Quel temps fait-il?</w:t>
            </w:r>
          </w:p>
          <w:p w14:paraId="53DE7EFA" w14:textId="77777777" w:rsidR="00523D4C" w:rsidRPr="00523D4C" w:rsidRDefault="00523D4C" w:rsidP="00523D4C">
            <w:pPr>
              <w:pStyle w:val="Tabletext"/>
              <w:rPr>
                <w:i/>
                <w:szCs w:val="20"/>
                <w:lang w:val="fr-FR"/>
              </w:rPr>
            </w:pPr>
            <w:r w:rsidRPr="00523D4C">
              <w:rPr>
                <w:i/>
                <w:szCs w:val="20"/>
                <w:lang w:val="fr-FR"/>
              </w:rPr>
              <w:t>À quelle heure est-ce que tu te lèves?</w:t>
            </w:r>
          </w:p>
          <w:p w14:paraId="19BA190F" w14:textId="59CECB1C" w:rsidR="00523D4C" w:rsidRPr="00523D4C" w:rsidRDefault="00523D4C" w:rsidP="00523D4C">
            <w:pPr>
              <w:pStyle w:val="Tabletext"/>
              <w:rPr>
                <w:i/>
                <w:szCs w:val="20"/>
                <w:lang w:val="fr-FR"/>
              </w:rPr>
            </w:pPr>
            <w:r w:rsidRPr="00523D4C">
              <w:rPr>
                <w:i/>
                <w:szCs w:val="20"/>
                <w:lang w:val="fr-FR"/>
              </w:rPr>
              <w:t>Où est-ce que tu prends le petit</w:t>
            </w:r>
            <w:r w:rsidR="005C76EE">
              <w:rPr>
                <w:i/>
                <w:szCs w:val="20"/>
                <w:lang w:val="fr-FR"/>
              </w:rPr>
              <w:t xml:space="preserve"> </w:t>
            </w:r>
            <w:r w:rsidRPr="00523D4C">
              <w:rPr>
                <w:i/>
                <w:szCs w:val="20"/>
                <w:lang w:val="fr-FR"/>
              </w:rPr>
              <w:t>déjeuner?</w:t>
            </w:r>
          </w:p>
          <w:p w14:paraId="13601EEE" w14:textId="77777777" w:rsidR="00523D4C" w:rsidRPr="00523D4C" w:rsidRDefault="00523D4C" w:rsidP="00523D4C">
            <w:pPr>
              <w:pStyle w:val="Tabletext"/>
              <w:rPr>
                <w:i/>
                <w:szCs w:val="20"/>
                <w:lang w:val="fr-FR"/>
              </w:rPr>
            </w:pPr>
            <w:r w:rsidRPr="00523D4C">
              <w:rPr>
                <w:i/>
                <w:szCs w:val="20"/>
                <w:lang w:val="fr-FR"/>
              </w:rPr>
              <w:t>Qu’est-ce que tu fais pendant la journée?</w:t>
            </w:r>
          </w:p>
          <w:p w14:paraId="698F5910" w14:textId="75BE3951" w:rsidR="00523D4C" w:rsidRPr="00523D4C" w:rsidRDefault="00523D4C" w:rsidP="00523D4C">
            <w:pPr>
              <w:pStyle w:val="Tabletext"/>
              <w:rPr>
                <w:i/>
                <w:szCs w:val="20"/>
                <w:lang w:val="fr-FR"/>
              </w:rPr>
            </w:pPr>
            <w:r w:rsidRPr="00523D4C">
              <w:rPr>
                <w:i/>
                <w:szCs w:val="20"/>
                <w:lang w:val="fr-FR"/>
              </w:rPr>
              <w:t>Qu’est-ce que tu as fait le weekend dernier?</w:t>
            </w:r>
            <w:r w:rsidR="004525CA">
              <w:rPr>
                <w:i/>
                <w:szCs w:val="20"/>
                <w:lang w:val="fr-FR"/>
              </w:rPr>
              <w:t xml:space="preserve"> C’était comment ?</w:t>
            </w:r>
          </w:p>
          <w:p w14:paraId="33ED6878" w14:textId="77777777" w:rsidR="00CF7EAD" w:rsidRDefault="00523D4C" w:rsidP="00523D4C">
            <w:pPr>
              <w:pStyle w:val="Tabletext"/>
              <w:rPr>
                <w:i/>
                <w:szCs w:val="20"/>
                <w:lang w:val="fr-FR"/>
              </w:rPr>
            </w:pPr>
            <w:r w:rsidRPr="00523D4C">
              <w:rPr>
                <w:i/>
                <w:szCs w:val="20"/>
                <w:lang w:val="fr-FR"/>
              </w:rPr>
              <w:t>Qu’est-ce que tu vas faire le weekend prochain?</w:t>
            </w:r>
          </w:p>
          <w:p w14:paraId="2D8A8AEC" w14:textId="5619B97A" w:rsidR="00523D4C" w:rsidRPr="00523D4C" w:rsidRDefault="00523D4C" w:rsidP="00523D4C">
            <w:pPr>
              <w:pStyle w:val="Tabletext"/>
              <w:rPr>
                <w:i/>
                <w:szCs w:val="20"/>
                <w:lang w:val="fr-FR"/>
              </w:rPr>
            </w:pPr>
          </w:p>
        </w:tc>
        <w:tc>
          <w:tcPr>
            <w:tcW w:w="2114" w:type="dxa"/>
          </w:tcPr>
          <w:p w14:paraId="54349641" w14:textId="77777777" w:rsidR="00523D4C" w:rsidRDefault="00523D4C" w:rsidP="00523D4C">
            <w:r>
              <w:t>Reading for detail</w:t>
            </w:r>
          </w:p>
          <w:p w14:paraId="00751D40" w14:textId="77777777" w:rsidR="00523D4C" w:rsidRDefault="00523D4C" w:rsidP="00523D4C"/>
          <w:p w14:paraId="27EFC75D" w14:textId="171D38EE" w:rsidR="00523D4C" w:rsidRDefault="00523D4C" w:rsidP="00523D4C">
            <w:r w:rsidRPr="00523D4C">
              <w:rPr>
                <w:b/>
              </w:rPr>
              <w:t>G:</w:t>
            </w:r>
            <w:r>
              <w:t xml:space="preserve"> Using three tenses together (present, past and near future)</w:t>
            </w:r>
          </w:p>
          <w:p w14:paraId="34C00D95" w14:textId="77777777" w:rsidR="00523D4C" w:rsidRDefault="00523D4C" w:rsidP="00523D4C"/>
          <w:p w14:paraId="3700384E" w14:textId="46D5E774" w:rsidR="00753418" w:rsidRPr="00DD3FE4" w:rsidRDefault="00523D4C" w:rsidP="00523D4C">
            <w:r>
              <w:t>Looking up nouns in the dictionary or online</w:t>
            </w:r>
          </w:p>
        </w:tc>
      </w:tr>
      <w:tr w:rsidR="0036464F" w:rsidRPr="006740F7" w14:paraId="3F8404E4" w14:textId="77777777" w:rsidTr="00CF7EAD">
        <w:trPr>
          <w:cantSplit/>
          <w:trHeight w:val="701"/>
        </w:trPr>
        <w:tc>
          <w:tcPr>
            <w:tcW w:w="1980" w:type="dxa"/>
          </w:tcPr>
          <w:p w14:paraId="3AD9E795" w14:textId="77777777" w:rsidR="0036464F" w:rsidRPr="00770B2F" w:rsidRDefault="0036464F" w:rsidP="0036464F">
            <w:pPr>
              <w:pStyle w:val="Tabletext"/>
              <w:rPr>
                <w:b/>
                <w:szCs w:val="20"/>
              </w:rPr>
            </w:pPr>
            <w:r w:rsidRPr="00770B2F">
              <w:rPr>
                <w:b/>
                <w:szCs w:val="20"/>
              </w:rPr>
              <w:t>Bilan / Révisions</w:t>
            </w:r>
          </w:p>
          <w:p w14:paraId="660F4A6F" w14:textId="2BDBC435" w:rsidR="0036464F" w:rsidRPr="00770B2F" w:rsidRDefault="0036464F" w:rsidP="0036464F">
            <w:pPr>
              <w:pStyle w:val="Tabletext"/>
              <w:rPr>
                <w:szCs w:val="20"/>
              </w:rPr>
            </w:pPr>
            <w:r w:rsidRPr="00770B2F">
              <w:rPr>
                <w:szCs w:val="20"/>
              </w:rPr>
              <w:t xml:space="preserve">(pp. </w:t>
            </w:r>
            <w:r w:rsidR="00523D4C">
              <w:rPr>
                <w:szCs w:val="20"/>
              </w:rPr>
              <w:t>92</w:t>
            </w:r>
            <w:r w:rsidRPr="00770B2F">
              <w:rPr>
                <w:szCs w:val="20"/>
              </w:rPr>
              <w:t>–</w:t>
            </w:r>
            <w:r w:rsidR="00523D4C">
              <w:rPr>
                <w:szCs w:val="20"/>
              </w:rPr>
              <w:t>93</w:t>
            </w:r>
            <w:r w:rsidRPr="00770B2F">
              <w:rPr>
                <w:szCs w:val="20"/>
              </w:rPr>
              <w:t>)</w:t>
            </w:r>
          </w:p>
        </w:tc>
        <w:tc>
          <w:tcPr>
            <w:tcW w:w="7642" w:type="dxa"/>
            <w:gridSpan w:val="3"/>
          </w:tcPr>
          <w:p w14:paraId="3DF2E191" w14:textId="77777777" w:rsidR="0036464F" w:rsidRDefault="0036464F" w:rsidP="0036464F">
            <w:r>
              <w:t>Revision checklist and revision quiz at three levels (Ready, Get set, Go!). This covers language from the entire module.</w:t>
            </w:r>
          </w:p>
          <w:p w14:paraId="7B0D124D" w14:textId="49684A2B" w:rsidR="0036464F" w:rsidRPr="006740F7" w:rsidRDefault="0036464F" w:rsidP="0036464F">
            <w:pPr>
              <w:pStyle w:val="Tabletextbullets"/>
              <w:numPr>
                <w:ilvl w:val="0"/>
                <w:numId w:val="0"/>
              </w:numPr>
              <w:ind w:left="340" w:hanging="340"/>
              <w:rPr>
                <w:szCs w:val="20"/>
              </w:rPr>
            </w:pPr>
          </w:p>
        </w:tc>
      </w:tr>
      <w:tr w:rsidR="0036464F" w:rsidRPr="006740F7" w14:paraId="23EAC3A3" w14:textId="77777777" w:rsidTr="00CF7EAD">
        <w:trPr>
          <w:cantSplit/>
          <w:trHeight w:val="701"/>
        </w:trPr>
        <w:tc>
          <w:tcPr>
            <w:tcW w:w="1980" w:type="dxa"/>
          </w:tcPr>
          <w:p w14:paraId="07A541C1" w14:textId="77777777" w:rsidR="0036464F" w:rsidRPr="00770B2F" w:rsidRDefault="0036464F" w:rsidP="0036464F">
            <w:pPr>
              <w:pStyle w:val="Tabletext"/>
              <w:rPr>
                <w:b/>
                <w:szCs w:val="20"/>
              </w:rPr>
            </w:pPr>
            <w:r w:rsidRPr="00770B2F">
              <w:rPr>
                <w:b/>
                <w:szCs w:val="20"/>
              </w:rPr>
              <w:t>En focus</w:t>
            </w:r>
          </w:p>
          <w:p w14:paraId="59D4CE9A" w14:textId="6BD66EA9" w:rsidR="0036464F" w:rsidRPr="00770B2F" w:rsidRDefault="0036464F" w:rsidP="0036464F">
            <w:pPr>
              <w:pStyle w:val="Tabletext"/>
              <w:rPr>
                <w:szCs w:val="20"/>
              </w:rPr>
            </w:pPr>
            <w:r w:rsidRPr="00770B2F">
              <w:rPr>
                <w:szCs w:val="20"/>
              </w:rPr>
              <w:t xml:space="preserve">(pp. </w:t>
            </w:r>
            <w:r w:rsidR="00523D4C">
              <w:rPr>
                <w:szCs w:val="20"/>
              </w:rPr>
              <w:t>94</w:t>
            </w:r>
            <w:r>
              <w:rPr>
                <w:szCs w:val="20"/>
              </w:rPr>
              <w:t>–</w:t>
            </w:r>
            <w:r w:rsidR="00523D4C">
              <w:rPr>
                <w:szCs w:val="20"/>
              </w:rPr>
              <w:t>95</w:t>
            </w:r>
            <w:r w:rsidRPr="00770B2F">
              <w:rPr>
                <w:szCs w:val="20"/>
              </w:rPr>
              <w:t>)</w:t>
            </w:r>
          </w:p>
        </w:tc>
        <w:tc>
          <w:tcPr>
            <w:tcW w:w="7642" w:type="dxa"/>
            <w:gridSpan w:val="3"/>
          </w:tcPr>
          <w:p w14:paraId="022B7702" w14:textId="77777777" w:rsidR="0036464F" w:rsidRDefault="0036464F" w:rsidP="0036464F">
            <w:r>
              <w:t>Double page unit with question styles which work towards the challenges of GCSE. This covers language from the entire module.</w:t>
            </w:r>
          </w:p>
          <w:p w14:paraId="5406CCC7" w14:textId="40DFD64F" w:rsidR="0036464F" w:rsidRDefault="0036464F" w:rsidP="0036464F">
            <w:r w:rsidRPr="00770B2F">
              <w:rPr>
                <w:b/>
              </w:rPr>
              <w:t>PPS:</w:t>
            </w:r>
            <w:r>
              <w:t xml:space="preserve"> </w:t>
            </w:r>
            <w:r w:rsidR="00B9719E">
              <w:t>5th–6th Steps</w:t>
            </w:r>
          </w:p>
        </w:tc>
      </w:tr>
      <w:tr w:rsidR="0036464F" w:rsidRPr="006740F7" w14:paraId="62FA421E" w14:textId="77777777" w:rsidTr="00CF7EAD">
        <w:trPr>
          <w:cantSplit/>
          <w:trHeight w:val="701"/>
        </w:trPr>
        <w:tc>
          <w:tcPr>
            <w:tcW w:w="1980" w:type="dxa"/>
          </w:tcPr>
          <w:p w14:paraId="29F352D4" w14:textId="77777777" w:rsidR="0036464F" w:rsidRPr="00770B2F" w:rsidRDefault="0036464F" w:rsidP="0036464F">
            <w:pPr>
              <w:pStyle w:val="Tabletext"/>
              <w:rPr>
                <w:b/>
                <w:szCs w:val="20"/>
              </w:rPr>
            </w:pPr>
            <w:r w:rsidRPr="00770B2F">
              <w:rPr>
                <w:b/>
                <w:szCs w:val="20"/>
              </w:rPr>
              <w:t>En plus</w:t>
            </w:r>
          </w:p>
          <w:p w14:paraId="244ECC77" w14:textId="6F2E05C9" w:rsidR="0036464F" w:rsidRPr="00770B2F" w:rsidRDefault="0036464F" w:rsidP="0036464F">
            <w:pPr>
              <w:pStyle w:val="Tabletext"/>
              <w:rPr>
                <w:szCs w:val="20"/>
              </w:rPr>
            </w:pPr>
            <w:r w:rsidRPr="00770B2F">
              <w:rPr>
                <w:szCs w:val="20"/>
              </w:rPr>
              <w:t xml:space="preserve">(pp. </w:t>
            </w:r>
            <w:r w:rsidR="00523D4C">
              <w:rPr>
                <w:szCs w:val="20"/>
              </w:rPr>
              <w:t>96</w:t>
            </w:r>
            <w:r>
              <w:rPr>
                <w:szCs w:val="20"/>
              </w:rPr>
              <w:t>–</w:t>
            </w:r>
            <w:r w:rsidR="00523D4C">
              <w:rPr>
                <w:szCs w:val="20"/>
              </w:rPr>
              <w:t>97</w:t>
            </w:r>
            <w:r w:rsidRPr="00770B2F">
              <w:rPr>
                <w:szCs w:val="20"/>
              </w:rPr>
              <w:t>)</w:t>
            </w:r>
          </w:p>
        </w:tc>
        <w:tc>
          <w:tcPr>
            <w:tcW w:w="7642" w:type="dxa"/>
            <w:gridSpan w:val="3"/>
          </w:tcPr>
          <w:p w14:paraId="5401EA15" w14:textId="1CB465D9" w:rsidR="0036464F" w:rsidRPr="00523D4C" w:rsidRDefault="0036464F" w:rsidP="0036464F">
            <w:r w:rsidRPr="00523D4C">
              <w:t xml:space="preserve">Double page extension / project unit: </w:t>
            </w:r>
            <w:r w:rsidR="00523D4C" w:rsidRPr="00523D4C">
              <w:t>Preparing a presentation on a famous painting; Playing a memory game about the French-speaking world</w:t>
            </w:r>
            <w:r w:rsidRPr="00523D4C">
              <w:t>.</w:t>
            </w:r>
          </w:p>
          <w:p w14:paraId="7E06B928" w14:textId="30F3D99B" w:rsidR="0036464F" w:rsidRDefault="0036464F" w:rsidP="0036464F">
            <w:r w:rsidRPr="00770B2F">
              <w:rPr>
                <w:b/>
              </w:rPr>
              <w:t>PPS:</w:t>
            </w:r>
            <w:r>
              <w:t xml:space="preserve"> </w:t>
            </w:r>
            <w:r w:rsidR="00972D2B">
              <w:t>4th–7th Steps</w:t>
            </w:r>
          </w:p>
        </w:tc>
      </w:tr>
      <w:tr w:rsidR="0036464F" w:rsidRPr="006740F7" w14:paraId="3EAC5859" w14:textId="77777777" w:rsidTr="00CF7EAD">
        <w:trPr>
          <w:cantSplit/>
          <w:trHeight w:val="701"/>
        </w:trPr>
        <w:tc>
          <w:tcPr>
            <w:tcW w:w="1980" w:type="dxa"/>
          </w:tcPr>
          <w:p w14:paraId="6E9F87AA" w14:textId="77777777" w:rsidR="0036464F" w:rsidRPr="00770B2F" w:rsidRDefault="0036464F" w:rsidP="0036464F">
            <w:pPr>
              <w:pStyle w:val="Tabletext"/>
              <w:rPr>
                <w:b/>
                <w:szCs w:val="20"/>
              </w:rPr>
            </w:pPr>
            <w:r w:rsidRPr="00770B2F">
              <w:rPr>
                <w:b/>
                <w:szCs w:val="20"/>
              </w:rPr>
              <w:t>Grammaire</w:t>
            </w:r>
          </w:p>
          <w:p w14:paraId="1FBAC011" w14:textId="7E5DA19A" w:rsidR="0036464F" w:rsidRPr="00770B2F" w:rsidRDefault="0036464F" w:rsidP="0036464F">
            <w:pPr>
              <w:pStyle w:val="Tabletext"/>
              <w:rPr>
                <w:szCs w:val="20"/>
              </w:rPr>
            </w:pPr>
            <w:r w:rsidRPr="00770B2F">
              <w:rPr>
                <w:szCs w:val="20"/>
              </w:rPr>
              <w:t xml:space="preserve">(pp. </w:t>
            </w:r>
            <w:r w:rsidR="00523D4C">
              <w:rPr>
                <w:szCs w:val="20"/>
              </w:rPr>
              <w:t>98</w:t>
            </w:r>
            <w:r w:rsidRPr="00770B2F">
              <w:rPr>
                <w:szCs w:val="20"/>
              </w:rPr>
              <w:t>–</w:t>
            </w:r>
            <w:r w:rsidR="00523D4C">
              <w:rPr>
                <w:szCs w:val="20"/>
              </w:rPr>
              <w:t>99</w:t>
            </w:r>
            <w:r w:rsidRPr="00770B2F">
              <w:rPr>
                <w:szCs w:val="20"/>
              </w:rPr>
              <w:t>)</w:t>
            </w:r>
          </w:p>
        </w:tc>
        <w:tc>
          <w:tcPr>
            <w:tcW w:w="7642" w:type="dxa"/>
            <w:gridSpan w:val="3"/>
          </w:tcPr>
          <w:p w14:paraId="5A670EB7" w14:textId="7D7D2228" w:rsidR="0036464F" w:rsidRDefault="0036464F" w:rsidP="0036464F">
            <w:r>
              <w:t>Double page spread with grammar explanations and exercises linked to the grammar covered in the module</w:t>
            </w:r>
            <w:r w:rsidRPr="00770B2F">
              <w:t>.</w:t>
            </w:r>
          </w:p>
        </w:tc>
      </w:tr>
      <w:tr w:rsidR="0036464F" w:rsidRPr="006740F7" w14:paraId="23BC929D" w14:textId="77777777" w:rsidTr="00CF7EAD">
        <w:trPr>
          <w:cantSplit/>
          <w:trHeight w:val="701"/>
        </w:trPr>
        <w:tc>
          <w:tcPr>
            <w:tcW w:w="1980" w:type="dxa"/>
          </w:tcPr>
          <w:p w14:paraId="21F9DD23" w14:textId="77777777" w:rsidR="0036464F" w:rsidRPr="00770B2F" w:rsidRDefault="0036464F" w:rsidP="0036464F">
            <w:pPr>
              <w:pStyle w:val="Tabletext"/>
              <w:rPr>
                <w:b/>
                <w:szCs w:val="20"/>
              </w:rPr>
            </w:pPr>
            <w:r w:rsidRPr="00770B2F">
              <w:rPr>
                <w:b/>
                <w:szCs w:val="20"/>
              </w:rPr>
              <w:lastRenderedPageBreak/>
              <w:t>Vocabulaire</w:t>
            </w:r>
          </w:p>
          <w:p w14:paraId="0C6E73E8" w14:textId="5DEA2051" w:rsidR="0036464F" w:rsidRPr="00770B2F" w:rsidRDefault="0036464F" w:rsidP="0036464F">
            <w:pPr>
              <w:pStyle w:val="Tabletext"/>
              <w:rPr>
                <w:szCs w:val="20"/>
              </w:rPr>
            </w:pPr>
            <w:r w:rsidRPr="00770B2F">
              <w:rPr>
                <w:szCs w:val="20"/>
              </w:rPr>
              <w:t xml:space="preserve">(pp. </w:t>
            </w:r>
            <w:r w:rsidR="00523D4C">
              <w:rPr>
                <w:szCs w:val="20"/>
              </w:rPr>
              <w:t>100</w:t>
            </w:r>
            <w:r w:rsidRPr="00770B2F">
              <w:rPr>
                <w:szCs w:val="20"/>
              </w:rPr>
              <w:t>–</w:t>
            </w:r>
            <w:r w:rsidR="00523D4C">
              <w:rPr>
                <w:szCs w:val="20"/>
              </w:rPr>
              <w:t>101</w:t>
            </w:r>
            <w:r w:rsidRPr="00770B2F">
              <w:rPr>
                <w:szCs w:val="20"/>
              </w:rPr>
              <w:t>)</w:t>
            </w:r>
          </w:p>
        </w:tc>
        <w:tc>
          <w:tcPr>
            <w:tcW w:w="7642" w:type="dxa"/>
            <w:gridSpan w:val="3"/>
          </w:tcPr>
          <w:p w14:paraId="04614C66" w14:textId="0BD4C22F" w:rsidR="0036464F" w:rsidRPr="00770B2F" w:rsidRDefault="0036464F" w:rsidP="0036464F">
            <w:r w:rsidRPr="000A72E1">
              <w:t>Double page spread with vocabulary lists from each unit in the module</w:t>
            </w:r>
            <w:r w:rsidRPr="00770B2F">
              <w:t>.</w:t>
            </w:r>
          </w:p>
        </w:tc>
      </w:tr>
      <w:tr w:rsidR="0036464F" w:rsidRPr="006740F7" w14:paraId="6EE78DF9" w14:textId="77777777" w:rsidTr="00CF7EAD">
        <w:trPr>
          <w:cantSplit/>
          <w:trHeight w:val="701"/>
        </w:trPr>
        <w:tc>
          <w:tcPr>
            <w:tcW w:w="1980" w:type="dxa"/>
          </w:tcPr>
          <w:p w14:paraId="5EBF7386" w14:textId="77777777" w:rsidR="0036464F" w:rsidRPr="00770B2F" w:rsidRDefault="0036464F" w:rsidP="0036464F">
            <w:pPr>
              <w:pStyle w:val="Tabletext"/>
              <w:rPr>
                <w:b/>
                <w:szCs w:val="20"/>
              </w:rPr>
            </w:pPr>
            <w:r w:rsidRPr="00770B2F">
              <w:rPr>
                <w:b/>
                <w:szCs w:val="20"/>
              </w:rPr>
              <w:t>À toi</w:t>
            </w:r>
          </w:p>
          <w:p w14:paraId="42CE932B" w14:textId="5E2972A3" w:rsidR="0036464F" w:rsidRPr="00770B2F" w:rsidRDefault="0036464F" w:rsidP="0036464F">
            <w:pPr>
              <w:pStyle w:val="Tabletext"/>
              <w:rPr>
                <w:szCs w:val="20"/>
              </w:rPr>
            </w:pPr>
            <w:r w:rsidRPr="00770B2F">
              <w:rPr>
                <w:szCs w:val="20"/>
              </w:rPr>
              <w:t xml:space="preserve">(pp. </w:t>
            </w:r>
            <w:r w:rsidR="00523D4C">
              <w:rPr>
                <w:szCs w:val="20"/>
              </w:rPr>
              <w:t>13</w:t>
            </w:r>
            <w:r w:rsidR="002058EB">
              <w:rPr>
                <w:szCs w:val="20"/>
              </w:rPr>
              <w:t>2</w:t>
            </w:r>
            <w:r w:rsidRPr="00770B2F">
              <w:rPr>
                <w:szCs w:val="20"/>
              </w:rPr>
              <w:t>–</w:t>
            </w:r>
            <w:r w:rsidR="00523D4C">
              <w:rPr>
                <w:szCs w:val="20"/>
              </w:rPr>
              <w:t>13</w:t>
            </w:r>
            <w:r w:rsidR="002058EB">
              <w:rPr>
                <w:szCs w:val="20"/>
              </w:rPr>
              <w:t>3</w:t>
            </w:r>
            <w:r w:rsidRPr="00770B2F">
              <w:rPr>
                <w:szCs w:val="20"/>
              </w:rPr>
              <w:t>)</w:t>
            </w:r>
          </w:p>
        </w:tc>
        <w:tc>
          <w:tcPr>
            <w:tcW w:w="7642" w:type="dxa"/>
            <w:gridSpan w:val="3"/>
          </w:tcPr>
          <w:p w14:paraId="7DF5C64B" w14:textId="77777777" w:rsidR="0036464F" w:rsidRDefault="0036464F" w:rsidP="0036464F">
            <w:r>
              <w:t>Self-access exercises at two levels, A and B, using language from the entire module.</w:t>
            </w:r>
          </w:p>
          <w:p w14:paraId="09F09DEF" w14:textId="008B88E4" w:rsidR="0036464F" w:rsidRPr="00770B2F" w:rsidRDefault="0036464F" w:rsidP="0036464F">
            <w:r w:rsidRPr="00770B2F">
              <w:rPr>
                <w:b/>
              </w:rPr>
              <w:t>PPS:</w:t>
            </w:r>
            <w:r>
              <w:t xml:space="preserve"> </w:t>
            </w:r>
            <w:r w:rsidR="002058EB">
              <w:t>2nd–7th Steps</w:t>
            </w:r>
          </w:p>
        </w:tc>
      </w:tr>
    </w:tbl>
    <w:p w14:paraId="66B9062E" w14:textId="62395AD5" w:rsidR="00DF35F1" w:rsidRPr="006740F7" w:rsidRDefault="00DF35F1" w:rsidP="005B21BC">
      <w:pPr>
        <w:rPr>
          <w:b/>
        </w:rPr>
        <w:sectPr w:rsidR="00DF35F1" w:rsidRPr="006740F7" w:rsidSect="006620C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 w:code="9"/>
          <w:pgMar w:top="1531" w:right="1134" w:bottom="1021" w:left="1134" w:header="170" w:footer="454" w:gutter="0"/>
          <w:pgNumType w:start="152"/>
          <w:cols w:space="720"/>
        </w:sectPr>
      </w:pPr>
    </w:p>
    <w:p w14:paraId="1851E476" w14:textId="77777777" w:rsidR="00A337F3" w:rsidRDefault="00A337F3" w:rsidP="00A337F3">
      <w:pPr>
        <w:pStyle w:val="Audionumberlist"/>
        <w:rPr>
          <w:i w:val="0"/>
        </w:rPr>
      </w:pPr>
    </w:p>
    <w:p w14:paraId="18B64029" w14:textId="77777777" w:rsidR="00A337F3" w:rsidRDefault="00A337F3" w:rsidP="00A337F3">
      <w:pPr>
        <w:pStyle w:val="Audionumberlist"/>
        <w:rPr>
          <w:i w:val="0"/>
        </w:rPr>
      </w:pPr>
    </w:p>
    <w:p w14:paraId="22C82EB3" w14:textId="77777777" w:rsidR="00A337F3" w:rsidRDefault="00A337F3" w:rsidP="00A337F3">
      <w:pPr>
        <w:pStyle w:val="Audionumberlist"/>
        <w:rPr>
          <w:i w:val="0"/>
        </w:rPr>
      </w:pPr>
    </w:p>
    <w:p w14:paraId="74B45FA4" w14:textId="77777777" w:rsidR="00A337F3" w:rsidRPr="001E36A9" w:rsidRDefault="00A337F3" w:rsidP="00A337F3">
      <w:pPr>
        <w:pStyle w:val="Text"/>
        <w:rPr>
          <w:i/>
        </w:rPr>
      </w:pPr>
    </w:p>
    <w:p w14:paraId="2E056F63" w14:textId="0534F87B" w:rsidR="00A337F3" w:rsidRPr="006740F7" w:rsidRDefault="00A337F3" w:rsidP="005B21BC">
      <w:pPr>
        <w:pStyle w:val="Audionumberlist"/>
        <w:rPr>
          <w:i w:val="0"/>
        </w:rPr>
      </w:pPr>
    </w:p>
    <w:sectPr w:rsidR="00A337F3" w:rsidRPr="006740F7" w:rsidSect="006D4549">
      <w:headerReference w:type="default" r:id="rId14"/>
      <w:footerReference w:type="even" r:id="rId15"/>
      <w:headerReference w:type="first" r:id="rId16"/>
      <w:footerReference w:type="first" r:id="rId17"/>
      <w:type w:val="continuous"/>
      <w:pgSz w:w="11900" w:h="16840" w:code="9"/>
      <w:pgMar w:top="1531" w:right="1134" w:bottom="1021" w:left="1134" w:header="170" w:footer="454" w:gutter="0"/>
      <w:cols w:num="2" w:space="5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1972D7" w14:textId="77777777" w:rsidR="00E04619" w:rsidRDefault="00E04619">
      <w:r>
        <w:separator/>
      </w:r>
    </w:p>
    <w:p w14:paraId="4F577846" w14:textId="77777777" w:rsidR="00E04619" w:rsidRDefault="00E04619"/>
  </w:endnote>
  <w:endnote w:type="continuationSeparator" w:id="0">
    <w:p w14:paraId="501A433D" w14:textId="77777777" w:rsidR="00E04619" w:rsidRDefault="00E04619">
      <w:r>
        <w:continuationSeparator/>
      </w:r>
    </w:p>
    <w:p w14:paraId="1A925D65" w14:textId="77777777" w:rsidR="00E04619" w:rsidRDefault="00E046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9FEA45" w14:textId="77777777" w:rsidR="005B7B0E" w:rsidRPr="00054EDB" w:rsidRDefault="005B7B0E" w:rsidP="005044C5">
    <w:pPr>
      <w:framePr w:wrap="around" w:vAnchor="page" w:hAnchor="page" w:x="738" w:y="16101" w:anchorLock="1"/>
      <w:rPr>
        <w:rStyle w:val="PageNumber"/>
      </w:rPr>
    </w:pPr>
    <w:r w:rsidRPr="00054EDB">
      <w:rPr>
        <w:rStyle w:val="PageNumber"/>
      </w:rPr>
      <w:fldChar w:fldCharType="begin"/>
    </w:r>
    <w:r w:rsidRPr="00054EDB">
      <w:rPr>
        <w:rStyle w:val="PageNumber"/>
      </w:rPr>
      <w:instrText xml:space="preserve"> PAGE </w:instrText>
    </w:r>
    <w:r w:rsidRPr="00054EDB">
      <w:rPr>
        <w:rStyle w:val="PageNumber"/>
      </w:rPr>
      <w:fldChar w:fldCharType="separate"/>
    </w:r>
    <w:r>
      <w:rPr>
        <w:rStyle w:val="PageNumber"/>
        <w:noProof/>
      </w:rPr>
      <w:t>2</w:t>
    </w:r>
    <w:r w:rsidRPr="00054EDB">
      <w:rPr>
        <w:rStyle w:val="PageNumber"/>
      </w:rPr>
      <w:fldChar w:fldCharType="end"/>
    </w:r>
  </w:p>
  <w:p w14:paraId="1CEB0547" w14:textId="77777777" w:rsidR="005B7B0E" w:rsidRDefault="005B7B0E" w:rsidP="005044C5">
    <w:pPr>
      <w:pStyle w:val="Footer"/>
      <w:jc w:val="right"/>
    </w:pPr>
    <w:r w:rsidRPr="00EE6625">
      <w:t xml:space="preserve">© Pearson </w:t>
    </w:r>
    <w:r w:rsidRPr="00EE6625">
      <w:rPr>
        <w:noProof/>
        <w:szCs w:val="50"/>
      </w:rPr>
      <w:t>Education</w:t>
    </w:r>
    <w:r w:rsidRPr="00EE6625">
      <w:t xml:space="preserve"> Ltd </w:t>
    </w:r>
    <w:r w:rsidRPr="007D36C6">
      <w:t>2014</w:t>
    </w:r>
    <w:r w:rsidRPr="00EE6625">
      <w:t xml:space="preserve">. Copying permitted for purchasing institution only. This </w:t>
    </w:r>
    <w:r>
      <w:t>material is not copyright free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AAE59D" w14:textId="1CEFAC4E" w:rsidR="005B7B0E" w:rsidRPr="00054EDB" w:rsidRDefault="005B7B0E" w:rsidP="002C12F6">
    <w:pPr>
      <w:framePr w:w="841" w:wrap="around" w:vAnchor="page" w:hAnchor="page" w:x="10801" w:y="16231" w:anchorLock="1"/>
      <w:jc w:val="center"/>
      <w:rPr>
        <w:rStyle w:val="PageNumber"/>
      </w:rPr>
    </w:pPr>
    <w:r w:rsidRPr="00054EDB">
      <w:rPr>
        <w:rStyle w:val="PageNumber"/>
      </w:rPr>
      <w:fldChar w:fldCharType="begin"/>
    </w:r>
    <w:r w:rsidRPr="00054EDB">
      <w:rPr>
        <w:rStyle w:val="PageNumber"/>
      </w:rPr>
      <w:instrText xml:space="preserve"> PAGE </w:instrText>
    </w:r>
    <w:r w:rsidRPr="00054EDB">
      <w:rPr>
        <w:rStyle w:val="PageNumber"/>
      </w:rPr>
      <w:fldChar w:fldCharType="separate"/>
    </w:r>
    <w:r w:rsidR="00755F7A">
      <w:rPr>
        <w:rStyle w:val="PageNumber"/>
        <w:noProof/>
      </w:rPr>
      <w:t>152</w:t>
    </w:r>
    <w:r w:rsidRPr="00054EDB">
      <w:rPr>
        <w:rStyle w:val="PageNumber"/>
      </w:rPr>
      <w:fldChar w:fldCharType="end"/>
    </w:r>
  </w:p>
  <w:p w14:paraId="2337AEA6" w14:textId="491ABF06" w:rsidR="005B7B0E" w:rsidRPr="00B32F7B" w:rsidRDefault="005B7B0E" w:rsidP="00B32F7B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73676F81" wp14:editId="622D939C">
          <wp:simplePos x="0" y="0"/>
          <wp:positionH relativeFrom="column">
            <wp:posOffset>6113780</wp:posOffset>
          </wp:positionH>
          <wp:positionV relativeFrom="paragraph">
            <wp:posOffset>30</wp:posOffset>
          </wp:positionV>
          <wp:extent cx="754962" cy="392703"/>
          <wp:effectExtent l="0" t="0" r="7620" b="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3" descr="TG Footer 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962" cy="3927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© Pearson Education Ltd 2019</w:t>
    </w:r>
    <w:r w:rsidRPr="006F45C0">
      <w:t xml:space="preserve">. Copying is permitted by the purchasing institution for teaching purposes only. </w:t>
    </w:r>
    <w:r>
      <w:br/>
    </w:r>
    <w:r w:rsidRPr="006F45C0">
      <w:t>No other copying or reproduction permitted without express permission of Pearson Education.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A69444" w14:textId="77777777" w:rsidR="005B7B0E" w:rsidRPr="00054EDB" w:rsidRDefault="005B7B0E" w:rsidP="00C34EFD">
    <w:pPr>
      <w:framePr w:w="841" w:wrap="around" w:vAnchor="page" w:hAnchor="page" w:x="10702" w:y="16385" w:anchorLock="1"/>
      <w:jc w:val="center"/>
      <w:rPr>
        <w:rStyle w:val="PageNumber"/>
      </w:rPr>
    </w:pPr>
    <w:r w:rsidRPr="00054EDB">
      <w:rPr>
        <w:rStyle w:val="PageNumber"/>
      </w:rPr>
      <w:fldChar w:fldCharType="begin"/>
    </w:r>
    <w:r w:rsidRPr="00054EDB">
      <w:rPr>
        <w:rStyle w:val="PageNumber"/>
      </w:rPr>
      <w:instrText xml:space="preserve"> PAGE </w:instrText>
    </w:r>
    <w:r w:rsidRPr="00054EDB">
      <w:rPr>
        <w:rStyle w:val="PageNumber"/>
      </w:rPr>
      <w:fldChar w:fldCharType="separate"/>
    </w:r>
    <w:r>
      <w:rPr>
        <w:rStyle w:val="PageNumber"/>
        <w:noProof/>
      </w:rPr>
      <w:t>1</w:t>
    </w:r>
    <w:r w:rsidRPr="00054EDB">
      <w:rPr>
        <w:rStyle w:val="PageNumber"/>
      </w:rPr>
      <w:fldChar w:fldCharType="end"/>
    </w:r>
  </w:p>
  <w:p w14:paraId="6692DD73" w14:textId="77777777" w:rsidR="005B7B0E" w:rsidRDefault="005B7B0E" w:rsidP="008B2187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7216" behindDoc="1" locked="0" layoutInCell="1" allowOverlap="1" wp14:anchorId="2DCF5E06" wp14:editId="0756DD8E">
          <wp:simplePos x="0" y="0"/>
          <wp:positionH relativeFrom="column">
            <wp:posOffset>6075045</wp:posOffset>
          </wp:positionH>
          <wp:positionV relativeFrom="paragraph">
            <wp:posOffset>4756</wp:posOffset>
          </wp:positionV>
          <wp:extent cx="754962" cy="392703"/>
          <wp:effectExtent l="0" t="0" r="7620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3" descr="TG Footer 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962" cy="3927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6625">
      <w:t xml:space="preserve">© Pearson </w:t>
    </w:r>
    <w:r w:rsidRPr="00EE6625">
      <w:rPr>
        <w:noProof/>
        <w:szCs w:val="50"/>
      </w:rPr>
      <w:t>Education</w:t>
    </w:r>
    <w:r w:rsidRPr="00EE6625">
      <w:t xml:space="preserve"> Ltd </w:t>
    </w:r>
    <w:r w:rsidRPr="007D36C6">
      <w:t>201</w:t>
    </w:r>
    <w:r>
      <w:t>8</w:t>
    </w:r>
    <w:r w:rsidRPr="00EE6625">
      <w:t xml:space="preserve">. Copying permitted for purchasing institution only. This </w:t>
    </w:r>
    <w:r>
      <w:t>material is not copyright free.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62894F" w14:textId="77777777" w:rsidR="005B7B0E" w:rsidRPr="00054EDB" w:rsidRDefault="005B7B0E" w:rsidP="005044C5">
    <w:pPr>
      <w:framePr w:wrap="around" w:vAnchor="page" w:hAnchor="page" w:x="738" w:y="16101" w:anchorLock="1"/>
      <w:rPr>
        <w:rStyle w:val="PageNumber"/>
      </w:rPr>
    </w:pPr>
    <w:r w:rsidRPr="00054EDB">
      <w:rPr>
        <w:rStyle w:val="PageNumber"/>
      </w:rPr>
      <w:fldChar w:fldCharType="begin"/>
    </w:r>
    <w:r w:rsidRPr="00054EDB">
      <w:rPr>
        <w:rStyle w:val="PageNumber"/>
      </w:rPr>
      <w:instrText xml:space="preserve"> PAGE </w:instrText>
    </w:r>
    <w:r w:rsidRPr="00054EDB">
      <w:rPr>
        <w:rStyle w:val="PageNumber"/>
      </w:rPr>
      <w:fldChar w:fldCharType="separate"/>
    </w:r>
    <w:r>
      <w:rPr>
        <w:rStyle w:val="PageNumber"/>
        <w:noProof/>
      </w:rPr>
      <w:t>2</w:t>
    </w:r>
    <w:r w:rsidRPr="00054EDB">
      <w:rPr>
        <w:rStyle w:val="PageNumber"/>
      </w:rPr>
      <w:fldChar w:fldCharType="end"/>
    </w:r>
  </w:p>
  <w:p w14:paraId="3A3A6CFF" w14:textId="77777777" w:rsidR="005B7B0E" w:rsidRDefault="005B7B0E" w:rsidP="005044C5">
    <w:pPr>
      <w:pStyle w:val="Footer"/>
      <w:jc w:val="right"/>
    </w:pPr>
    <w:r w:rsidRPr="00EE6625">
      <w:t xml:space="preserve">© Pearson </w:t>
    </w:r>
    <w:r w:rsidRPr="00EE6625">
      <w:rPr>
        <w:noProof/>
        <w:szCs w:val="50"/>
      </w:rPr>
      <w:t>Education</w:t>
    </w:r>
    <w:r w:rsidRPr="00EE6625">
      <w:t xml:space="preserve"> Ltd </w:t>
    </w:r>
    <w:r w:rsidRPr="007D36C6">
      <w:t>2014</w:t>
    </w:r>
    <w:r w:rsidRPr="00EE6625">
      <w:t xml:space="preserve">. Copying permitted for purchasing institution only. This </w:t>
    </w:r>
    <w:r>
      <w:t>material is not copyright free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FBC23E" w14:textId="77777777" w:rsidR="005B7B0E" w:rsidRPr="00054EDB" w:rsidRDefault="005B7B0E" w:rsidP="00C34EFD">
    <w:pPr>
      <w:framePr w:w="841" w:wrap="around" w:vAnchor="page" w:hAnchor="page" w:x="10702" w:y="16385" w:anchorLock="1"/>
      <w:jc w:val="center"/>
      <w:rPr>
        <w:rStyle w:val="PageNumber"/>
      </w:rPr>
    </w:pPr>
    <w:r w:rsidRPr="00054EDB">
      <w:rPr>
        <w:rStyle w:val="PageNumber"/>
      </w:rPr>
      <w:fldChar w:fldCharType="begin"/>
    </w:r>
    <w:r w:rsidRPr="00054EDB">
      <w:rPr>
        <w:rStyle w:val="PageNumber"/>
      </w:rPr>
      <w:instrText xml:space="preserve"> PAGE </w:instrText>
    </w:r>
    <w:r w:rsidRPr="00054EDB">
      <w:rPr>
        <w:rStyle w:val="PageNumber"/>
      </w:rPr>
      <w:fldChar w:fldCharType="separate"/>
    </w:r>
    <w:r>
      <w:rPr>
        <w:rStyle w:val="PageNumber"/>
        <w:noProof/>
      </w:rPr>
      <w:t>1</w:t>
    </w:r>
    <w:r w:rsidRPr="00054EDB">
      <w:rPr>
        <w:rStyle w:val="PageNumber"/>
      </w:rPr>
      <w:fldChar w:fldCharType="end"/>
    </w:r>
  </w:p>
  <w:p w14:paraId="52579C30" w14:textId="77777777" w:rsidR="005B7B0E" w:rsidRDefault="005B7B0E" w:rsidP="008B2187">
    <w:pPr>
      <w:pStyle w:val="Footer"/>
    </w:pPr>
    <w:r>
      <w:rPr>
        <w:noProof/>
        <w:lang w:eastAsia="en-GB"/>
      </w:rPr>
      <w:drawing>
        <wp:anchor distT="0" distB="0" distL="114300" distR="114300" simplePos="0" relativeHeight="251716608" behindDoc="1" locked="0" layoutInCell="1" allowOverlap="1" wp14:anchorId="15A5D06E" wp14:editId="1539CE33">
          <wp:simplePos x="0" y="0"/>
          <wp:positionH relativeFrom="column">
            <wp:posOffset>6075045</wp:posOffset>
          </wp:positionH>
          <wp:positionV relativeFrom="paragraph">
            <wp:posOffset>4756</wp:posOffset>
          </wp:positionV>
          <wp:extent cx="754962" cy="392703"/>
          <wp:effectExtent l="0" t="0" r="7620" b="0"/>
          <wp:wrapNone/>
          <wp:docPr id="1196" name="Picture 11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3" descr="TG Footer 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962" cy="3927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6625">
      <w:t xml:space="preserve">© Pearson </w:t>
    </w:r>
    <w:r w:rsidRPr="00EE6625">
      <w:rPr>
        <w:noProof/>
        <w:szCs w:val="50"/>
      </w:rPr>
      <w:t>Education</w:t>
    </w:r>
    <w:r w:rsidRPr="00EE6625">
      <w:t xml:space="preserve"> Ltd </w:t>
    </w:r>
    <w:r w:rsidRPr="007D36C6">
      <w:t>201</w:t>
    </w:r>
    <w:r>
      <w:t>8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8B845D" w14:textId="77777777" w:rsidR="00E04619" w:rsidRDefault="00E04619">
      <w:r>
        <w:separator/>
      </w:r>
    </w:p>
    <w:p w14:paraId="6261D2AD" w14:textId="77777777" w:rsidR="00E04619" w:rsidRDefault="00E04619"/>
  </w:footnote>
  <w:footnote w:type="continuationSeparator" w:id="0">
    <w:p w14:paraId="633BCAC6" w14:textId="77777777" w:rsidR="00E04619" w:rsidRDefault="00E04619">
      <w:r>
        <w:continuationSeparator/>
      </w:r>
    </w:p>
    <w:p w14:paraId="07DEF8B5" w14:textId="77777777" w:rsidR="00E04619" w:rsidRDefault="00E0461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6FF15C" w14:textId="77777777" w:rsidR="00A6798D" w:rsidRDefault="00A6798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ED610E" w14:textId="702B8E72" w:rsidR="005B7B0E" w:rsidRPr="009027B5" w:rsidRDefault="00A6798D" w:rsidP="00376A75">
    <w:pPr>
      <w:pStyle w:val="Unitnumber"/>
      <w:tabs>
        <w:tab w:val="clear" w:pos="0"/>
        <w:tab w:val="left" w:pos="780"/>
        <w:tab w:val="left" w:pos="1830"/>
        <w:tab w:val="left" w:pos="3270"/>
        <w:tab w:val="left" w:pos="3585"/>
        <w:tab w:val="left" w:pos="3750"/>
      </w:tabs>
      <w:rPr>
        <w:sz w:val="24"/>
      </w:rPr>
    </w:pPr>
    <w:r w:rsidRPr="008458A9">
      <w:rPr>
        <w:noProof/>
        <w:sz w:val="36"/>
        <w:szCs w:val="76"/>
      </w:rPr>
      <w:drawing>
        <wp:anchor distT="0" distB="0" distL="114300" distR="114300" simplePos="0" relativeHeight="251659264" behindDoc="1" locked="0" layoutInCell="1" allowOverlap="1" wp14:anchorId="594B34AA" wp14:editId="2C8C72EF">
          <wp:simplePos x="0" y="0"/>
          <wp:positionH relativeFrom="page">
            <wp:posOffset>-64770</wp:posOffset>
          </wp:positionH>
          <wp:positionV relativeFrom="page">
            <wp:align>top</wp:align>
          </wp:positionV>
          <wp:extent cx="7657200" cy="1293935"/>
          <wp:effectExtent l="0" t="0" r="1270" b="1905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8" descr="TG Head L_H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57200" cy="1293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B7B0E" w:rsidRPr="007550DC">
      <w:rPr>
        <w:noProof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5F613497" wp14:editId="5318E991">
              <wp:simplePos x="0" y="0"/>
              <wp:positionH relativeFrom="column">
                <wp:posOffset>-3175</wp:posOffset>
              </wp:positionH>
              <wp:positionV relativeFrom="page">
                <wp:posOffset>133985</wp:posOffset>
              </wp:positionV>
              <wp:extent cx="3992245" cy="525780"/>
              <wp:effectExtent l="0" t="0" r="8255" b="7620"/>
              <wp:wrapNone/>
              <wp:docPr id="9" name="Text Box 2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92245" cy="525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253DA8" w14:textId="7E58A0A9" w:rsidR="005B7B0E" w:rsidRPr="00376A75" w:rsidRDefault="005B7B0E" w:rsidP="009027B5">
                          <w:pPr>
                            <w:pStyle w:val="Worksheettitle2lines"/>
                            <w:rPr>
                              <w:lang w:val="fr-FR"/>
                            </w:rPr>
                          </w:pPr>
                          <w:r>
                            <w:rPr>
                              <w:sz w:val="40"/>
                              <w:szCs w:val="40"/>
                              <w:lang w:val="fr-FR"/>
                            </w:rPr>
                            <w:t>Le monde est petit</w:t>
                          </w:r>
                          <w:r w:rsidRPr="00376A75">
                            <w:rPr>
                              <w:sz w:val="36"/>
                              <w:lang w:val="fr-FR"/>
                            </w:rPr>
                            <w:t xml:space="preserve"> </w:t>
                          </w:r>
                          <w:r w:rsidRPr="00376A75">
                            <w:rPr>
                              <w:sz w:val="22"/>
                              <w:szCs w:val="22"/>
                              <w:lang w:val="fr-FR"/>
                            </w:rPr>
                            <w:t xml:space="preserve">(Pupil Book pp. </w:t>
                          </w:r>
                          <w:r>
                            <w:rPr>
                              <w:sz w:val="22"/>
                              <w:szCs w:val="22"/>
                              <w:lang w:val="fr-FR"/>
                            </w:rPr>
                            <w:t>78–101</w:t>
                          </w:r>
                          <w:r w:rsidRPr="00376A75">
                            <w:rPr>
                              <w:sz w:val="22"/>
                              <w:szCs w:val="22"/>
                              <w:lang w:val="fr-FR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613497" id="_x0000_t202" coordsize="21600,21600" o:spt="202" path="m,l,21600r21600,l21600,xe">
              <v:stroke joinstyle="miter"/>
              <v:path gradientshapeok="t" o:connecttype="rect"/>
            </v:shapetype>
            <v:shape id="Text Box 277" o:spid="_x0000_s1026" type="#_x0000_t202" style="position:absolute;left:0;text-align:left;margin-left:-.25pt;margin-top:10.55pt;width:314.35pt;height:41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" filled="f" stroked="f">
              <v:textbox inset="0,0,0,0">
                <w:txbxContent>
                  <w:p w14:paraId="05253DA8" w14:textId="7E58A0A9" w:rsidR="005B7B0E" w:rsidRPr="00376A75" w:rsidRDefault="005B7B0E" w:rsidP="009027B5">
                    <w:pPr>
                      <w:pStyle w:val="Worksheettitle2lines"/>
                      <w:rPr>
                        <w:lang w:val="fr-FR"/>
                      </w:rPr>
                    </w:pPr>
                    <w:r>
                      <w:rPr>
                        <w:sz w:val="40"/>
                        <w:szCs w:val="40"/>
                        <w:lang w:val="fr-FR"/>
                      </w:rPr>
                      <w:t>Le monde est petit</w:t>
                    </w:r>
                    <w:r w:rsidRPr="00376A75">
                      <w:rPr>
                        <w:sz w:val="36"/>
                        <w:lang w:val="fr-FR"/>
                      </w:rPr>
                      <w:t xml:space="preserve"> </w:t>
                    </w:r>
                    <w:r w:rsidRPr="00376A75">
                      <w:rPr>
                        <w:sz w:val="22"/>
                        <w:szCs w:val="22"/>
                        <w:lang w:val="fr-FR"/>
                      </w:rPr>
                      <w:t xml:space="preserve">(Pupil Book pp. </w:t>
                    </w:r>
                    <w:r>
                      <w:rPr>
                        <w:sz w:val="22"/>
                        <w:szCs w:val="22"/>
                        <w:lang w:val="fr-FR"/>
                      </w:rPr>
                      <w:t>78–101</w:t>
                    </w:r>
                    <w:r w:rsidRPr="00376A75">
                      <w:rPr>
                        <w:sz w:val="22"/>
                        <w:szCs w:val="22"/>
                        <w:lang w:val="fr-FR"/>
                      </w:rPr>
                      <w:t>)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5B7B0E">
      <w:rPr>
        <w:lang w:val="fr-FR"/>
      </w:rPr>
      <w:t>4</w:t>
    </w:r>
    <w:r w:rsidR="005B7B0E">
      <w:rPr>
        <w:lang w:val="fr-FR"/>
      </w:rPr>
      <w:tab/>
    </w:r>
    <w:r w:rsidR="005B7B0E">
      <w:rPr>
        <w:lang w:val="fr-FR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E74BC4" w14:textId="77777777" w:rsidR="005B7B0E" w:rsidRPr="008B2187" w:rsidRDefault="005B7B0E" w:rsidP="008458A9">
    <w:pPr>
      <w:pStyle w:val="Unitnumber"/>
      <w:tabs>
        <w:tab w:val="left" w:pos="6360"/>
        <w:tab w:val="right" w:pos="9632"/>
      </w:tabs>
    </w:pPr>
    <w:r w:rsidRPr="008458A9">
      <w:rPr>
        <w:noProof/>
        <w:sz w:val="36"/>
        <w:szCs w:val="76"/>
      </w:rPr>
      <w:drawing>
        <wp:anchor distT="0" distB="0" distL="114300" distR="114300" simplePos="0" relativeHeight="251653120" behindDoc="1" locked="0" layoutInCell="1" allowOverlap="1" wp14:anchorId="0984A94F" wp14:editId="415FE2D0">
          <wp:simplePos x="0" y="0"/>
          <wp:positionH relativeFrom="page">
            <wp:posOffset>-63500</wp:posOffset>
          </wp:positionH>
          <wp:positionV relativeFrom="page">
            <wp:posOffset>50800</wp:posOffset>
          </wp:positionV>
          <wp:extent cx="7658735" cy="1093222"/>
          <wp:effectExtent l="0" t="0" r="0" b="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8" descr="TG Head L_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58735" cy="10932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58A9">
      <w:rPr>
        <w:noProof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168D185C" wp14:editId="3DEC503F">
              <wp:simplePos x="0" y="0"/>
              <wp:positionH relativeFrom="column">
                <wp:posOffset>5617210</wp:posOffset>
              </wp:positionH>
              <wp:positionV relativeFrom="page">
                <wp:posOffset>228600</wp:posOffset>
              </wp:positionV>
              <wp:extent cx="895985" cy="429260"/>
              <wp:effectExtent l="0" t="0" r="18415" b="2540"/>
              <wp:wrapNone/>
              <wp:docPr id="1" name="Text Box 2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5985" cy="429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033AC9" w14:textId="77777777" w:rsidR="005B7B0E" w:rsidRPr="008458A9" w:rsidRDefault="005B7B0E" w:rsidP="000F1161">
                          <w:pPr>
                            <w:pStyle w:val="Moduletitle"/>
                            <w:rPr>
                              <w:rStyle w:val="Pages"/>
                              <w:color w:val="FFFFFF" w:themeColor="background1"/>
                            </w:rPr>
                          </w:pPr>
                          <w:r w:rsidRPr="008458A9">
                            <w:rPr>
                              <w:color w:val="FFFFFF" w:themeColor="background1"/>
                            </w:rPr>
                            <w:t xml:space="preserve">Module title – </w:t>
                          </w:r>
                          <w:r w:rsidRPr="008458A9">
                            <w:rPr>
                              <w:b/>
                              <w:color w:val="FFFFFF" w:themeColor="background1"/>
                            </w:rPr>
                            <w:t>MODULE 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8D185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42.3pt;margin-top:18pt;width:70.55pt;height:33.8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" filled="f" stroked="f">
              <v:textbox inset="0,0,0,0">
                <w:txbxContent>
                  <w:p w14:paraId="3C033AC9" w14:textId="77777777" w:rsidR="005B7B0E" w:rsidRPr="008458A9" w:rsidRDefault="005B7B0E" w:rsidP="000F1161">
                    <w:pPr>
                      <w:pStyle w:val="Moduletitle"/>
                      <w:rPr>
                        <w:rStyle w:val="Pages"/>
                        <w:color w:val="FFFFFF" w:themeColor="background1"/>
                      </w:rPr>
                    </w:pPr>
                    <w:r w:rsidRPr="008458A9">
                      <w:rPr>
                        <w:color w:val="FFFFFF" w:themeColor="background1"/>
                      </w:rPr>
                      <w:t xml:space="preserve">Module title – </w:t>
                    </w:r>
                    <w:r w:rsidRPr="008458A9">
                      <w:rPr>
                        <w:b/>
                        <w:color w:val="FFFFFF" w:themeColor="background1"/>
                      </w:rPr>
                      <w:t>MODULE 3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8458A9">
      <w:t>3</w:t>
    </w:r>
    <w:r w:rsidRPr="008458A9">
      <w:tab/>
      <w:t xml:space="preserve">Unit title … </w:t>
    </w:r>
    <w:r w:rsidRPr="008458A9">
      <w:rPr>
        <w:rStyle w:val="Pages"/>
        <w:color w:val="FFFFFF" w:themeColor="background1"/>
      </w:rPr>
      <w:t xml:space="preserve">(Pupil Book pp. </w:t>
    </w:r>
    <w:r>
      <w:rPr>
        <w:rStyle w:val="Pages"/>
        <w:color w:val="FFFFFF" w:themeColor="background1"/>
      </w:rPr>
      <w:t>xx</w:t>
    </w:r>
    <w:r w:rsidRPr="008458A9">
      <w:rPr>
        <w:rStyle w:val="Pages"/>
        <w:color w:val="FFFFFF" w:themeColor="background1"/>
      </w:rPr>
      <w:t>–</w:t>
    </w:r>
    <w:r>
      <w:rPr>
        <w:rStyle w:val="Pages"/>
        <w:color w:val="FFFFFF" w:themeColor="background1"/>
      </w:rPr>
      <w:t>xx</w:t>
    </w:r>
    <w:r w:rsidRPr="008458A9">
      <w:rPr>
        <w:rStyle w:val="Pages"/>
        <w:color w:val="FFFFFF" w:themeColor="background1"/>
      </w:rPr>
      <w:t>)</w:t>
    </w:r>
    <w:r>
      <w:rPr>
        <w:rStyle w:val="Pages"/>
      </w:rPr>
      <w:tab/>
    </w:r>
    <w:r>
      <w:rPr>
        <w:rStyle w:val="Pages"/>
      </w:rPr>
      <w:tab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0A4C67" w14:textId="77777777" w:rsidR="005B7B0E" w:rsidRPr="009027B5" w:rsidRDefault="005B7B0E" w:rsidP="003D5F8E">
    <w:pPr>
      <w:pStyle w:val="Unitnumber"/>
      <w:tabs>
        <w:tab w:val="left" w:pos="6360"/>
        <w:tab w:val="right" w:pos="9632"/>
      </w:tabs>
      <w:rPr>
        <w:sz w:val="24"/>
      </w:rPr>
    </w:pPr>
    <w:r w:rsidRPr="007550DC">
      <w:rPr>
        <w:noProof/>
      </w:rPr>
      <mc:AlternateContent>
        <mc:Choice Requires="wps">
          <w:drawing>
            <wp:anchor distT="0" distB="0" distL="114300" distR="114300" simplePos="0" relativeHeight="251719680" behindDoc="1" locked="1" layoutInCell="1" allowOverlap="1" wp14:anchorId="013A6D59" wp14:editId="39818F2D">
              <wp:simplePos x="0" y="0"/>
              <wp:positionH relativeFrom="column">
                <wp:posOffset>6350</wp:posOffset>
              </wp:positionH>
              <wp:positionV relativeFrom="page">
                <wp:posOffset>133985</wp:posOffset>
              </wp:positionV>
              <wp:extent cx="3992245" cy="525780"/>
              <wp:effectExtent l="0" t="0" r="8255" b="7620"/>
              <wp:wrapNone/>
              <wp:docPr id="1041" name="Text Box 2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92245" cy="525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E6B852" w14:textId="77777777" w:rsidR="005B7B0E" w:rsidRPr="00E90A2E" w:rsidRDefault="005B7B0E" w:rsidP="009027B5">
                          <w:pPr>
                            <w:pStyle w:val="Worksheettitle2lines"/>
                            <w:rPr>
                              <w:sz w:val="40"/>
                              <w:lang w:val="fr-FR"/>
                            </w:rPr>
                          </w:pPr>
                          <w:r>
                            <w:rPr>
                              <w:sz w:val="40"/>
                              <w:lang w:val="fr-FR"/>
                            </w:rPr>
                            <w:t>A toi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3A6D5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.5pt;margin-top:10.55pt;width:314.35pt;height:41.4pt;z-index:-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" filled="f" stroked="f">
              <v:textbox inset="0,0,0,0">
                <w:txbxContent>
                  <w:p w14:paraId="50E6B852" w14:textId="77777777" w:rsidR="005B7B0E" w:rsidRPr="00E90A2E" w:rsidRDefault="005B7B0E" w:rsidP="009027B5">
                    <w:pPr>
                      <w:pStyle w:val="Worksheettitle2lines"/>
                      <w:rPr>
                        <w:sz w:val="40"/>
                        <w:lang w:val="fr-FR"/>
                      </w:rPr>
                    </w:pPr>
                    <w:r>
                      <w:rPr>
                        <w:sz w:val="40"/>
                        <w:lang w:val="fr-FR"/>
                      </w:rPr>
                      <w:t>A toi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8458A9">
      <w:rPr>
        <w:noProof/>
        <w:sz w:val="36"/>
        <w:szCs w:val="76"/>
      </w:rPr>
      <w:drawing>
        <wp:anchor distT="0" distB="0" distL="114300" distR="114300" simplePos="0" relativeHeight="251717632" behindDoc="1" locked="0" layoutInCell="1" allowOverlap="1" wp14:anchorId="3A5E92C2" wp14:editId="5930E083">
          <wp:simplePos x="0" y="0"/>
          <wp:positionH relativeFrom="page">
            <wp:posOffset>-63500</wp:posOffset>
          </wp:positionH>
          <wp:positionV relativeFrom="page">
            <wp:align>top</wp:align>
          </wp:positionV>
          <wp:extent cx="7657200" cy="1094400"/>
          <wp:effectExtent l="0" t="0" r="1270" b="0"/>
          <wp:wrapNone/>
          <wp:docPr id="1194" name="Picture 1194" descr="Dynam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8" descr="TG Head L_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57200" cy="109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58A9">
      <w:rPr>
        <w:noProof/>
      </w:rPr>
      <mc:AlternateContent>
        <mc:Choice Requires="wps">
          <w:drawing>
            <wp:anchor distT="0" distB="0" distL="114300" distR="114300" simplePos="0" relativeHeight="251718656" behindDoc="0" locked="1" layoutInCell="1" allowOverlap="1" wp14:anchorId="4321D8BB" wp14:editId="0484614B">
              <wp:simplePos x="0" y="0"/>
              <wp:positionH relativeFrom="column">
                <wp:posOffset>5619750</wp:posOffset>
              </wp:positionH>
              <wp:positionV relativeFrom="page">
                <wp:posOffset>232410</wp:posOffset>
              </wp:positionV>
              <wp:extent cx="895985" cy="429260"/>
              <wp:effectExtent l="0" t="0" r="18415" b="8890"/>
              <wp:wrapNone/>
              <wp:docPr id="1042" name="Text Box 2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5985" cy="429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400116" w14:textId="77777777" w:rsidR="005B7B0E" w:rsidRPr="008458A9" w:rsidRDefault="005B7B0E" w:rsidP="00647768">
                          <w:pPr>
                            <w:pStyle w:val="Moduletitle"/>
                            <w:rPr>
                              <w:rStyle w:val="Pages"/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</w:rPr>
                            <w:t>Module title</w:t>
                          </w:r>
                          <w:r w:rsidRPr="008458A9">
                            <w:rPr>
                              <w:color w:val="FFFFFF" w:themeColor="background1"/>
                            </w:rPr>
                            <w:t xml:space="preserve"> – </w:t>
                          </w:r>
                          <w:r w:rsidRPr="008458A9">
                            <w:rPr>
                              <w:b/>
                              <w:color w:val="FFFFFF" w:themeColor="background1"/>
                            </w:rPr>
                            <w:t xml:space="preserve">MODULE </w:t>
                          </w:r>
                          <w:r>
                            <w:rPr>
                              <w:b/>
                              <w:color w:val="FFFFFF" w:themeColor="background1"/>
                            </w:rPr>
                            <w:t>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21D8BB" id="_x0000_s1029" type="#_x0000_t202" style="position:absolute;left:0;text-align:left;margin-left:442.5pt;margin-top:18.3pt;width:70.55pt;height:33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" filled="f" stroked="f">
              <v:textbox inset="0,0,0,0">
                <w:txbxContent>
                  <w:p w14:paraId="54400116" w14:textId="77777777" w:rsidR="005B7B0E" w:rsidRPr="008458A9" w:rsidRDefault="005B7B0E" w:rsidP="00647768">
                    <w:pPr>
                      <w:pStyle w:val="Moduletitle"/>
                      <w:rPr>
                        <w:rStyle w:val="Pages"/>
                        <w:color w:val="FFFFFF" w:themeColor="background1"/>
                      </w:rPr>
                    </w:pPr>
                    <w:r>
                      <w:rPr>
                        <w:color w:val="FFFFFF" w:themeColor="background1"/>
                      </w:rPr>
                      <w:t>Module title</w:t>
                    </w:r>
                    <w:r w:rsidRPr="008458A9">
                      <w:rPr>
                        <w:color w:val="FFFFFF" w:themeColor="background1"/>
                      </w:rPr>
                      <w:t xml:space="preserve"> – </w:t>
                    </w:r>
                    <w:r w:rsidRPr="008458A9">
                      <w:rPr>
                        <w:b/>
                        <w:color w:val="FFFFFF" w:themeColor="background1"/>
                      </w:rPr>
                      <w:t xml:space="preserve">MODULE </w:t>
                    </w:r>
                    <w:r>
                      <w:rPr>
                        <w:b/>
                        <w:color w:val="FFFFFF" w:themeColor="background1"/>
                      </w:rPr>
                      <w:t>X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C90B0" w14:textId="77777777" w:rsidR="005B7B0E" w:rsidRPr="008B2187" w:rsidRDefault="005B7B0E" w:rsidP="008458A9">
    <w:pPr>
      <w:pStyle w:val="Unitnumber"/>
      <w:tabs>
        <w:tab w:val="left" w:pos="6360"/>
        <w:tab w:val="right" w:pos="9632"/>
      </w:tabs>
    </w:pPr>
    <w:r w:rsidRPr="008458A9">
      <w:rPr>
        <w:noProof/>
        <w:sz w:val="36"/>
        <w:szCs w:val="76"/>
      </w:rPr>
      <w:drawing>
        <wp:anchor distT="0" distB="0" distL="114300" distR="114300" simplePos="0" relativeHeight="251714560" behindDoc="1" locked="0" layoutInCell="1" allowOverlap="1" wp14:anchorId="6595282D" wp14:editId="26332D73">
          <wp:simplePos x="0" y="0"/>
          <wp:positionH relativeFrom="page">
            <wp:posOffset>-63500</wp:posOffset>
          </wp:positionH>
          <wp:positionV relativeFrom="page">
            <wp:posOffset>50800</wp:posOffset>
          </wp:positionV>
          <wp:extent cx="7658735" cy="1093222"/>
          <wp:effectExtent l="0" t="0" r="0" b="0"/>
          <wp:wrapNone/>
          <wp:docPr id="1195" name="Picture 1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8" descr="TG Head L_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58735" cy="10932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58A9">
      <w:rPr>
        <w:noProof/>
      </w:rPr>
      <mc:AlternateContent>
        <mc:Choice Requires="wps">
          <w:drawing>
            <wp:anchor distT="0" distB="0" distL="114300" distR="114300" simplePos="0" relativeHeight="251715584" behindDoc="1" locked="1" layoutInCell="1" allowOverlap="1" wp14:anchorId="14636C39" wp14:editId="453B7935">
              <wp:simplePos x="0" y="0"/>
              <wp:positionH relativeFrom="column">
                <wp:posOffset>5617210</wp:posOffset>
              </wp:positionH>
              <wp:positionV relativeFrom="page">
                <wp:posOffset>228600</wp:posOffset>
              </wp:positionV>
              <wp:extent cx="895985" cy="429260"/>
              <wp:effectExtent l="0" t="0" r="18415" b="2540"/>
              <wp:wrapNone/>
              <wp:docPr id="1043" name="Text Box 2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5985" cy="429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85A007" w14:textId="77777777" w:rsidR="005B7B0E" w:rsidRPr="008458A9" w:rsidRDefault="005B7B0E" w:rsidP="000F1161">
                          <w:pPr>
                            <w:pStyle w:val="Moduletitle"/>
                            <w:rPr>
                              <w:rStyle w:val="Pages"/>
                              <w:color w:val="FFFFFF" w:themeColor="background1"/>
                            </w:rPr>
                          </w:pPr>
                          <w:r w:rsidRPr="008458A9">
                            <w:rPr>
                              <w:color w:val="FFFFFF" w:themeColor="background1"/>
                            </w:rPr>
                            <w:t xml:space="preserve">Module title – </w:t>
                          </w:r>
                          <w:r w:rsidRPr="008458A9">
                            <w:rPr>
                              <w:b/>
                              <w:color w:val="FFFFFF" w:themeColor="background1"/>
                            </w:rPr>
                            <w:t>MODULE 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636C39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442.3pt;margin-top:18pt;width:70.55pt;height:33.8pt;z-index:-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" filled="f" stroked="f">
              <v:textbox inset="0,0,0,0">
                <w:txbxContent>
                  <w:p w14:paraId="7D85A007" w14:textId="77777777" w:rsidR="005B7B0E" w:rsidRPr="008458A9" w:rsidRDefault="005B7B0E" w:rsidP="000F1161">
                    <w:pPr>
                      <w:pStyle w:val="Moduletitle"/>
                      <w:rPr>
                        <w:rStyle w:val="Pages"/>
                        <w:color w:val="FFFFFF" w:themeColor="background1"/>
                      </w:rPr>
                    </w:pPr>
                    <w:r w:rsidRPr="008458A9">
                      <w:rPr>
                        <w:color w:val="FFFFFF" w:themeColor="background1"/>
                      </w:rPr>
                      <w:t xml:space="preserve">Module title – </w:t>
                    </w:r>
                    <w:r w:rsidRPr="008458A9">
                      <w:rPr>
                        <w:b/>
                        <w:color w:val="FFFFFF" w:themeColor="background1"/>
                      </w:rPr>
                      <w:t>MODULE 3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8458A9">
      <w:t>3</w:t>
    </w:r>
    <w:r w:rsidRPr="008458A9">
      <w:tab/>
      <w:t xml:space="preserve">Unit title … </w:t>
    </w:r>
    <w:r w:rsidRPr="008458A9">
      <w:rPr>
        <w:rStyle w:val="Pages"/>
        <w:color w:val="FFFFFF" w:themeColor="background1"/>
      </w:rPr>
      <w:t xml:space="preserve">(Pupil Book pp. </w:t>
    </w:r>
    <w:r>
      <w:rPr>
        <w:rStyle w:val="Pages"/>
        <w:color w:val="FFFFFF" w:themeColor="background1"/>
      </w:rPr>
      <w:t>xx</w:t>
    </w:r>
    <w:r w:rsidRPr="008458A9">
      <w:rPr>
        <w:rStyle w:val="Pages"/>
        <w:color w:val="FFFFFF" w:themeColor="background1"/>
      </w:rPr>
      <w:t>–</w:t>
    </w:r>
    <w:r>
      <w:rPr>
        <w:rStyle w:val="Pages"/>
        <w:color w:val="FFFFFF" w:themeColor="background1"/>
      </w:rPr>
      <w:t>xx</w:t>
    </w:r>
    <w:r w:rsidRPr="008458A9">
      <w:rPr>
        <w:rStyle w:val="Pages"/>
        <w:color w:val="FFFFFF" w:themeColor="background1"/>
      </w:rPr>
      <w:t>)</w:t>
    </w:r>
    <w:r>
      <w:rPr>
        <w:rStyle w:val="Pages"/>
      </w:rPr>
      <w:tab/>
    </w:r>
    <w:r>
      <w:rPr>
        <w:rStyle w:val="Page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57A6B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622490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C6E07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D4AB9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FAA5C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Times New Roman" w:hint="default"/>
      </w:rPr>
    </w:lvl>
  </w:abstractNum>
  <w:abstractNum w:abstractNumId="5" w15:restartNumberingAfterBreak="0">
    <w:nsid w:val="FFFFFF81"/>
    <w:multiLevelType w:val="singleLevel"/>
    <w:tmpl w:val="AD7275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Times New Roman" w:hint="default"/>
      </w:rPr>
    </w:lvl>
  </w:abstractNum>
  <w:abstractNum w:abstractNumId="6" w15:restartNumberingAfterBreak="0">
    <w:nsid w:val="FFFFFF82"/>
    <w:multiLevelType w:val="singleLevel"/>
    <w:tmpl w:val="C24211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Times New Roman" w:hint="default"/>
      </w:rPr>
    </w:lvl>
  </w:abstractNum>
  <w:abstractNum w:abstractNumId="7" w15:restartNumberingAfterBreak="0">
    <w:nsid w:val="FFFFFF83"/>
    <w:multiLevelType w:val="singleLevel"/>
    <w:tmpl w:val="C9A45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Times New Roman" w:hint="default"/>
      </w:rPr>
    </w:lvl>
  </w:abstractNum>
  <w:abstractNum w:abstractNumId="8" w15:restartNumberingAfterBreak="0">
    <w:nsid w:val="FFFFFF88"/>
    <w:multiLevelType w:val="singleLevel"/>
    <w:tmpl w:val="B3D6C0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DF41F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26053CA"/>
    <w:multiLevelType w:val="multilevel"/>
    <w:tmpl w:val="48124C10"/>
    <w:styleLink w:val="Listroman"/>
    <w:lvl w:ilvl="0">
      <w:start w:val="1"/>
      <w:numFmt w:val="lowerRoman"/>
      <w:lvlText w:val="%1"/>
      <w:lvlJc w:val="left"/>
      <w:pPr>
        <w:tabs>
          <w:tab w:val="num" w:pos="1021"/>
        </w:tabs>
        <w:ind w:left="1021" w:hanging="341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05274A5D"/>
    <w:multiLevelType w:val="multilevel"/>
    <w:tmpl w:val="EF181752"/>
    <w:numStyleLink w:val="Listfeature"/>
  </w:abstractNum>
  <w:abstractNum w:abstractNumId="12" w15:restartNumberingAfterBreak="0">
    <w:nsid w:val="0C887D63"/>
    <w:multiLevelType w:val="hybridMultilevel"/>
    <w:tmpl w:val="78FA6E76"/>
    <w:lvl w:ilvl="0" w:tplc="B594683E">
      <w:start w:val="1"/>
      <w:numFmt w:val="bullet"/>
      <w:pStyle w:val="Grammarsuggestionbullet"/>
      <w:lvlText w:val="●"/>
      <w:lvlJc w:val="left"/>
      <w:pPr>
        <w:tabs>
          <w:tab w:val="num" w:pos="448"/>
        </w:tabs>
        <w:ind w:left="448" w:hanging="34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548" w:hanging="360"/>
      </w:pPr>
      <w:rPr>
        <w:rFonts w:ascii="Wingdings" w:hAnsi="Wingdings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2268" w:hanging="360"/>
      </w:pPr>
      <w:rPr>
        <w:rFonts w:ascii="Arial" w:hAnsi="Arial" w:hint="default"/>
      </w:rPr>
    </w:lvl>
    <w:lvl w:ilvl="3" w:tplc="08090001" w:tentative="1">
      <w:start w:val="1"/>
      <w:numFmt w:val="bullet"/>
      <w:lvlText w:val=""/>
      <w:lvlJc w:val="left"/>
      <w:pPr>
        <w:ind w:left="2988" w:hanging="360"/>
      </w:pPr>
      <w:rPr>
        <w:rFonts w:ascii="Times New Roman" w:hAnsi="Times New Roman" w:hint="default"/>
      </w:rPr>
    </w:lvl>
    <w:lvl w:ilvl="4" w:tplc="08090003" w:tentative="1">
      <w:start w:val="1"/>
      <w:numFmt w:val="bullet"/>
      <w:lvlText w:val="o"/>
      <w:lvlJc w:val="left"/>
      <w:pPr>
        <w:ind w:left="3708" w:hanging="360"/>
      </w:pPr>
      <w:rPr>
        <w:rFonts w:ascii="Wingdings" w:hAnsi="Wingdings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4428" w:hanging="360"/>
      </w:pPr>
      <w:rPr>
        <w:rFonts w:ascii="Arial" w:hAnsi="Arial" w:hint="default"/>
      </w:rPr>
    </w:lvl>
    <w:lvl w:ilvl="6" w:tplc="08090001" w:tentative="1">
      <w:start w:val="1"/>
      <w:numFmt w:val="bullet"/>
      <w:lvlText w:val=""/>
      <w:lvlJc w:val="left"/>
      <w:pPr>
        <w:ind w:left="5148" w:hanging="360"/>
      </w:pPr>
      <w:rPr>
        <w:rFonts w:ascii="Times New Roman" w:hAnsi="Times New Roman" w:hint="default"/>
      </w:rPr>
    </w:lvl>
    <w:lvl w:ilvl="7" w:tplc="08090003" w:tentative="1">
      <w:start w:val="1"/>
      <w:numFmt w:val="bullet"/>
      <w:lvlText w:val="o"/>
      <w:lvlJc w:val="left"/>
      <w:pPr>
        <w:ind w:left="5868" w:hanging="360"/>
      </w:pPr>
      <w:rPr>
        <w:rFonts w:ascii="Wingdings" w:hAnsi="Wingdings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588" w:hanging="360"/>
      </w:pPr>
      <w:rPr>
        <w:rFonts w:ascii="Arial" w:hAnsi="Arial" w:hint="default"/>
      </w:rPr>
    </w:lvl>
  </w:abstractNum>
  <w:abstractNum w:abstractNumId="13" w15:restartNumberingAfterBreak="0">
    <w:nsid w:val="0D6049BF"/>
    <w:multiLevelType w:val="multilevel"/>
    <w:tmpl w:val="ED58EA94"/>
    <w:styleLink w:val="Listaudio"/>
    <w:lvl w:ilvl="0">
      <w:start w:val="1"/>
      <w:numFmt w:val="decimal"/>
      <w:lvlText w:val="%1  –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9410486"/>
    <w:multiLevelType w:val="hybridMultilevel"/>
    <w:tmpl w:val="7D06E1FE"/>
    <w:lvl w:ilvl="0" w:tplc="70D40C1A">
      <w:start w:val="1"/>
      <w:numFmt w:val="bullet"/>
      <w:pStyle w:val="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Wingdings" w:hAnsi="Wingdings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Wingdings" w:hAnsi="Wingdings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Wingdings" w:hAnsi="Wingdings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1FD7264B"/>
    <w:multiLevelType w:val="hybridMultilevel"/>
    <w:tmpl w:val="39ACED0E"/>
    <w:lvl w:ilvl="0" w:tplc="F73436EA">
      <w:start w:val="1"/>
      <w:numFmt w:val="decimal"/>
      <w:lvlText w:val="%1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F76C24"/>
    <w:multiLevelType w:val="hybridMultilevel"/>
    <w:tmpl w:val="CD605CA2"/>
    <w:lvl w:ilvl="0" w:tplc="11E840B8">
      <w:start w:val="1"/>
      <w:numFmt w:val="bullet"/>
      <w:pStyle w:val="Audiobullets"/>
      <w:lvlText w:val="–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7DD0ADE"/>
    <w:multiLevelType w:val="hybridMultilevel"/>
    <w:tmpl w:val="39ACED0E"/>
    <w:lvl w:ilvl="0" w:tplc="F73436EA">
      <w:start w:val="1"/>
      <w:numFmt w:val="decimal"/>
      <w:lvlText w:val="%1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90290E"/>
    <w:multiLevelType w:val="multilevel"/>
    <w:tmpl w:val="4B72C86E"/>
    <w:numStyleLink w:val="Listnum"/>
  </w:abstractNum>
  <w:abstractNum w:abstractNumId="19" w15:restartNumberingAfterBreak="0">
    <w:nsid w:val="2A5D625A"/>
    <w:multiLevelType w:val="hybridMultilevel"/>
    <w:tmpl w:val="39ACED0E"/>
    <w:lvl w:ilvl="0" w:tplc="F73436EA">
      <w:start w:val="1"/>
      <w:numFmt w:val="decimal"/>
      <w:lvlText w:val="%1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34C4B"/>
    <w:multiLevelType w:val="hybridMultilevel"/>
    <w:tmpl w:val="874041AA"/>
    <w:lvl w:ilvl="0" w:tplc="98F09DA2">
      <w:start w:val="1"/>
      <w:numFmt w:val="bullet"/>
      <w:pStyle w:val="Starter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Wingdings" w:hAnsi="Wingdings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Wingdings" w:hAnsi="Wingdings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Wingdings" w:hAnsi="Wingdings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2EE77D0A"/>
    <w:multiLevelType w:val="hybridMultilevel"/>
    <w:tmpl w:val="85023D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3F3715"/>
    <w:multiLevelType w:val="multilevel"/>
    <w:tmpl w:val="4B72C86E"/>
    <w:numStyleLink w:val="Listnum"/>
  </w:abstractNum>
  <w:abstractNum w:abstractNumId="23" w15:restartNumberingAfterBreak="0">
    <w:nsid w:val="41244F3F"/>
    <w:multiLevelType w:val="hybridMultilevel"/>
    <w:tmpl w:val="39ACED0E"/>
    <w:lvl w:ilvl="0" w:tplc="F73436EA">
      <w:start w:val="1"/>
      <w:numFmt w:val="decimal"/>
      <w:lvlText w:val="%1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D94C2A"/>
    <w:multiLevelType w:val="hybridMultilevel"/>
    <w:tmpl w:val="7960E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C77E52"/>
    <w:multiLevelType w:val="multilevel"/>
    <w:tmpl w:val="058C1C62"/>
    <w:lvl w:ilvl="0">
      <w:start w:val="1"/>
      <w:numFmt w:val="bullet"/>
      <w:lvlText w:val=""/>
      <w:lvlJc w:val="left"/>
      <w:pPr>
        <w:ind w:left="828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1548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2268" w:hanging="360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2988" w:hanging="360"/>
      </w:pPr>
      <w:rPr>
        <w:rFonts w:ascii="Times New Roman" w:hAnsi="Times New Roman" w:hint="default"/>
      </w:rPr>
    </w:lvl>
    <w:lvl w:ilvl="4">
      <w:start w:val="1"/>
      <w:numFmt w:val="bullet"/>
      <w:lvlText w:val="o"/>
      <w:lvlJc w:val="left"/>
      <w:pPr>
        <w:ind w:left="3708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ind w:left="4428" w:hanging="360"/>
      </w:pPr>
      <w:rPr>
        <w:rFonts w:ascii="Arial" w:hAnsi="Arial" w:hint="default"/>
      </w:rPr>
    </w:lvl>
    <w:lvl w:ilvl="6">
      <w:start w:val="1"/>
      <w:numFmt w:val="bullet"/>
      <w:lvlText w:val=""/>
      <w:lvlJc w:val="left"/>
      <w:pPr>
        <w:ind w:left="5148" w:hanging="360"/>
      </w:pPr>
      <w:rPr>
        <w:rFonts w:ascii="Times New Roman" w:hAnsi="Times New Roman" w:hint="default"/>
      </w:rPr>
    </w:lvl>
    <w:lvl w:ilvl="7">
      <w:start w:val="1"/>
      <w:numFmt w:val="bullet"/>
      <w:lvlText w:val="o"/>
      <w:lvlJc w:val="left"/>
      <w:pPr>
        <w:ind w:left="5868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ind w:left="6588" w:hanging="360"/>
      </w:pPr>
      <w:rPr>
        <w:rFonts w:ascii="Arial" w:hAnsi="Arial" w:hint="default"/>
      </w:rPr>
    </w:lvl>
  </w:abstractNum>
  <w:abstractNum w:abstractNumId="26" w15:restartNumberingAfterBreak="0">
    <w:nsid w:val="697B65A6"/>
    <w:multiLevelType w:val="multilevel"/>
    <w:tmpl w:val="EF181752"/>
    <w:styleLink w:val="Listfeature"/>
    <w:lvl w:ilvl="0">
      <w:start w:val="1"/>
      <w:numFmt w:val="decimal"/>
      <w:lvlText w:val="%1"/>
      <w:lvlJc w:val="left"/>
      <w:pPr>
        <w:tabs>
          <w:tab w:val="num" w:pos="448"/>
        </w:tabs>
        <w:ind w:left="448" w:hanging="340"/>
      </w:pPr>
      <w:rPr>
        <w:rFonts w:ascii="Arial" w:hAnsi="Arial"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6BB26A66"/>
    <w:multiLevelType w:val="hybridMultilevel"/>
    <w:tmpl w:val="24AC57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Wingdings" w:hAnsi="Wingdings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Wingdings" w:hAnsi="Wingdings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Wingdings" w:hAnsi="Wingdings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736E226D"/>
    <w:multiLevelType w:val="multilevel"/>
    <w:tmpl w:val="6F7A1FFA"/>
    <w:styleLink w:val="Listalpha"/>
    <w:lvl w:ilvl="0">
      <w:start w:val="1"/>
      <w:numFmt w:val="lowerLetter"/>
      <w:lvlText w:val="%1"/>
      <w:lvlJc w:val="left"/>
      <w:pPr>
        <w:tabs>
          <w:tab w:val="num" w:pos="680"/>
        </w:tabs>
        <w:ind w:left="680" w:hanging="34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0" w15:restartNumberingAfterBreak="0">
    <w:nsid w:val="754B0D3A"/>
    <w:multiLevelType w:val="hybridMultilevel"/>
    <w:tmpl w:val="39ACED0E"/>
    <w:lvl w:ilvl="0" w:tplc="F73436EA">
      <w:start w:val="1"/>
      <w:numFmt w:val="decimal"/>
      <w:lvlText w:val="%1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E357D0"/>
    <w:multiLevelType w:val="hybridMultilevel"/>
    <w:tmpl w:val="F43EA436"/>
    <w:lvl w:ilvl="0" w:tplc="2EFA8146">
      <w:start w:val="1"/>
      <w:numFmt w:val="bullet"/>
      <w:pStyle w:val="Plenary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Wingdings" w:hAnsi="Wingdings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Wingdings" w:hAnsi="Wingdings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Wingdings" w:hAnsi="Wingdings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7B30377C"/>
    <w:multiLevelType w:val="multilevel"/>
    <w:tmpl w:val="4B72C86E"/>
    <w:styleLink w:val="Listnum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2"/>
  </w:num>
  <w:num w:numId="2">
    <w:abstractNumId w:val="29"/>
  </w:num>
  <w:num w:numId="3">
    <w:abstractNumId w:val="10"/>
  </w:num>
  <w:num w:numId="4">
    <w:abstractNumId w:val="31"/>
  </w:num>
  <w:num w:numId="5">
    <w:abstractNumId w:val="20"/>
  </w:num>
  <w:num w:numId="6">
    <w:abstractNumId w:val="22"/>
  </w:num>
  <w:num w:numId="7">
    <w:abstractNumId w:val="18"/>
  </w:num>
  <w:num w:numId="8">
    <w:abstractNumId w:val="26"/>
  </w:num>
  <w:num w:numId="9">
    <w:abstractNumId w:val="14"/>
  </w:num>
  <w:num w:numId="10">
    <w:abstractNumId w:val="28"/>
  </w:num>
  <w:num w:numId="11">
    <w:abstractNumId w:val="11"/>
  </w:num>
  <w:num w:numId="12">
    <w:abstractNumId w:val="16"/>
  </w:num>
  <w:num w:numId="13">
    <w:abstractNumId w:val="13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2"/>
  </w:num>
  <w:num w:numId="25">
    <w:abstractNumId w:val="25"/>
  </w:num>
  <w:num w:numId="26">
    <w:abstractNumId w:val="21"/>
  </w:num>
  <w:num w:numId="27">
    <w:abstractNumId w:val="27"/>
  </w:num>
  <w:num w:numId="28">
    <w:abstractNumId w:val="19"/>
  </w:num>
  <w:num w:numId="29">
    <w:abstractNumId w:val="23"/>
  </w:num>
  <w:num w:numId="30">
    <w:abstractNumId w:val="30"/>
  </w:num>
  <w:num w:numId="31">
    <w:abstractNumId w:val="17"/>
  </w:num>
  <w:num w:numId="32">
    <w:abstractNumId w:val="15"/>
  </w:num>
  <w:num w:numId="33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E55"/>
    <w:rsid w:val="000065C4"/>
    <w:rsid w:val="000100BA"/>
    <w:rsid w:val="00011F58"/>
    <w:rsid w:val="00013614"/>
    <w:rsid w:val="00022703"/>
    <w:rsid w:val="0002288B"/>
    <w:rsid w:val="00025886"/>
    <w:rsid w:val="000312FD"/>
    <w:rsid w:val="00031FD5"/>
    <w:rsid w:val="00033728"/>
    <w:rsid w:val="00034D98"/>
    <w:rsid w:val="00040BE3"/>
    <w:rsid w:val="00040C2C"/>
    <w:rsid w:val="000443ED"/>
    <w:rsid w:val="000472E2"/>
    <w:rsid w:val="00051C5B"/>
    <w:rsid w:val="00052FF4"/>
    <w:rsid w:val="00054EDB"/>
    <w:rsid w:val="000559D8"/>
    <w:rsid w:val="00055C43"/>
    <w:rsid w:val="00056C2A"/>
    <w:rsid w:val="00060CA2"/>
    <w:rsid w:val="00062753"/>
    <w:rsid w:val="00062B54"/>
    <w:rsid w:val="0006568A"/>
    <w:rsid w:val="000663DE"/>
    <w:rsid w:val="000664CE"/>
    <w:rsid w:val="00066E38"/>
    <w:rsid w:val="0007221D"/>
    <w:rsid w:val="00077055"/>
    <w:rsid w:val="000771F7"/>
    <w:rsid w:val="000779B3"/>
    <w:rsid w:val="00083166"/>
    <w:rsid w:val="00085E97"/>
    <w:rsid w:val="00087491"/>
    <w:rsid w:val="00091E15"/>
    <w:rsid w:val="0009662F"/>
    <w:rsid w:val="000A06AE"/>
    <w:rsid w:val="000A1378"/>
    <w:rsid w:val="000A388E"/>
    <w:rsid w:val="000A45C8"/>
    <w:rsid w:val="000A6638"/>
    <w:rsid w:val="000B1CFF"/>
    <w:rsid w:val="000B3C5E"/>
    <w:rsid w:val="000B3F5B"/>
    <w:rsid w:val="000B60F9"/>
    <w:rsid w:val="000B6524"/>
    <w:rsid w:val="000C148A"/>
    <w:rsid w:val="000C7038"/>
    <w:rsid w:val="000C74BD"/>
    <w:rsid w:val="000D3734"/>
    <w:rsid w:val="000D3FD2"/>
    <w:rsid w:val="000D4D41"/>
    <w:rsid w:val="000D6C15"/>
    <w:rsid w:val="000E43B1"/>
    <w:rsid w:val="000F1065"/>
    <w:rsid w:val="000F1161"/>
    <w:rsid w:val="000F1FE4"/>
    <w:rsid w:val="000F34B6"/>
    <w:rsid w:val="000F5413"/>
    <w:rsid w:val="000F590E"/>
    <w:rsid w:val="000F6651"/>
    <w:rsid w:val="000F7305"/>
    <w:rsid w:val="00101AED"/>
    <w:rsid w:val="00105F1C"/>
    <w:rsid w:val="0011036B"/>
    <w:rsid w:val="00110CC3"/>
    <w:rsid w:val="00116E5A"/>
    <w:rsid w:val="00117E68"/>
    <w:rsid w:val="00124205"/>
    <w:rsid w:val="00126F2D"/>
    <w:rsid w:val="0013292A"/>
    <w:rsid w:val="00132992"/>
    <w:rsid w:val="0013766F"/>
    <w:rsid w:val="00142F20"/>
    <w:rsid w:val="00153342"/>
    <w:rsid w:val="00155A2A"/>
    <w:rsid w:val="00155C23"/>
    <w:rsid w:val="0016035D"/>
    <w:rsid w:val="00161F56"/>
    <w:rsid w:val="00164C2C"/>
    <w:rsid w:val="0017112D"/>
    <w:rsid w:val="00171C7F"/>
    <w:rsid w:val="0017507F"/>
    <w:rsid w:val="00175268"/>
    <w:rsid w:val="00176F96"/>
    <w:rsid w:val="00177068"/>
    <w:rsid w:val="00185A85"/>
    <w:rsid w:val="00185C20"/>
    <w:rsid w:val="001862DD"/>
    <w:rsid w:val="001926EA"/>
    <w:rsid w:val="00193712"/>
    <w:rsid w:val="001A0462"/>
    <w:rsid w:val="001A1E28"/>
    <w:rsid w:val="001A2B3A"/>
    <w:rsid w:val="001A4FCC"/>
    <w:rsid w:val="001A7B5C"/>
    <w:rsid w:val="001C260C"/>
    <w:rsid w:val="001C6AFF"/>
    <w:rsid w:val="001C6F00"/>
    <w:rsid w:val="001D025D"/>
    <w:rsid w:val="001D40EF"/>
    <w:rsid w:val="001D451C"/>
    <w:rsid w:val="001D6AB8"/>
    <w:rsid w:val="001E33A9"/>
    <w:rsid w:val="001E74E4"/>
    <w:rsid w:val="001F1558"/>
    <w:rsid w:val="001F2143"/>
    <w:rsid w:val="001F3432"/>
    <w:rsid w:val="0020136F"/>
    <w:rsid w:val="00201D1A"/>
    <w:rsid w:val="00201F74"/>
    <w:rsid w:val="00202779"/>
    <w:rsid w:val="0020522A"/>
    <w:rsid w:val="002058EB"/>
    <w:rsid w:val="00205B75"/>
    <w:rsid w:val="00210931"/>
    <w:rsid w:val="002111DE"/>
    <w:rsid w:val="00213101"/>
    <w:rsid w:val="00213A3C"/>
    <w:rsid w:val="002202F1"/>
    <w:rsid w:val="002210DF"/>
    <w:rsid w:val="00221D7E"/>
    <w:rsid w:val="002244B2"/>
    <w:rsid w:val="00224CBC"/>
    <w:rsid w:val="00226D21"/>
    <w:rsid w:val="002270AF"/>
    <w:rsid w:val="002311D0"/>
    <w:rsid w:val="00234072"/>
    <w:rsid w:val="00234561"/>
    <w:rsid w:val="002360D3"/>
    <w:rsid w:val="00237DF0"/>
    <w:rsid w:val="00240F3E"/>
    <w:rsid w:val="00241F88"/>
    <w:rsid w:val="0024264A"/>
    <w:rsid w:val="00242973"/>
    <w:rsid w:val="002443E0"/>
    <w:rsid w:val="00246CF8"/>
    <w:rsid w:val="00247658"/>
    <w:rsid w:val="00247E57"/>
    <w:rsid w:val="002512FC"/>
    <w:rsid w:val="00254733"/>
    <w:rsid w:val="00255C32"/>
    <w:rsid w:val="0026035A"/>
    <w:rsid w:val="002606C0"/>
    <w:rsid w:val="00260D56"/>
    <w:rsid w:val="0026342E"/>
    <w:rsid w:val="002641BE"/>
    <w:rsid w:val="00266518"/>
    <w:rsid w:val="002726CC"/>
    <w:rsid w:val="0027478E"/>
    <w:rsid w:val="002747C3"/>
    <w:rsid w:val="00274FA1"/>
    <w:rsid w:val="00280A87"/>
    <w:rsid w:val="00283971"/>
    <w:rsid w:val="00287C6E"/>
    <w:rsid w:val="0029172D"/>
    <w:rsid w:val="00292CD0"/>
    <w:rsid w:val="00293F85"/>
    <w:rsid w:val="00294F2C"/>
    <w:rsid w:val="002A0138"/>
    <w:rsid w:val="002B0E00"/>
    <w:rsid w:val="002B1014"/>
    <w:rsid w:val="002B3B30"/>
    <w:rsid w:val="002B4061"/>
    <w:rsid w:val="002C12F6"/>
    <w:rsid w:val="002C461A"/>
    <w:rsid w:val="002C572B"/>
    <w:rsid w:val="002D2B7D"/>
    <w:rsid w:val="002D31FF"/>
    <w:rsid w:val="002D62C3"/>
    <w:rsid w:val="002D6A39"/>
    <w:rsid w:val="002D73F4"/>
    <w:rsid w:val="002D7D82"/>
    <w:rsid w:val="002E3458"/>
    <w:rsid w:val="002E4035"/>
    <w:rsid w:val="002E623F"/>
    <w:rsid w:val="002E67FA"/>
    <w:rsid w:val="002F0021"/>
    <w:rsid w:val="002F5202"/>
    <w:rsid w:val="00300055"/>
    <w:rsid w:val="00301A8F"/>
    <w:rsid w:val="00304A5C"/>
    <w:rsid w:val="00317B04"/>
    <w:rsid w:val="00317F22"/>
    <w:rsid w:val="00322152"/>
    <w:rsid w:val="00322D56"/>
    <w:rsid w:val="00325BC0"/>
    <w:rsid w:val="00331E1B"/>
    <w:rsid w:val="003346FC"/>
    <w:rsid w:val="0034002C"/>
    <w:rsid w:val="00340914"/>
    <w:rsid w:val="00351BE0"/>
    <w:rsid w:val="003575E1"/>
    <w:rsid w:val="00357B6D"/>
    <w:rsid w:val="00360961"/>
    <w:rsid w:val="003612AC"/>
    <w:rsid w:val="0036464F"/>
    <w:rsid w:val="00364705"/>
    <w:rsid w:val="00366D99"/>
    <w:rsid w:val="003730EA"/>
    <w:rsid w:val="00373DE7"/>
    <w:rsid w:val="0037504C"/>
    <w:rsid w:val="0037640E"/>
    <w:rsid w:val="00376A75"/>
    <w:rsid w:val="00380117"/>
    <w:rsid w:val="00382268"/>
    <w:rsid w:val="00387B56"/>
    <w:rsid w:val="00393C8A"/>
    <w:rsid w:val="00394009"/>
    <w:rsid w:val="00395A4F"/>
    <w:rsid w:val="00395B50"/>
    <w:rsid w:val="003A1C19"/>
    <w:rsid w:val="003A4595"/>
    <w:rsid w:val="003B08A1"/>
    <w:rsid w:val="003B16BE"/>
    <w:rsid w:val="003B26F4"/>
    <w:rsid w:val="003B573D"/>
    <w:rsid w:val="003B5BAF"/>
    <w:rsid w:val="003C06C9"/>
    <w:rsid w:val="003C0CE5"/>
    <w:rsid w:val="003C10D5"/>
    <w:rsid w:val="003C1CFC"/>
    <w:rsid w:val="003C22E9"/>
    <w:rsid w:val="003C2542"/>
    <w:rsid w:val="003C3508"/>
    <w:rsid w:val="003C7918"/>
    <w:rsid w:val="003D2070"/>
    <w:rsid w:val="003D29A1"/>
    <w:rsid w:val="003D2D3A"/>
    <w:rsid w:val="003D4AD3"/>
    <w:rsid w:val="003D4D9C"/>
    <w:rsid w:val="003D5F8E"/>
    <w:rsid w:val="003E2030"/>
    <w:rsid w:val="003E57C0"/>
    <w:rsid w:val="003F0BF7"/>
    <w:rsid w:val="003F3F06"/>
    <w:rsid w:val="003F4604"/>
    <w:rsid w:val="003F4700"/>
    <w:rsid w:val="003F608C"/>
    <w:rsid w:val="00407143"/>
    <w:rsid w:val="0040759C"/>
    <w:rsid w:val="004133CE"/>
    <w:rsid w:val="00416072"/>
    <w:rsid w:val="004179A1"/>
    <w:rsid w:val="00417E55"/>
    <w:rsid w:val="00420925"/>
    <w:rsid w:val="00422A29"/>
    <w:rsid w:val="004244DB"/>
    <w:rsid w:val="004309EF"/>
    <w:rsid w:val="00431BF5"/>
    <w:rsid w:val="00432473"/>
    <w:rsid w:val="00432A2C"/>
    <w:rsid w:val="0043451A"/>
    <w:rsid w:val="00435D37"/>
    <w:rsid w:val="004411D0"/>
    <w:rsid w:val="00441488"/>
    <w:rsid w:val="00444890"/>
    <w:rsid w:val="004464E0"/>
    <w:rsid w:val="00447F9D"/>
    <w:rsid w:val="00450DC4"/>
    <w:rsid w:val="00450FCA"/>
    <w:rsid w:val="00452010"/>
    <w:rsid w:val="004525CA"/>
    <w:rsid w:val="0045397B"/>
    <w:rsid w:val="004556E8"/>
    <w:rsid w:val="004607DA"/>
    <w:rsid w:val="00461C7C"/>
    <w:rsid w:val="00470449"/>
    <w:rsid w:val="00483977"/>
    <w:rsid w:val="00485AB4"/>
    <w:rsid w:val="00486EC6"/>
    <w:rsid w:val="00487121"/>
    <w:rsid w:val="004906AC"/>
    <w:rsid w:val="00492E49"/>
    <w:rsid w:val="0049362B"/>
    <w:rsid w:val="004954E4"/>
    <w:rsid w:val="00495CBF"/>
    <w:rsid w:val="00496199"/>
    <w:rsid w:val="004A1026"/>
    <w:rsid w:val="004A12DB"/>
    <w:rsid w:val="004A434A"/>
    <w:rsid w:val="004A6F80"/>
    <w:rsid w:val="004B2549"/>
    <w:rsid w:val="004B3113"/>
    <w:rsid w:val="004B4EE1"/>
    <w:rsid w:val="004C01FF"/>
    <w:rsid w:val="004C515C"/>
    <w:rsid w:val="004C75B8"/>
    <w:rsid w:val="004D33E4"/>
    <w:rsid w:val="004D5CA5"/>
    <w:rsid w:val="004E0D14"/>
    <w:rsid w:val="004E217B"/>
    <w:rsid w:val="004E3DEA"/>
    <w:rsid w:val="004E4B3B"/>
    <w:rsid w:val="004F0146"/>
    <w:rsid w:val="004F2302"/>
    <w:rsid w:val="004F5173"/>
    <w:rsid w:val="004F6418"/>
    <w:rsid w:val="004F7986"/>
    <w:rsid w:val="005044C5"/>
    <w:rsid w:val="00505F0B"/>
    <w:rsid w:val="00510A6F"/>
    <w:rsid w:val="00521D3B"/>
    <w:rsid w:val="005236C2"/>
    <w:rsid w:val="00523D4C"/>
    <w:rsid w:val="0052751E"/>
    <w:rsid w:val="00527EF5"/>
    <w:rsid w:val="0053026A"/>
    <w:rsid w:val="00530EFC"/>
    <w:rsid w:val="0053206B"/>
    <w:rsid w:val="00534AAC"/>
    <w:rsid w:val="00535D60"/>
    <w:rsid w:val="00536717"/>
    <w:rsid w:val="0053708B"/>
    <w:rsid w:val="00540EFD"/>
    <w:rsid w:val="00543370"/>
    <w:rsid w:val="005459F4"/>
    <w:rsid w:val="00550CE5"/>
    <w:rsid w:val="0055333C"/>
    <w:rsid w:val="00554658"/>
    <w:rsid w:val="00554C68"/>
    <w:rsid w:val="00560A36"/>
    <w:rsid w:val="0056171B"/>
    <w:rsid w:val="005625C0"/>
    <w:rsid w:val="00567CFF"/>
    <w:rsid w:val="00571484"/>
    <w:rsid w:val="005714FC"/>
    <w:rsid w:val="00571742"/>
    <w:rsid w:val="00572CFC"/>
    <w:rsid w:val="005768E6"/>
    <w:rsid w:val="005817A6"/>
    <w:rsid w:val="00585AEB"/>
    <w:rsid w:val="005913F7"/>
    <w:rsid w:val="005A0781"/>
    <w:rsid w:val="005A309D"/>
    <w:rsid w:val="005A4021"/>
    <w:rsid w:val="005A584C"/>
    <w:rsid w:val="005A5ADD"/>
    <w:rsid w:val="005A6199"/>
    <w:rsid w:val="005B1067"/>
    <w:rsid w:val="005B21BC"/>
    <w:rsid w:val="005B333E"/>
    <w:rsid w:val="005B42EA"/>
    <w:rsid w:val="005B5D56"/>
    <w:rsid w:val="005B63B6"/>
    <w:rsid w:val="005B7B0E"/>
    <w:rsid w:val="005C3DE2"/>
    <w:rsid w:val="005C485C"/>
    <w:rsid w:val="005C5B68"/>
    <w:rsid w:val="005C76EE"/>
    <w:rsid w:val="005D2897"/>
    <w:rsid w:val="005D3D05"/>
    <w:rsid w:val="005D411B"/>
    <w:rsid w:val="005D4D9A"/>
    <w:rsid w:val="005D6412"/>
    <w:rsid w:val="005D7F63"/>
    <w:rsid w:val="005E1147"/>
    <w:rsid w:val="005E7288"/>
    <w:rsid w:val="005F1656"/>
    <w:rsid w:val="005F6C90"/>
    <w:rsid w:val="00600078"/>
    <w:rsid w:val="00612E25"/>
    <w:rsid w:val="006176F7"/>
    <w:rsid w:val="006220B8"/>
    <w:rsid w:val="0062248F"/>
    <w:rsid w:val="0062285E"/>
    <w:rsid w:val="006234E4"/>
    <w:rsid w:val="00623620"/>
    <w:rsid w:val="0062542C"/>
    <w:rsid w:val="00626F5B"/>
    <w:rsid w:val="006308D5"/>
    <w:rsid w:val="006318E5"/>
    <w:rsid w:val="00634C7D"/>
    <w:rsid w:val="006376D6"/>
    <w:rsid w:val="00637C85"/>
    <w:rsid w:val="00640069"/>
    <w:rsid w:val="006430B8"/>
    <w:rsid w:val="00643ACF"/>
    <w:rsid w:val="00644408"/>
    <w:rsid w:val="00646CC2"/>
    <w:rsid w:val="00647226"/>
    <w:rsid w:val="00647768"/>
    <w:rsid w:val="006550C8"/>
    <w:rsid w:val="00660143"/>
    <w:rsid w:val="00661066"/>
    <w:rsid w:val="006620C3"/>
    <w:rsid w:val="00665298"/>
    <w:rsid w:val="00665624"/>
    <w:rsid w:val="006731BF"/>
    <w:rsid w:val="006740F7"/>
    <w:rsid w:val="0067669D"/>
    <w:rsid w:val="00677869"/>
    <w:rsid w:val="00677DF6"/>
    <w:rsid w:val="00683A29"/>
    <w:rsid w:val="00691258"/>
    <w:rsid w:val="0069254A"/>
    <w:rsid w:val="00692F82"/>
    <w:rsid w:val="00697583"/>
    <w:rsid w:val="006A0E29"/>
    <w:rsid w:val="006A11E2"/>
    <w:rsid w:val="006A5C0C"/>
    <w:rsid w:val="006A6B59"/>
    <w:rsid w:val="006B56EA"/>
    <w:rsid w:val="006C159D"/>
    <w:rsid w:val="006C47E4"/>
    <w:rsid w:val="006C55C1"/>
    <w:rsid w:val="006C6D45"/>
    <w:rsid w:val="006C75D8"/>
    <w:rsid w:val="006D1401"/>
    <w:rsid w:val="006D1F58"/>
    <w:rsid w:val="006D4549"/>
    <w:rsid w:val="006D54E5"/>
    <w:rsid w:val="006D608A"/>
    <w:rsid w:val="006E0FD9"/>
    <w:rsid w:val="006E3237"/>
    <w:rsid w:val="006E4B0D"/>
    <w:rsid w:val="006E5885"/>
    <w:rsid w:val="006E7633"/>
    <w:rsid w:val="006F312F"/>
    <w:rsid w:val="006F45C0"/>
    <w:rsid w:val="006F4B60"/>
    <w:rsid w:val="006F79D8"/>
    <w:rsid w:val="00700472"/>
    <w:rsid w:val="007015A3"/>
    <w:rsid w:val="00701687"/>
    <w:rsid w:val="0070208E"/>
    <w:rsid w:val="00703B01"/>
    <w:rsid w:val="00704DDC"/>
    <w:rsid w:val="00704F90"/>
    <w:rsid w:val="00706EAA"/>
    <w:rsid w:val="0071014C"/>
    <w:rsid w:val="00711454"/>
    <w:rsid w:val="007137B1"/>
    <w:rsid w:val="00720B38"/>
    <w:rsid w:val="007274F1"/>
    <w:rsid w:val="007343EB"/>
    <w:rsid w:val="00735050"/>
    <w:rsid w:val="00737B80"/>
    <w:rsid w:val="007453CE"/>
    <w:rsid w:val="00747668"/>
    <w:rsid w:val="00750635"/>
    <w:rsid w:val="00753418"/>
    <w:rsid w:val="00755ACD"/>
    <w:rsid w:val="00755F7A"/>
    <w:rsid w:val="00756412"/>
    <w:rsid w:val="00756F8E"/>
    <w:rsid w:val="007605A0"/>
    <w:rsid w:val="007628A2"/>
    <w:rsid w:val="007654FE"/>
    <w:rsid w:val="007655BC"/>
    <w:rsid w:val="0076693B"/>
    <w:rsid w:val="00770A0D"/>
    <w:rsid w:val="00770B2F"/>
    <w:rsid w:val="0077173F"/>
    <w:rsid w:val="007740AD"/>
    <w:rsid w:val="0077554B"/>
    <w:rsid w:val="007756F1"/>
    <w:rsid w:val="0078514A"/>
    <w:rsid w:val="00785553"/>
    <w:rsid w:val="00785B93"/>
    <w:rsid w:val="007948A5"/>
    <w:rsid w:val="007949D0"/>
    <w:rsid w:val="0079644B"/>
    <w:rsid w:val="007A4152"/>
    <w:rsid w:val="007A64AE"/>
    <w:rsid w:val="007B120A"/>
    <w:rsid w:val="007B1DA8"/>
    <w:rsid w:val="007B2B31"/>
    <w:rsid w:val="007B39D7"/>
    <w:rsid w:val="007B424A"/>
    <w:rsid w:val="007C0C40"/>
    <w:rsid w:val="007C0CC6"/>
    <w:rsid w:val="007C3AAC"/>
    <w:rsid w:val="007C617F"/>
    <w:rsid w:val="007C6E98"/>
    <w:rsid w:val="007E35FE"/>
    <w:rsid w:val="007E5A53"/>
    <w:rsid w:val="007E6054"/>
    <w:rsid w:val="008014A7"/>
    <w:rsid w:val="00801FE5"/>
    <w:rsid w:val="008020D6"/>
    <w:rsid w:val="008034E1"/>
    <w:rsid w:val="008048CB"/>
    <w:rsid w:val="0080789C"/>
    <w:rsid w:val="00810D7C"/>
    <w:rsid w:val="00815690"/>
    <w:rsid w:val="00815960"/>
    <w:rsid w:val="00817028"/>
    <w:rsid w:val="00820E7F"/>
    <w:rsid w:val="0082218D"/>
    <w:rsid w:val="00824933"/>
    <w:rsid w:val="0082626B"/>
    <w:rsid w:val="00832FB0"/>
    <w:rsid w:val="00834270"/>
    <w:rsid w:val="00834AA5"/>
    <w:rsid w:val="0083662F"/>
    <w:rsid w:val="00840B3D"/>
    <w:rsid w:val="00844748"/>
    <w:rsid w:val="008455D8"/>
    <w:rsid w:val="008458A9"/>
    <w:rsid w:val="00853D58"/>
    <w:rsid w:val="00853F30"/>
    <w:rsid w:val="008558A1"/>
    <w:rsid w:val="00856BB0"/>
    <w:rsid w:val="00864A42"/>
    <w:rsid w:val="00866D48"/>
    <w:rsid w:val="0086700D"/>
    <w:rsid w:val="0086787D"/>
    <w:rsid w:val="008710A3"/>
    <w:rsid w:val="00873745"/>
    <w:rsid w:val="00874E63"/>
    <w:rsid w:val="00876BE9"/>
    <w:rsid w:val="00876FCA"/>
    <w:rsid w:val="008800DE"/>
    <w:rsid w:val="00881082"/>
    <w:rsid w:val="0088408E"/>
    <w:rsid w:val="00885049"/>
    <w:rsid w:val="00886AA8"/>
    <w:rsid w:val="008876D7"/>
    <w:rsid w:val="00895584"/>
    <w:rsid w:val="008A00F2"/>
    <w:rsid w:val="008A09E5"/>
    <w:rsid w:val="008A1177"/>
    <w:rsid w:val="008A117E"/>
    <w:rsid w:val="008A6DFC"/>
    <w:rsid w:val="008A784D"/>
    <w:rsid w:val="008B0670"/>
    <w:rsid w:val="008B0EB5"/>
    <w:rsid w:val="008B2187"/>
    <w:rsid w:val="008B4F97"/>
    <w:rsid w:val="008C3938"/>
    <w:rsid w:val="008C3D83"/>
    <w:rsid w:val="008C723C"/>
    <w:rsid w:val="008D39CB"/>
    <w:rsid w:val="008D4EA5"/>
    <w:rsid w:val="008D5F11"/>
    <w:rsid w:val="008D723C"/>
    <w:rsid w:val="008E1978"/>
    <w:rsid w:val="008E1B88"/>
    <w:rsid w:val="008E3FD5"/>
    <w:rsid w:val="008E4078"/>
    <w:rsid w:val="008E7387"/>
    <w:rsid w:val="008F03F5"/>
    <w:rsid w:val="008F5C91"/>
    <w:rsid w:val="008F738D"/>
    <w:rsid w:val="00900136"/>
    <w:rsid w:val="00902559"/>
    <w:rsid w:val="009027B5"/>
    <w:rsid w:val="00902B3A"/>
    <w:rsid w:val="009052EA"/>
    <w:rsid w:val="00906AF2"/>
    <w:rsid w:val="00910F25"/>
    <w:rsid w:val="00913015"/>
    <w:rsid w:val="009143E9"/>
    <w:rsid w:val="00914E12"/>
    <w:rsid w:val="00915ACE"/>
    <w:rsid w:val="00915F11"/>
    <w:rsid w:val="0092248A"/>
    <w:rsid w:val="009236ED"/>
    <w:rsid w:val="00923CF4"/>
    <w:rsid w:val="00924B36"/>
    <w:rsid w:val="00926573"/>
    <w:rsid w:val="00931D89"/>
    <w:rsid w:val="0093241D"/>
    <w:rsid w:val="00932A8D"/>
    <w:rsid w:val="00932F0D"/>
    <w:rsid w:val="009412BA"/>
    <w:rsid w:val="009412E7"/>
    <w:rsid w:val="0094630A"/>
    <w:rsid w:val="00952D07"/>
    <w:rsid w:val="00962F11"/>
    <w:rsid w:val="00965670"/>
    <w:rsid w:val="00972D2B"/>
    <w:rsid w:val="00974985"/>
    <w:rsid w:val="00974D86"/>
    <w:rsid w:val="0097766A"/>
    <w:rsid w:val="0098239C"/>
    <w:rsid w:val="0099030B"/>
    <w:rsid w:val="00991A52"/>
    <w:rsid w:val="009964F3"/>
    <w:rsid w:val="009A1915"/>
    <w:rsid w:val="009A56F5"/>
    <w:rsid w:val="009A5BB7"/>
    <w:rsid w:val="009B1A7D"/>
    <w:rsid w:val="009B34E0"/>
    <w:rsid w:val="009B4579"/>
    <w:rsid w:val="009C1E1D"/>
    <w:rsid w:val="009C4287"/>
    <w:rsid w:val="009C44D6"/>
    <w:rsid w:val="009D02CC"/>
    <w:rsid w:val="009D066B"/>
    <w:rsid w:val="009D263B"/>
    <w:rsid w:val="009D41C9"/>
    <w:rsid w:val="009D6FCB"/>
    <w:rsid w:val="009E0C9D"/>
    <w:rsid w:val="009E1BCE"/>
    <w:rsid w:val="009E2084"/>
    <w:rsid w:val="009E4668"/>
    <w:rsid w:val="009E483B"/>
    <w:rsid w:val="009F4F91"/>
    <w:rsid w:val="00A00340"/>
    <w:rsid w:val="00A00359"/>
    <w:rsid w:val="00A0144F"/>
    <w:rsid w:val="00A02194"/>
    <w:rsid w:val="00A0242C"/>
    <w:rsid w:val="00A02994"/>
    <w:rsid w:val="00A05172"/>
    <w:rsid w:val="00A10CC6"/>
    <w:rsid w:val="00A10EAC"/>
    <w:rsid w:val="00A12E25"/>
    <w:rsid w:val="00A13E89"/>
    <w:rsid w:val="00A142F5"/>
    <w:rsid w:val="00A21E95"/>
    <w:rsid w:val="00A2270E"/>
    <w:rsid w:val="00A24045"/>
    <w:rsid w:val="00A24588"/>
    <w:rsid w:val="00A25A54"/>
    <w:rsid w:val="00A25DC9"/>
    <w:rsid w:val="00A25EE5"/>
    <w:rsid w:val="00A2766B"/>
    <w:rsid w:val="00A337F3"/>
    <w:rsid w:val="00A3402C"/>
    <w:rsid w:val="00A36A81"/>
    <w:rsid w:val="00A37A1D"/>
    <w:rsid w:val="00A42992"/>
    <w:rsid w:val="00A43132"/>
    <w:rsid w:val="00A51A98"/>
    <w:rsid w:val="00A5229E"/>
    <w:rsid w:val="00A55F3E"/>
    <w:rsid w:val="00A57802"/>
    <w:rsid w:val="00A615B8"/>
    <w:rsid w:val="00A6297E"/>
    <w:rsid w:val="00A64992"/>
    <w:rsid w:val="00A64AAF"/>
    <w:rsid w:val="00A6798D"/>
    <w:rsid w:val="00A75BF8"/>
    <w:rsid w:val="00A760E4"/>
    <w:rsid w:val="00A844DA"/>
    <w:rsid w:val="00A85D29"/>
    <w:rsid w:val="00A908BA"/>
    <w:rsid w:val="00A91EE6"/>
    <w:rsid w:val="00A965A2"/>
    <w:rsid w:val="00A970A5"/>
    <w:rsid w:val="00AA1A94"/>
    <w:rsid w:val="00AA21E2"/>
    <w:rsid w:val="00AB4D91"/>
    <w:rsid w:val="00AC540E"/>
    <w:rsid w:val="00AD1FD4"/>
    <w:rsid w:val="00AD39B4"/>
    <w:rsid w:val="00AD3FD4"/>
    <w:rsid w:val="00AD470B"/>
    <w:rsid w:val="00AD7897"/>
    <w:rsid w:val="00AD7CD4"/>
    <w:rsid w:val="00AF1B90"/>
    <w:rsid w:val="00AF216D"/>
    <w:rsid w:val="00AF3226"/>
    <w:rsid w:val="00AF4C8E"/>
    <w:rsid w:val="00AF7189"/>
    <w:rsid w:val="00AF7E16"/>
    <w:rsid w:val="00B00EA9"/>
    <w:rsid w:val="00B00ECD"/>
    <w:rsid w:val="00B0283A"/>
    <w:rsid w:val="00B030EB"/>
    <w:rsid w:val="00B03AFF"/>
    <w:rsid w:val="00B0785D"/>
    <w:rsid w:val="00B123BD"/>
    <w:rsid w:val="00B159A5"/>
    <w:rsid w:val="00B161B0"/>
    <w:rsid w:val="00B167DD"/>
    <w:rsid w:val="00B170AF"/>
    <w:rsid w:val="00B1759B"/>
    <w:rsid w:val="00B175BF"/>
    <w:rsid w:val="00B244CE"/>
    <w:rsid w:val="00B32F7B"/>
    <w:rsid w:val="00B34243"/>
    <w:rsid w:val="00B344D8"/>
    <w:rsid w:val="00B3583B"/>
    <w:rsid w:val="00B3604D"/>
    <w:rsid w:val="00B377AA"/>
    <w:rsid w:val="00B41010"/>
    <w:rsid w:val="00B41A91"/>
    <w:rsid w:val="00B47668"/>
    <w:rsid w:val="00B53B47"/>
    <w:rsid w:val="00B540A3"/>
    <w:rsid w:val="00B578F0"/>
    <w:rsid w:val="00B57DC8"/>
    <w:rsid w:val="00B61B08"/>
    <w:rsid w:val="00B62FA7"/>
    <w:rsid w:val="00B66700"/>
    <w:rsid w:val="00B73745"/>
    <w:rsid w:val="00B75AA7"/>
    <w:rsid w:val="00B774CF"/>
    <w:rsid w:val="00B821A9"/>
    <w:rsid w:val="00B85388"/>
    <w:rsid w:val="00B915D4"/>
    <w:rsid w:val="00B930DD"/>
    <w:rsid w:val="00B94A7B"/>
    <w:rsid w:val="00B954A6"/>
    <w:rsid w:val="00B95EF2"/>
    <w:rsid w:val="00B9719E"/>
    <w:rsid w:val="00BA160E"/>
    <w:rsid w:val="00BA1DAA"/>
    <w:rsid w:val="00BA3F85"/>
    <w:rsid w:val="00BA5B6E"/>
    <w:rsid w:val="00BA73E8"/>
    <w:rsid w:val="00BB1B7B"/>
    <w:rsid w:val="00BB302D"/>
    <w:rsid w:val="00BB59C0"/>
    <w:rsid w:val="00BC263B"/>
    <w:rsid w:val="00BC7A44"/>
    <w:rsid w:val="00BD161A"/>
    <w:rsid w:val="00BD2CD2"/>
    <w:rsid w:val="00BD3C6A"/>
    <w:rsid w:val="00BD3C94"/>
    <w:rsid w:val="00BD4343"/>
    <w:rsid w:val="00BE1161"/>
    <w:rsid w:val="00BE2889"/>
    <w:rsid w:val="00BF245E"/>
    <w:rsid w:val="00BF32CD"/>
    <w:rsid w:val="00BF5E58"/>
    <w:rsid w:val="00BF72B8"/>
    <w:rsid w:val="00C03F58"/>
    <w:rsid w:val="00C0462A"/>
    <w:rsid w:val="00C154C6"/>
    <w:rsid w:val="00C16A60"/>
    <w:rsid w:val="00C174B8"/>
    <w:rsid w:val="00C17F6A"/>
    <w:rsid w:val="00C21117"/>
    <w:rsid w:val="00C21B82"/>
    <w:rsid w:val="00C25B19"/>
    <w:rsid w:val="00C27BC5"/>
    <w:rsid w:val="00C32B6A"/>
    <w:rsid w:val="00C33858"/>
    <w:rsid w:val="00C34EFD"/>
    <w:rsid w:val="00C409DF"/>
    <w:rsid w:val="00C41A12"/>
    <w:rsid w:val="00C453F2"/>
    <w:rsid w:val="00C459C2"/>
    <w:rsid w:val="00C47299"/>
    <w:rsid w:val="00C51F31"/>
    <w:rsid w:val="00C530AD"/>
    <w:rsid w:val="00C60030"/>
    <w:rsid w:val="00C63E78"/>
    <w:rsid w:val="00C6447E"/>
    <w:rsid w:val="00C64742"/>
    <w:rsid w:val="00C65386"/>
    <w:rsid w:val="00C656BA"/>
    <w:rsid w:val="00C7156C"/>
    <w:rsid w:val="00C7271E"/>
    <w:rsid w:val="00C72882"/>
    <w:rsid w:val="00C73192"/>
    <w:rsid w:val="00C77098"/>
    <w:rsid w:val="00C80A74"/>
    <w:rsid w:val="00C82A41"/>
    <w:rsid w:val="00C86C5B"/>
    <w:rsid w:val="00C87535"/>
    <w:rsid w:val="00C94601"/>
    <w:rsid w:val="00C96F5D"/>
    <w:rsid w:val="00C97F3B"/>
    <w:rsid w:val="00CA03A3"/>
    <w:rsid w:val="00CA23BC"/>
    <w:rsid w:val="00CA245B"/>
    <w:rsid w:val="00CA6819"/>
    <w:rsid w:val="00CA7802"/>
    <w:rsid w:val="00CB12E0"/>
    <w:rsid w:val="00CB1717"/>
    <w:rsid w:val="00CB31AB"/>
    <w:rsid w:val="00CC37BF"/>
    <w:rsid w:val="00CC3FC8"/>
    <w:rsid w:val="00CC429F"/>
    <w:rsid w:val="00CC7BB9"/>
    <w:rsid w:val="00CE1BBD"/>
    <w:rsid w:val="00CE3375"/>
    <w:rsid w:val="00CE47F4"/>
    <w:rsid w:val="00CE4AD9"/>
    <w:rsid w:val="00CE581B"/>
    <w:rsid w:val="00CF491B"/>
    <w:rsid w:val="00CF7EAD"/>
    <w:rsid w:val="00D001AB"/>
    <w:rsid w:val="00D00D8D"/>
    <w:rsid w:val="00D0215D"/>
    <w:rsid w:val="00D10E92"/>
    <w:rsid w:val="00D21A20"/>
    <w:rsid w:val="00D21A6C"/>
    <w:rsid w:val="00D35821"/>
    <w:rsid w:val="00D360BE"/>
    <w:rsid w:val="00D3647A"/>
    <w:rsid w:val="00D37B13"/>
    <w:rsid w:val="00D37C73"/>
    <w:rsid w:val="00D44439"/>
    <w:rsid w:val="00D47399"/>
    <w:rsid w:val="00D50DF4"/>
    <w:rsid w:val="00D512C8"/>
    <w:rsid w:val="00D56AE3"/>
    <w:rsid w:val="00D6259C"/>
    <w:rsid w:val="00D62647"/>
    <w:rsid w:val="00D62F72"/>
    <w:rsid w:val="00D65130"/>
    <w:rsid w:val="00D653FA"/>
    <w:rsid w:val="00D657AE"/>
    <w:rsid w:val="00D67174"/>
    <w:rsid w:val="00D70228"/>
    <w:rsid w:val="00D71788"/>
    <w:rsid w:val="00D71E82"/>
    <w:rsid w:val="00D746AA"/>
    <w:rsid w:val="00D75762"/>
    <w:rsid w:val="00D76A48"/>
    <w:rsid w:val="00D76B52"/>
    <w:rsid w:val="00D77C0D"/>
    <w:rsid w:val="00D90BCC"/>
    <w:rsid w:val="00D92396"/>
    <w:rsid w:val="00D95BB6"/>
    <w:rsid w:val="00D97738"/>
    <w:rsid w:val="00D97A31"/>
    <w:rsid w:val="00D97C25"/>
    <w:rsid w:val="00D97D16"/>
    <w:rsid w:val="00DA3BEF"/>
    <w:rsid w:val="00DA5E9F"/>
    <w:rsid w:val="00DB1640"/>
    <w:rsid w:val="00DB49D8"/>
    <w:rsid w:val="00DC1163"/>
    <w:rsid w:val="00DC1738"/>
    <w:rsid w:val="00DC227D"/>
    <w:rsid w:val="00DC4EBE"/>
    <w:rsid w:val="00DC5BEA"/>
    <w:rsid w:val="00DC76A4"/>
    <w:rsid w:val="00DD3FE4"/>
    <w:rsid w:val="00DD4C16"/>
    <w:rsid w:val="00DD57EC"/>
    <w:rsid w:val="00DD6F90"/>
    <w:rsid w:val="00DE08D9"/>
    <w:rsid w:val="00DE0C01"/>
    <w:rsid w:val="00DE1069"/>
    <w:rsid w:val="00DE14F8"/>
    <w:rsid w:val="00DE3644"/>
    <w:rsid w:val="00DE3DEC"/>
    <w:rsid w:val="00DE5895"/>
    <w:rsid w:val="00DF1A04"/>
    <w:rsid w:val="00DF35F1"/>
    <w:rsid w:val="00DF3709"/>
    <w:rsid w:val="00DF3EA6"/>
    <w:rsid w:val="00DF4464"/>
    <w:rsid w:val="00E01107"/>
    <w:rsid w:val="00E023E0"/>
    <w:rsid w:val="00E04619"/>
    <w:rsid w:val="00E06D47"/>
    <w:rsid w:val="00E075E3"/>
    <w:rsid w:val="00E11811"/>
    <w:rsid w:val="00E11BE9"/>
    <w:rsid w:val="00E14D20"/>
    <w:rsid w:val="00E1555E"/>
    <w:rsid w:val="00E158B1"/>
    <w:rsid w:val="00E27D3E"/>
    <w:rsid w:val="00E41CFB"/>
    <w:rsid w:val="00E41EA6"/>
    <w:rsid w:val="00E429AE"/>
    <w:rsid w:val="00E43D40"/>
    <w:rsid w:val="00E44C47"/>
    <w:rsid w:val="00E45FBE"/>
    <w:rsid w:val="00E5011F"/>
    <w:rsid w:val="00E51786"/>
    <w:rsid w:val="00E51A90"/>
    <w:rsid w:val="00E55B91"/>
    <w:rsid w:val="00E5708E"/>
    <w:rsid w:val="00E630E7"/>
    <w:rsid w:val="00E63ECA"/>
    <w:rsid w:val="00E6529D"/>
    <w:rsid w:val="00E65F0E"/>
    <w:rsid w:val="00E71779"/>
    <w:rsid w:val="00E72990"/>
    <w:rsid w:val="00E73885"/>
    <w:rsid w:val="00E7593E"/>
    <w:rsid w:val="00E7793D"/>
    <w:rsid w:val="00E80CF0"/>
    <w:rsid w:val="00E848C4"/>
    <w:rsid w:val="00E86DA8"/>
    <w:rsid w:val="00E87155"/>
    <w:rsid w:val="00E8723E"/>
    <w:rsid w:val="00E8794A"/>
    <w:rsid w:val="00E91E09"/>
    <w:rsid w:val="00E91FC4"/>
    <w:rsid w:val="00E9210B"/>
    <w:rsid w:val="00E95A4B"/>
    <w:rsid w:val="00E9607B"/>
    <w:rsid w:val="00E971D9"/>
    <w:rsid w:val="00EA1DE3"/>
    <w:rsid w:val="00EB0CC1"/>
    <w:rsid w:val="00EB47E0"/>
    <w:rsid w:val="00EB4BAF"/>
    <w:rsid w:val="00EB4DA5"/>
    <w:rsid w:val="00EC0926"/>
    <w:rsid w:val="00ED2872"/>
    <w:rsid w:val="00ED2E7A"/>
    <w:rsid w:val="00ED42F2"/>
    <w:rsid w:val="00ED51F3"/>
    <w:rsid w:val="00ED6946"/>
    <w:rsid w:val="00EE2E0E"/>
    <w:rsid w:val="00EE2F64"/>
    <w:rsid w:val="00EE317E"/>
    <w:rsid w:val="00EE38E1"/>
    <w:rsid w:val="00EE45D3"/>
    <w:rsid w:val="00EE54F3"/>
    <w:rsid w:val="00EE7E7F"/>
    <w:rsid w:val="00EF1E91"/>
    <w:rsid w:val="00EF3044"/>
    <w:rsid w:val="00EF3B56"/>
    <w:rsid w:val="00F000CF"/>
    <w:rsid w:val="00F0154C"/>
    <w:rsid w:val="00F021A1"/>
    <w:rsid w:val="00F11470"/>
    <w:rsid w:val="00F11B95"/>
    <w:rsid w:val="00F11CA7"/>
    <w:rsid w:val="00F21765"/>
    <w:rsid w:val="00F21994"/>
    <w:rsid w:val="00F22BF6"/>
    <w:rsid w:val="00F23039"/>
    <w:rsid w:val="00F2514A"/>
    <w:rsid w:val="00F302FD"/>
    <w:rsid w:val="00F30AD8"/>
    <w:rsid w:val="00F36EE0"/>
    <w:rsid w:val="00F40999"/>
    <w:rsid w:val="00F41F3B"/>
    <w:rsid w:val="00F450A2"/>
    <w:rsid w:val="00F452BC"/>
    <w:rsid w:val="00F550FA"/>
    <w:rsid w:val="00F5612F"/>
    <w:rsid w:val="00F56C53"/>
    <w:rsid w:val="00F60C0B"/>
    <w:rsid w:val="00F6319F"/>
    <w:rsid w:val="00F67C52"/>
    <w:rsid w:val="00F7258B"/>
    <w:rsid w:val="00F730E7"/>
    <w:rsid w:val="00F75C83"/>
    <w:rsid w:val="00F81B72"/>
    <w:rsid w:val="00F839E3"/>
    <w:rsid w:val="00F94A57"/>
    <w:rsid w:val="00F95BAB"/>
    <w:rsid w:val="00F970A3"/>
    <w:rsid w:val="00FA0202"/>
    <w:rsid w:val="00FA3905"/>
    <w:rsid w:val="00FB0F87"/>
    <w:rsid w:val="00FB1160"/>
    <w:rsid w:val="00FB1C49"/>
    <w:rsid w:val="00FB1FA9"/>
    <w:rsid w:val="00FC3F62"/>
    <w:rsid w:val="00FC4B80"/>
    <w:rsid w:val="00FC74BD"/>
    <w:rsid w:val="00FD10FA"/>
    <w:rsid w:val="00FD22AA"/>
    <w:rsid w:val="00FE2ED5"/>
    <w:rsid w:val="00FE6262"/>
    <w:rsid w:val="00FF511F"/>
    <w:rsid w:val="00FF741B"/>
    <w:rsid w:val="00FF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2A14281"/>
  <w15:docId w15:val="{8658A71E-E9F1-460F-8C41-BCC6D9DC7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="Verdana" w:hAnsi="Verdana" w:cs="Verdana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semiHidden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unhideWhenUsed="1" w:qFormat="1"/>
    <w:lsdException w:name="heading 7" w:semiHidden="1" w:qFormat="1"/>
    <w:lsdException w:name="heading 8" w:semiHidden="1" w:qFormat="1"/>
    <w:lsdException w:name="heading 9" w:semiHidden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62248F"/>
    <w:rPr>
      <w:rFonts w:ascii="Arial" w:hAnsi="Arial"/>
      <w:szCs w:val="24"/>
      <w:lang w:eastAsia="en-US"/>
    </w:rPr>
  </w:style>
  <w:style w:type="paragraph" w:styleId="Heading4">
    <w:name w:val="heading 4"/>
    <w:basedOn w:val="Normal"/>
    <w:next w:val="Normal"/>
    <w:link w:val="Heading4Char"/>
    <w:rsid w:val="00A337F3"/>
    <w:pPr>
      <w:keepNext/>
      <w:keepLines/>
      <w:spacing w:before="240" w:after="40"/>
      <w:outlineLvl w:val="3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62248F"/>
    <w:pPr>
      <w:ind w:left="-567"/>
    </w:pPr>
    <w:rPr>
      <w:rFonts w:ascii="Arial" w:hAnsi="Arial"/>
      <w:sz w:val="16"/>
      <w:szCs w:val="24"/>
      <w:lang w:eastAsia="en-US"/>
    </w:rPr>
  </w:style>
  <w:style w:type="paragraph" w:styleId="Header">
    <w:name w:val="header"/>
    <w:rsid w:val="00E1555E"/>
    <w:pPr>
      <w:tabs>
        <w:tab w:val="left" w:pos="9013"/>
        <w:tab w:val="right" w:pos="9858"/>
      </w:tabs>
      <w:spacing w:before="180"/>
      <w:ind w:right="760"/>
      <w:jc w:val="right"/>
    </w:pPr>
    <w:rPr>
      <w:rFonts w:ascii="Arial" w:hAnsi="Arial"/>
      <w:b/>
      <w:sz w:val="24"/>
      <w:szCs w:val="24"/>
      <w:lang w:eastAsia="en-US"/>
    </w:rPr>
  </w:style>
  <w:style w:type="paragraph" w:customStyle="1" w:styleId="Unitnumber">
    <w:name w:val="Unit number"/>
    <w:next w:val="Text"/>
    <w:qFormat/>
    <w:rsid w:val="00E44C47"/>
    <w:pPr>
      <w:tabs>
        <w:tab w:val="left" w:pos="0"/>
      </w:tabs>
      <w:ind w:left="-567"/>
    </w:pPr>
    <w:rPr>
      <w:rFonts w:ascii="Arial" w:hAnsi="Arial" w:cs="Arial"/>
      <w:b/>
      <w:color w:val="FFFFFF" w:themeColor="background1"/>
      <w:sz w:val="68"/>
      <w:szCs w:val="24"/>
    </w:rPr>
  </w:style>
  <w:style w:type="paragraph" w:customStyle="1" w:styleId="Grammarsuggestionbox">
    <w:name w:val="Grammar suggestion box"/>
    <w:basedOn w:val="Starterhead"/>
    <w:qFormat/>
    <w:rsid w:val="00D746AA"/>
  </w:style>
  <w:style w:type="character" w:styleId="PageNumber">
    <w:name w:val="page number"/>
    <w:rsid w:val="00B66700"/>
    <w:rPr>
      <w:rFonts w:ascii="Arial" w:hAnsi="Arial"/>
      <w:b/>
      <w:color w:val="auto"/>
      <w:sz w:val="20"/>
    </w:rPr>
  </w:style>
  <w:style w:type="paragraph" w:customStyle="1" w:styleId="Rubricquestion">
    <w:name w:val="Rubric question"/>
    <w:next w:val="Text"/>
    <w:qFormat/>
    <w:rsid w:val="005714FC"/>
    <w:pPr>
      <w:spacing w:before="240" w:after="120"/>
    </w:pPr>
    <w:rPr>
      <w:rFonts w:ascii="Arial" w:hAnsi="Arial" w:cs="Arial"/>
      <w:b/>
      <w:sz w:val="24"/>
      <w:szCs w:val="24"/>
    </w:rPr>
  </w:style>
  <w:style w:type="paragraph" w:customStyle="1" w:styleId="Text">
    <w:name w:val="Text"/>
    <w:qFormat/>
    <w:rsid w:val="00A42992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extbullets">
    <w:name w:val="Text bullets"/>
    <w:qFormat/>
    <w:rsid w:val="00677DF6"/>
    <w:pPr>
      <w:numPr>
        <w:numId w:val="9"/>
      </w:numPr>
      <w:tabs>
        <w:tab w:val="clear" w:pos="397"/>
      </w:tabs>
      <w:spacing w:before="80" w:after="60" w:line="240" w:lineRule="atLeast"/>
      <w:ind w:left="340" w:hanging="340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EE54F3"/>
    <w:pPr>
      <w:numPr>
        <w:numId w:val="1"/>
      </w:numPr>
    </w:pPr>
  </w:style>
  <w:style w:type="paragraph" w:customStyle="1" w:styleId="Grammarsuggestiontext">
    <w:name w:val="Grammar suggestion text"/>
    <w:basedOn w:val="Starterhead"/>
    <w:qFormat/>
    <w:rsid w:val="00D746AA"/>
    <w:rPr>
      <w:b w:val="0"/>
      <w:sz w:val="20"/>
      <w:szCs w:val="20"/>
    </w:rPr>
  </w:style>
  <w:style w:type="paragraph" w:customStyle="1" w:styleId="Numberedlist">
    <w:name w:val="Numbered list"/>
    <w:qFormat/>
    <w:rsid w:val="00820E7F"/>
    <w:pPr>
      <w:spacing w:before="80" w:after="60" w:line="240" w:lineRule="atLeast"/>
      <w:ind w:left="340" w:hanging="340"/>
    </w:pPr>
    <w:rPr>
      <w:rFonts w:ascii="Arial" w:hAnsi="Arial"/>
      <w:szCs w:val="24"/>
    </w:rPr>
  </w:style>
  <w:style w:type="paragraph" w:customStyle="1" w:styleId="Starterhead">
    <w:name w:val="Starter head"/>
    <w:next w:val="Startertext"/>
    <w:qFormat/>
    <w:rsid w:val="00B930DD"/>
    <w:pPr>
      <w:keepNext/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404040"/>
      <w:spacing w:before="80" w:after="60"/>
      <w:ind w:left="108" w:right="108"/>
    </w:pPr>
    <w:rPr>
      <w:rFonts w:ascii="Arial" w:hAnsi="Arial" w:cs="Arial"/>
      <w:b/>
      <w:color w:val="FFFFFF"/>
      <w:sz w:val="22"/>
      <w:szCs w:val="24"/>
      <w:lang w:eastAsia="en-US"/>
    </w:rPr>
  </w:style>
  <w:style w:type="paragraph" w:customStyle="1" w:styleId="Startersub-head">
    <w:name w:val="Starter sub-head"/>
    <w:next w:val="Startertext"/>
    <w:qFormat/>
    <w:rsid w:val="0052751E"/>
    <w:pPr>
      <w:keepNext/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ECECEC"/>
      <w:spacing w:before="120"/>
      <w:ind w:left="108" w:right="108"/>
    </w:pPr>
    <w:rPr>
      <w:rFonts w:ascii="Arial" w:hAnsi="Arial" w:cs="Arial"/>
      <w:b/>
      <w:szCs w:val="24"/>
      <w:lang w:eastAsia="en-US"/>
    </w:rPr>
  </w:style>
  <w:style w:type="paragraph" w:customStyle="1" w:styleId="Startertext">
    <w:name w:val="Starter text"/>
    <w:qFormat/>
    <w:rsid w:val="0052751E"/>
    <w:pPr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ECECEC"/>
      <w:tabs>
        <w:tab w:val="left" w:pos="340"/>
      </w:tabs>
      <w:spacing w:before="80" w:after="60" w:line="240" w:lineRule="atLeast"/>
      <w:ind w:left="108" w:right="108"/>
    </w:pPr>
    <w:rPr>
      <w:rFonts w:ascii="Arial" w:hAnsi="Arial" w:cs="Arial"/>
      <w:szCs w:val="24"/>
      <w:lang w:eastAsia="en-US"/>
    </w:rPr>
  </w:style>
  <w:style w:type="paragraph" w:customStyle="1" w:styleId="Startertextbullets">
    <w:name w:val="Starter text bullets"/>
    <w:qFormat/>
    <w:rsid w:val="0052751E"/>
    <w:pPr>
      <w:numPr>
        <w:numId w:val="5"/>
      </w:numPr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ECECEC"/>
      <w:tabs>
        <w:tab w:val="clear" w:pos="505"/>
        <w:tab w:val="left" w:pos="448"/>
      </w:tabs>
      <w:spacing w:before="80" w:after="60" w:line="240" w:lineRule="atLeast"/>
      <w:ind w:left="448" w:right="108" w:hanging="340"/>
    </w:pPr>
    <w:rPr>
      <w:rFonts w:ascii="Arial" w:hAnsi="Arial" w:cs="Arial"/>
      <w:szCs w:val="24"/>
      <w:lang w:eastAsia="en-US"/>
    </w:rPr>
  </w:style>
  <w:style w:type="paragraph" w:customStyle="1" w:styleId="Plenaryhead">
    <w:name w:val="Plenary head"/>
    <w:next w:val="Plenarytext"/>
    <w:qFormat/>
    <w:rsid w:val="0052751E"/>
    <w:pPr>
      <w:keepNext/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/>
      <w:spacing w:before="80" w:after="60"/>
      <w:ind w:left="108" w:right="108"/>
    </w:pPr>
    <w:rPr>
      <w:rFonts w:ascii="Arial" w:hAnsi="Arial" w:cs="Arial"/>
      <w:b/>
      <w:sz w:val="22"/>
      <w:szCs w:val="24"/>
      <w:lang w:eastAsia="en-US"/>
    </w:rPr>
  </w:style>
  <w:style w:type="paragraph" w:customStyle="1" w:styleId="Startertextnumberedlist">
    <w:name w:val="Starter text numbered list"/>
    <w:qFormat/>
    <w:rsid w:val="0052751E"/>
    <w:pPr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ECECEC"/>
      <w:spacing w:before="80" w:after="60" w:line="240" w:lineRule="atLeast"/>
      <w:ind w:left="448" w:right="108" w:hanging="340"/>
    </w:pPr>
    <w:rPr>
      <w:rFonts w:ascii="Arial" w:hAnsi="Arial" w:cs="Arial"/>
      <w:szCs w:val="24"/>
      <w:lang w:eastAsia="en-US"/>
    </w:rPr>
  </w:style>
  <w:style w:type="paragraph" w:customStyle="1" w:styleId="Plenarysub-head">
    <w:name w:val="Plenary sub-head"/>
    <w:next w:val="Plenarytext"/>
    <w:qFormat/>
    <w:rsid w:val="0052751E"/>
    <w:pPr>
      <w:keepNext/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D1D1D1"/>
      <w:spacing w:before="120"/>
      <w:ind w:left="108" w:right="108"/>
    </w:pPr>
    <w:rPr>
      <w:rFonts w:ascii="Arial" w:hAnsi="Arial" w:cs="Arial"/>
      <w:b/>
      <w:szCs w:val="24"/>
      <w:lang w:eastAsia="en-US"/>
    </w:rPr>
  </w:style>
  <w:style w:type="paragraph" w:customStyle="1" w:styleId="Plenarytext">
    <w:name w:val="Plenary text"/>
    <w:qFormat/>
    <w:rsid w:val="0052751E"/>
    <w:pPr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D1D1D1"/>
      <w:spacing w:before="80" w:after="60" w:line="240" w:lineRule="atLeast"/>
      <w:ind w:left="108" w:right="108"/>
    </w:pPr>
    <w:rPr>
      <w:rFonts w:ascii="Arial" w:hAnsi="Arial" w:cs="Arial"/>
      <w:szCs w:val="24"/>
      <w:lang w:eastAsia="en-US"/>
    </w:rPr>
  </w:style>
  <w:style w:type="paragraph" w:customStyle="1" w:styleId="Plenarytextbullets">
    <w:name w:val="Plenary text bullets"/>
    <w:qFormat/>
    <w:rsid w:val="0052751E"/>
    <w:pPr>
      <w:numPr>
        <w:numId w:val="4"/>
      </w:numPr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D1D1D1"/>
      <w:tabs>
        <w:tab w:val="clear" w:pos="505"/>
        <w:tab w:val="left" w:pos="448"/>
      </w:tabs>
      <w:spacing w:before="80" w:after="60" w:line="240" w:lineRule="atLeast"/>
      <w:ind w:left="448" w:right="108" w:hanging="340"/>
    </w:pPr>
    <w:rPr>
      <w:rFonts w:ascii="Arial" w:hAnsi="Arial" w:cs="Arial"/>
      <w:szCs w:val="24"/>
      <w:lang w:eastAsia="en-US"/>
    </w:rPr>
  </w:style>
  <w:style w:type="paragraph" w:customStyle="1" w:styleId="Plenarytextnumberedlist">
    <w:name w:val="Plenary text numbered list"/>
    <w:qFormat/>
    <w:rsid w:val="0052751E"/>
    <w:pPr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D1D1D1"/>
      <w:spacing w:before="80" w:after="60" w:line="240" w:lineRule="atLeast"/>
      <w:ind w:left="448" w:right="108" w:hanging="340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55333C"/>
    <w:pPr>
      <w:keepNext/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Overviewhead">
    <w:name w:val="Overview head"/>
    <w:next w:val="Text"/>
    <w:qFormat/>
    <w:rsid w:val="00C77098"/>
    <w:pPr>
      <w:keepNext/>
      <w:spacing w:before="1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text">
    <w:name w:val="Table text"/>
    <w:qFormat/>
    <w:rsid w:val="002A0138"/>
    <w:pPr>
      <w:spacing w:before="40" w:after="4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677DF6"/>
    <w:pPr>
      <w:numPr>
        <w:numId w:val="10"/>
      </w:numPr>
      <w:tabs>
        <w:tab w:val="clear" w:pos="397"/>
        <w:tab w:val="num" w:pos="340"/>
      </w:tabs>
      <w:spacing w:before="40" w:after="40" w:line="240" w:lineRule="atLeast"/>
      <w:ind w:left="340" w:hanging="340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FA3905"/>
    <w:pPr>
      <w:spacing w:before="40" w:after="40" w:line="240" w:lineRule="atLeast"/>
      <w:ind w:left="340" w:hanging="340"/>
    </w:pPr>
    <w:rPr>
      <w:rFonts w:ascii="Arial" w:hAnsi="Arial" w:cs="Arial"/>
      <w:szCs w:val="24"/>
      <w:lang w:eastAsia="en-US"/>
    </w:rPr>
  </w:style>
  <w:style w:type="table" w:customStyle="1" w:styleId="Table2">
    <w:name w:val="Table 2"/>
    <w:basedOn w:val="TableNormal"/>
    <w:rsid w:val="009A56F5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verviewtable">
    <w:name w:val="Overview table"/>
    <w:basedOn w:val="TableNormal"/>
    <w:rsid w:val="00DF35F1"/>
    <w:rPr>
      <w:rFonts w:ascii="Arial" w:hAnsi="Arial"/>
    </w:rPr>
    <w:tblPr/>
    <w:tcPr>
      <w:shd w:val="clear" w:color="auto" w:fill="E0E0E0"/>
    </w:tc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9A56F5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C0C0C0"/>
      </w:tcPr>
    </w:tblStylePr>
  </w:style>
  <w:style w:type="paragraph" w:customStyle="1" w:styleId="Audioscript">
    <w:name w:val="Audioscript"/>
    <w:basedOn w:val="Starterhead"/>
    <w:next w:val="Audionumberlist"/>
    <w:qFormat/>
    <w:rsid w:val="0034002C"/>
    <w:pPr>
      <w:pBdr>
        <w:top w:val="single" w:sz="4" w:space="3" w:color="auto"/>
      </w:pBdr>
      <w:tabs>
        <w:tab w:val="right" w:pos="9498"/>
      </w:tabs>
      <w:spacing w:before="180" w:after="120"/>
    </w:pPr>
    <w:rPr>
      <w:sz w:val="24"/>
    </w:rPr>
  </w:style>
  <w:style w:type="paragraph" w:customStyle="1" w:styleId="Sectiondivider">
    <w:name w:val="Section divider"/>
    <w:basedOn w:val="Text"/>
    <w:qFormat/>
    <w:rsid w:val="00DF35F1"/>
    <w:pPr>
      <w:spacing w:before="0" w:after="240" w:line="240" w:lineRule="auto"/>
    </w:pPr>
  </w:style>
  <w:style w:type="paragraph" w:customStyle="1" w:styleId="Answertext">
    <w:name w:val="Answer text"/>
    <w:basedOn w:val="Startertext"/>
    <w:qFormat/>
    <w:rsid w:val="00785553"/>
    <w:pPr>
      <w:pBdr>
        <w:top w:val="single" w:sz="4" w:space="1" w:color="ECECEC"/>
        <w:left w:val="single" w:sz="4" w:space="4" w:color="ECECEC"/>
        <w:bottom w:val="single" w:sz="4" w:space="1" w:color="ECECEC"/>
        <w:right w:val="single" w:sz="4" w:space="4" w:color="ECECEC"/>
      </w:pBdr>
      <w:shd w:val="clear" w:color="auto" w:fill="EAEAEA"/>
      <w:spacing w:before="0" w:after="0" w:line="280" w:lineRule="atLeast"/>
    </w:pPr>
  </w:style>
  <w:style w:type="paragraph" w:customStyle="1" w:styleId="Audiobullets">
    <w:name w:val="Audio bullets"/>
    <w:qFormat/>
    <w:rsid w:val="00C87535"/>
    <w:pPr>
      <w:numPr>
        <w:numId w:val="12"/>
      </w:numPr>
      <w:tabs>
        <w:tab w:val="clear" w:pos="397"/>
        <w:tab w:val="left" w:pos="567"/>
      </w:tabs>
      <w:spacing w:before="80" w:after="60" w:line="240" w:lineRule="atLeast"/>
      <w:ind w:left="567" w:hanging="369"/>
    </w:pPr>
    <w:rPr>
      <w:rFonts w:ascii="Arial" w:hAnsi="Arial" w:cs="Arial"/>
      <w:i/>
      <w:szCs w:val="24"/>
    </w:rPr>
  </w:style>
  <w:style w:type="numbering" w:customStyle="1" w:styleId="Listfeature">
    <w:name w:val="List feature"/>
    <w:basedOn w:val="NoList"/>
    <w:semiHidden/>
    <w:rsid w:val="00EE54F3"/>
    <w:pPr>
      <w:numPr>
        <w:numId w:val="8"/>
      </w:numPr>
    </w:pPr>
  </w:style>
  <w:style w:type="paragraph" w:styleId="BalloonText">
    <w:name w:val="Balloon Text"/>
    <w:basedOn w:val="Normal"/>
    <w:semiHidden/>
    <w:rsid w:val="00D44439"/>
    <w:rPr>
      <w:rFonts w:cs="Arial"/>
      <w:sz w:val="16"/>
      <w:szCs w:val="16"/>
    </w:rPr>
  </w:style>
  <w:style w:type="paragraph" w:customStyle="1" w:styleId="Teachertipbox">
    <w:name w:val="Teacher tip box"/>
    <w:basedOn w:val="Plenaryhead"/>
    <w:next w:val="Teachertiptext"/>
    <w:qFormat/>
    <w:rsid w:val="0026035A"/>
    <w:pPr>
      <w:keepNext w:val="0"/>
      <w:spacing w:before="120" w:after="0" w:line="260" w:lineRule="atLeast"/>
    </w:pPr>
    <w:rPr>
      <w:lang w:eastAsia="en-GB"/>
    </w:rPr>
  </w:style>
  <w:style w:type="paragraph" w:customStyle="1" w:styleId="Audionumberlist">
    <w:name w:val="Audio number list"/>
    <w:qFormat/>
    <w:rsid w:val="003B26F4"/>
    <w:pPr>
      <w:ind w:left="567" w:hanging="567"/>
    </w:pPr>
    <w:rPr>
      <w:rFonts w:ascii="Arial" w:hAnsi="Arial"/>
      <w:i/>
      <w:szCs w:val="24"/>
    </w:rPr>
  </w:style>
  <w:style w:type="numbering" w:customStyle="1" w:styleId="Listaudio">
    <w:name w:val="List audio"/>
    <w:basedOn w:val="Listnum"/>
    <w:rsid w:val="000559D8"/>
    <w:pPr>
      <w:numPr>
        <w:numId w:val="13"/>
      </w:numPr>
    </w:pPr>
  </w:style>
  <w:style w:type="character" w:customStyle="1" w:styleId="Pages">
    <w:name w:val="Pages"/>
    <w:rsid w:val="005625C0"/>
    <w:rPr>
      <w:caps w:val="0"/>
      <w:color w:val="auto"/>
      <w:sz w:val="22"/>
    </w:rPr>
  </w:style>
  <w:style w:type="paragraph" w:customStyle="1" w:styleId="Grammarsuggestionbullet">
    <w:name w:val="Grammar suggestion bullet"/>
    <w:basedOn w:val="Grammarsuggestiontext"/>
    <w:qFormat/>
    <w:rsid w:val="00F23039"/>
    <w:pPr>
      <w:numPr>
        <w:numId w:val="24"/>
      </w:numPr>
    </w:pPr>
  </w:style>
  <w:style w:type="table" w:customStyle="1" w:styleId="Answertable">
    <w:name w:val="Answer table"/>
    <w:basedOn w:val="TableNormal"/>
    <w:rsid w:val="00D0215D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EAEAEA"/>
    </w:tcPr>
  </w:style>
  <w:style w:type="paragraph" w:customStyle="1" w:styleId="Answerhead">
    <w:name w:val="Answer head"/>
    <w:basedOn w:val="Answertext"/>
    <w:next w:val="Answertext"/>
    <w:qFormat/>
    <w:rsid w:val="003C7918"/>
    <w:rPr>
      <w:b/>
      <w:sz w:val="22"/>
    </w:rPr>
  </w:style>
  <w:style w:type="paragraph" w:customStyle="1" w:styleId="Moduletitle">
    <w:name w:val="Module title"/>
    <w:next w:val="Text"/>
    <w:qFormat/>
    <w:rsid w:val="00B0785D"/>
    <w:pPr>
      <w:jc w:val="right"/>
    </w:pPr>
    <w:rPr>
      <w:rFonts w:ascii="Arial" w:hAnsi="Arial" w:cs="Arial"/>
      <w:sz w:val="22"/>
      <w:szCs w:val="28"/>
    </w:rPr>
  </w:style>
  <w:style w:type="paragraph" w:customStyle="1" w:styleId="Alphalist">
    <w:name w:val="Alpha list"/>
    <w:qFormat/>
    <w:rsid w:val="00496199"/>
    <w:pPr>
      <w:spacing w:before="80" w:after="60" w:line="240" w:lineRule="atLeast"/>
      <w:ind w:left="680" w:hanging="340"/>
    </w:pPr>
    <w:rPr>
      <w:rFonts w:ascii="Arial" w:hAnsi="Arial"/>
      <w:szCs w:val="24"/>
    </w:rPr>
  </w:style>
  <w:style w:type="paragraph" w:customStyle="1" w:styleId="Romanlist">
    <w:name w:val="Roman list"/>
    <w:qFormat/>
    <w:rsid w:val="00646CC2"/>
    <w:pPr>
      <w:spacing w:before="80" w:after="60" w:line="240" w:lineRule="atLeast"/>
      <w:ind w:left="1020" w:hanging="340"/>
    </w:pPr>
    <w:rPr>
      <w:rFonts w:ascii="Arial" w:hAnsi="Arial"/>
      <w:szCs w:val="24"/>
    </w:rPr>
  </w:style>
  <w:style w:type="numbering" w:customStyle="1" w:styleId="Listalpha">
    <w:name w:val="List alpha"/>
    <w:basedOn w:val="NoList"/>
    <w:semiHidden/>
    <w:rsid w:val="00EE54F3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EE54F3"/>
    <w:pPr>
      <w:numPr>
        <w:numId w:val="3"/>
      </w:numPr>
    </w:pPr>
  </w:style>
  <w:style w:type="paragraph" w:customStyle="1" w:styleId="Teachertiptext">
    <w:name w:val="Teacher tip text"/>
    <w:basedOn w:val="Teachertipbox"/>
    <w:qFormat/>
    <w:rsid w:val="0026035A"/>
    <w:rPr>
      <w:b w:val="0"/>
    </w:rPr>
  </w:style>
  <w:style w:type="paragraph" w:customStyle="1" w:styleId="Worksheettitle2lines">
    <w:name w:val="Worksheet title 2 lines"/>
    <w:qFormat/>
    <w:rsid w:val="009027B5"/>
    <w:pPr>
      <w:spacing w:line="380" w:lineRule="exact"/>
    </w:pPr>
    <w:rPr>
      <w:rFonts w:ascii="Arial" w:hAnsi="Arial" w:cs="Arial"/>
      <w:b/>
      <w:color w:val="FFFFFF" w:themeColor="background1"/>
      <w:sz w:val="34"/>
      <w:szCs w:val="24"/>
    </w:rPr>
  </w:style>
  <w:style w:type="character" w:customStyle="1" w:styleId="Heading4Char">
    <w:name w:val="Heading 4 Char"/>
    <w:basedOn w:val="DefaultParagraphFont"/>
    <w:link w:val="Heading4"/>
    <w:rsid w:val="00A337F3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kill">
    <w:name w:val="Skill"/>
    <w:basedOn w:val="Text"/>
    <w:next w:val="Text"/>
    <w:qFormat/>
    <w:rsid w:val="00A337F3"/>
    <w:pPr>
      <w:spacing w:before="0"/>
      <w:ind w:left="680"/>
    </w:pPr>
  </w:style>
  <w:style w:type="character" w:customStyle="1" w:styleId="Steps">
    <w:name w:val="Steps"/>
    <w:uiPriority w:val="1"/>
    <w:qFormat/>
    <w:rsid w:val="00A337F3"/>
    <w:rPr>
      <w:noProof/>
      <w:position w:val="-30"/>
    </w:rPr>
  </w:style>
  <w:style w:type="character" w:customStyle="1" w:styleId="Skillschr">
    <w:name w:val="Skills chr"/>
    <w:uiPriority w:val="1"/>
    <w:qFormat/>
    <w:rsid w:val="00A337F3"/>
    <w:rPr>
      <w:b/>
      <w:i w:val="0"/>
      <w:sz w:val="20"/>
      <w:szCs w:val="20"/>
    </w:rPr>
  </w:style>
  <w:style w:type="paragraph" w:customStyle="1" w:styleId="Rubricquestion2steps">
    <w:name w:val="Rubric question 2steps"/>
    <w:basedOn w:val="Rubricquestion"/>
    <w:qFormat/>
    <w:rsid w:val="00A337F3"/>
    <w:pPr>
      <w:spacing w:line="260" w:lineRule="exact"/>
      <w:ind w:left="1276" w:hanging="1276"/>
    </w:pPr>
    <w:rPr>
      <w:lang w:val="fr-FR"/>
    </w:rPr>
  </w:style>
  <w:style w:type="paragraph" w:customStyle="1" w:styleId="-OverviewHead">
    <w:name w:val="-Overview Head"/>
    <w:next w:val="Tabletext"/>
    <w:rsid w:val="00A337F3"/>
    <w:pPr>
      <w:keepNext/>
      <w:spacing w:before="180" w:after="60"/>
    </w:pPr>
    <w:rPr>
      <w:rFonts w:ascii="Arial" w:eastAsia="Times New Roman" w:hAnsi="Arial" w:cs="Arial"/>
      <w:b/>
      <w:sz w:val="22"/>
      <w:szCs w:val="24"/>
      <w:lang w:eastAsia="en-US"/>
    </w:rPr>
  </w:style>
  <w:style w:type="paragraph" w:customStyle="1" w:styleId="Grammartopicheader">
    <w:name w:val="Grammar topic header"/>
    <w:basedOn w:val="Rubricquestion"/>
    <w:next w:val="Rubricquestion"/>
    <w:qFormat/>
    <w:rsid w:val="00A337F3"/>
    <w:pPr>
      <w:spacing w:before="0" w:line="260" w:lineRule="exact"/>
    </w:pPr>
    <w:rPr>
      <w:i/>
    </w:rPr>
  </w:style>
  <w:style w:type="character" w:styleId="CommentReference">
    <w:name w:val="annotation reference"/>
    <w:basedOn w:val="DefaultParagraphFont"/>
    <w:rsid w:val="00753418"/>
    <w:rPr>
      <w:sz w:val="16"/>
      <w:szCs w:val="16"/>
    </w:rPr>
  </w:style>
  <w:style w:type="paragraph" w:styleId="CommentText">
    <w:name w:val="annotation text"/>
    <w:basedOn w:val="Normal"/>
    <w:link w:val="CommentTextChar"/>
    <w:rsid w:val="00753418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753418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534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53418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11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lan\Dropbox\Newgen%20Publishing\Dynamo%202\Dynamo%202%20Rouge%20TG%20-%202nd%20comp%20setup%20for%20MELANIE\Compilation_Stage_2_files\TG%20template_MACROtempl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60061-F643-48C1-8C61-10A87B5CA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TG template_MACROtemplate</Template>
  <TotalTime>1</TotalTime>
  <Pages>6</Pages>
  <Words>1040</Words>
  <Characters>5931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Dynamo</vt:lpstr>
    </vt:vector>
  </TitlesOfParts>
  <Company>Pearson Education</Company>
  <LinksUpToDate>false</LinksUpToDate>
  <CharactersWithSpaces>6958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Dynamo</dc:title>
  <dc:subject>German</dc:subject>
  <dc:creator>Pearson Education</dc:creator>
  <cp:keywords/>
  <cp:lastModifiedBy>Lee, Hannah</cp:lastModifiedBy>
  <cp:revision>2</cp:revision>
  <cp:lastPrinted>2018-02-08T13:55:00Z</cp:lastPrinted>
  <dcterms:created xsi:type="dcterms:W3CDTF">2019-05-10T14:40:00Z</dcterms:created>
  <dcterms:modified xsi:type="dcterms:W3CDTF">2019-05-10T14:40:00Z</dcterms:modified>
</cp:coreProperties>
</file>